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B50DB" w14:textId="45DB579B" w:rsidR="00243B03" w:rsidRPr="00370C6B" w:rsidRDefault="00243B03" w:rsidP="00370C6B"/>
    <w:sectPr w:rsidR="00243B03" w:rsidRPr="00370C6B" w:rsidSect="00D0148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080" w:bottom="720" w:left="1080" w:header="576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CB9CF" w14:textId="77777777" w:rsidR="002C3025" w:rsidRDefault="002C3025">
      <w:pPr>
        <w:spacing w:after="0" w:line="240" w:lineRule="auto"/>
      </w:pPr>
      <w:r>
        <w:separator/>
      </w:r>
    </w:p>
  </w:endnote>
  <w:endnote w:type="continuationSeparator" w:id="0">
    <w:p w14:paraId="0D40808F" w14:textId="77777777" w:rsidR="002C3025" w:rsidRDefault="002C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GSMinchoE">
    <w:altName w:val="HGSMinchoE"/>
    <w:charset w:val="80"/>
    <w:family w:val="roman"/>
    <w:pitch w:val="variable"/>
    <w:sig w:usb0="E00002FF" w:usb1="2AC7EDFE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apfDingbat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 Bold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nterstate Light">
    <w:altName w:val="Calibri"/>
    <w:panose1 w:val="00000000000000000000"/>
    <w:charset w:val="00"/>
    <w:family w:val="modern"/>
    <w:notTrueType/>
    <w:pitch w:val="variable"/>
    <w:sig w:usb0="800000AF" w:usb1="50002048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5F1D7" w14:textId="77777777" w:rsidR="003A2388" w:rsidRDefault="003A2388">
    <w:pPr>
      <w:jc w:val="right"/>
    </w:pPr>
  </w:p>
  <w:p w14:paraId="37B5F1D8" w14:textId="77777777" w:rsidR="003A2388" w:rsidRDefault="003A2388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  <w:r>
      <w:rPr>
        <w:color w:val="E68422" w:themeColor="accent3"/>
      </w:rPr>
      <w:sym w:font="Wingdings 2" w:char="F097"/>
    </w:r>
    <w:r>
      <w:t xml:space="preserve"> </w:t>
    </w:r>
  </w:p>
  <w:p w14:paraId="37B5F1D9" w14:textId="77777777" w:rsidR="003A2388" w:rsidRDefault="003A2388">
    <w:pPr>
      <w:jc w:val="right"/>
    </w:pPr>
    <w:r>
      <w:rPr>
        <w:noProof/>
      </w:rPr>
      <mc:AlternateContent>
        <mc:Choice Requires="wpg">
          <w:drawing>
            <wp:inline distT="0" distB="0" distL="0" distR="0" wp14:anchorId="37B5F1E4" wp14:editId="37B5F1E5">
              <wp:extent cx="2327910" cy="45085"/>
              <wp:effectExtent l="9525" t="9525" r="15240" b="12065"/>
              <wp:docPr id="3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27910" cy="71"/>
                        <a:chOff x="7606" y="15084"/>
                        <a:chExt cx="3666" cy="71"/>
                      </a:xfrm>
                    </wpg:grpSpPr>
                    <wps:wsp>
                      <wps:cNvPr id="6" name="AutoShape 5"/>
                      <wps:cNvCnPr>
                        <a:cxnSpLocks noChangeShapeType="1"/>
                      </wps:cNvCnPr>
                      <wps:spPr bwMode="auto">
                        <a:xfrm rot="10800000">
                          <a:off x="8548" y="15084"/>
                          <a:ext cx="2723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4380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/>
                    </wps:wsp>
                    <wps:wsp>
                      <wps:cNvPr id="7" name="AutoShape 6"/>
                      <wps:cNvCnPr>
                        <a:cxnSpLocks noChangeShapeType="1"/>
                      </wps:cNvCnPr>
                      <wps:spPr bwMode="auto">
                        <a:xfrm rot="10800000">
                          <a:off x="7606" y="15155"/>
                          <a:ext cx="3666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4380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3FE42771" id="Group 4" o:spid="_x0000_s1026" style="width:183.3pt;height:3.55pt;mso-position-horizontal-relative:char;mso-position-vertical-relative:line" coordorigin="7606,15084" coordsize="366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7" type="#_x0000_t32" style="position:absolute;left:8548;top:15084;width:2723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JOrcMAAADaAAAADwAAAGRycy9kb3ducmV2LnhtbESPQWvCQBSE7wX/w/KE3pqNHkSiq4gg&#10;eFChaRG9vWZfs9Hs25BdNfHXdwuFHoeZ+YaZLztbizu1vnKsYJSkIIgLpysuFXx+bN6mIHxA1lg7&#10;JgU9eVguBi9zzLR78Dvd81CKCGGfoQITQpNJ6QtDFn3iGuLofbvWYoiyLaVu8RHhtpbjNJ1IixXH&#10;BYMNrQ0V1/xmFRzH+9HJfF1k7w/P3Tkvz7LXjVKvw241AxGoC//hv/ZWK5jA75V4A+Ti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yTq3DAAAA2gAAAA8AAAAAAAAAAAAA&#10;AAAAoQIAAGRycy9kb3ducmV2LnhtbFBLBQYAAAAABAAEAPkAAACRAwAAAAA=&#10;" strokecolor="#438086" strokeweight="1.5pt"/>
              <v:shape id="AutoShape 6" o:spid="_x0000_s1028" type="#_x0000_t32" style="position:absolute;left:7606;top:15155;width:3666;height:0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wgnMMAAADaAAAADwAAAGRycy9kb3ducmV2LnhtbESPX2vCQBDE3wW/w7GFvumlldqQeooI&#10;xTwV/IPQt21uTYK5vZBbNe2n7wmCj8PM/IaZLXrXqAt1ofZs4GWcgCIuvK25NLDffY5SUEGQLTae&#10;ycAvBVjMh4MZZtZfeUOXrZQqQjhkaKASaTOtQ1GRwzD2LXH0jr5zKFF2pbYdXiPcNfo1SabaYc1x&#10;ocKWVhUVp+3ZGfh26eFtxwdZr38mX3+p5P2yyI15fuqXH6CEenmE7+3cGniH25V4A/T8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MIJzDAAAA2gAAAA8AAAAAAAAAAAAA&#10;AAAAoQIAAGRycy9kb3ducmV2LnhtbFBLBQYAAAAABAAEAPkAAACRAwAAAAA=&#10;" strokecolor="#438086" strokeweight=".25pt"/>
              <w10:anchorlock/>
            </v:group>
          </w:pict>
        </mc:Fallback>
      </mc:AlternateContent>
    </w:r>
  </w:p>
  <w:p w14:paraId="37B5F1DA" w14:textId="77777777" w:rsidR="003A2388" w:rsidRDefault="003A2388">
    <w:pPr>
      <w:pStyle w:val="NoSpacing"/>
      <w:rPr>
        <w:sz w:val="2"/>
        <w:szCs w:val="2"/>
      </w:rPr>
    </w:pPr>
  </w:p>
  <w:p w14:paraId="37B5F1DB" w14:textId="77777777" w:rsidR="003A2388" w:rsidRDefault="003A2388"/>
  <w:p w14:paraId="37B5F1DC" w14:textId="77777777" w:rsidR="003A2388" w:rsidRDefault="003A2388"/>
  <w:p w14:paraId="37B5F1DD" w14:textId="77777777" w:rsidR="003A2388" w:rsidRDefault="003A23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5F1DE" w14:textId="4C3787B9" w:rsidR="003A2388" w:rsidRDefault="003A2388" w:rsidP="00FD0D04">
    <w:pPr>
      <w:tabs>
        <w:tab w:val="right" w:pos="10080"/>
      </w:tabs>
      <w:spacing w:before="0" w:beforeAutospacing="0" w:after="0" w:afterAutospacing="0" w:line="240" w:lineRule="auto"/>
      <w:rPr>
        <w:rFonts w:eastAsia="Times New Roman" w:cs="Times New Roman"/>
        <w:noProof/>
        <w:color w:val="808080"/>
        <w:sz w:val="18"/>
        <w:szCs w:val="24"/>
      </w:rPr>
    </w:pPr>
    <w:r w:rsidRPr="00B76251">
      <w:rPr>
        <w:rFonts w:eastAsia="Times New Roman" w:cs="Times New Roman"/>
        <w:color w:val="808080"/>
        <w:sz w:val="18"/>
        <w:szCs w:val="24"/>
      </w:rPr>
      <w:tab/>
    </w:r>
    <w:r w:rsidRPr="00B76251">
      <w:rPr>
        <w:rFonts w:eastAsia="Times New Roman" w:cs="Arial"/>
        <w:color w:val="808080"/>
        <w:sz w:val="18"/>
        <w:szCs w:val="18"/>
      </w:rPr>
      <w:t xml:space="preserve">Page </w:t>
    </w:r>
    <w:r w:rsidRPr="00B76251">
      <w:rPr>
        <w:rFonts w:eastAsia="Times New Roman" w:cs="Arial"/>
        <w:color w:val="808080"/>
        <w:sz w:val="18"/>
        <w:szCs w:val="18"/>
      </w:rPr>
      <w:fldChar w:fldCharType="begin"/>
    </w:r>
    <w:r w:rsidRPr="00B76251">
      <w:rPr>
        <w:rFonts w:eastAsia="Times New Roman" w:cs="Arial"/>
        <w:color w:val="808080"/>
        <w:sz w:val="18"/>
        <w:szCs w:val="18"/>
      </w:rPr>
      <w:instrText xml:space="preserve"> PAGE   \* MERGEFORMAT </w:instrText>
    </w:r>
    <w:r w:rsidRPr="00B76251">
      <w:rPr>
        <w:rFonts w:eastAsia="Times New Roman" w:cs="Arial"/>
        <w:color w:val="808080"/>
        <w:sz w:val="18"/>
        <w:szCs w:val="18"/>
      </w:rPr>
      <w:fldChar w:fldCharType="separate"/>
    </w:r>
    <w:r w:rsidR="000811F7">
      <w:rPr>
        <w:rFonts w:eastAsia="Times New Roman" w:cs="Arial"/>
        <w:noProof/>
        <w:color w:val="808080"/>
        <w:sz w:val="18"/>
        <w:szCs w:val="18"/>
      </w:rPr>
      <w:t>579</w:t>
    </w:r>
    <w:r w:rsidRPr="00B76251">
      <w:rPr>
        <w:rFonts w:eastAsia="Times New Roman" w:cs="Arial"/>
        <w:noProof/>
        <w:color w:val="808080"/>
        <w:sz w:val="18"/>
        <w:szCs w:val="18"/>
      </w:rPr>
      <w:fldChar w:fldCharType="end"/>
    </w:r>
    <w:r w:rsidRPr="00B76251">
      <w:rPr>
        <w:rFonts w:eastAsia="Times New Roman" w:cs="Arial"/>
        <w:color w:val="808080"/>
        <w:sz w:val="18"/>
        <w:szCs w:val="18"/>
      </w:rPr>
      <w:t xml:space="preserve"> of </w:t>
    </w:r>
    <w:r w:rsidRPr="00B76251">
      <w:rPr>
        <w:rFonts w:eastAsia="Times New Roman" w:cs="Times New Roman"/>
        <w:color w:val="808080"/>
        <w:sz w:val="18"/>
        <w:szCs w:val="24"/>
      </w:rPr>
      <w:fldChar w:fldCharType="begin"/>
    </w:r>
    <w:r w:rsidRPr="00B76251">
      <w:rPr>
        <w:rFonts w:eastAsia="Times New Roman" w:cs="Times New Roman"/>
        <w:color w:val="808080"/>
        <w:sz w:val="18"/>
        <w:szCs w:val="24"/>
      </w:rPr>
      <w:instrText xml:space="preserve"> NUMPAGES  \* Arabic  \* MERGEFORMAT </w:instrText>
    </w:r>
    <w:r w:rsidRPr="00B76251">
      <w:rPr>
        <w:rFonts w:eastAsia="Times New Roman" w:cs="Times New Roman"/>
        <w:color w:val="808080"/>
        <w:sz w:val="18"/>
        <w:szCs w:val="24"/>
      </w:rPr>
      <w:fldChar w:fldCharType="separate"/>
    </w:r>
    <w:r w:rsidR="000811F7">
      <w:rPr>
        <w:rFonts w:eastAsia="Times New Roman" w:cs="Times New Roman"/>
        <w:noProof/>
        <w:color w:val="808080"/>
        <w:sz w:val="18"/>
        <w:szCs w:val="24"/>
      </w:rPr>
      <w:t>579</w:t>
    </w:r>
    <w:r w:rsidRPr="00B76251">
      <w:rPr>
        <w:rFonts w:eastAsia="Times New Roman" w:cs="Times New Roman"/>
        <w:noProof/>
        <w:color w:val="808080"/>
        <w:sz w:val="18"/>
        <w:szCs w:val="24"/>
      </w:rPr>
      <w:fldChar w:fldCharType="end"/>
    </w:r>
  </w:p>
  <w:p w14:paraId="37B5F1DF" w14:textId="6D121990" w:rsidR="003A2388" w:rsidRPr="00FD0D04" w:rsidRDefault="003A2388" w:rsidP="00FD0D04">
    <w:pPr>
      <w:tabs>
        <w:tab w:val="left" w:pos="3570"/>
      </w:tabs>
      <w:spacing w:before="0" w:beforeAutospacing="0" w:after="0" w:afterAutospacing="0" w:line="240" w:lineRule="auto"/>
      <w:rPr>
        <w:rFonts w:eastAsia="Times New Roman" w:cs="Times New Roman"/>
        <w:color w:val="808080"/>
        <w:sz w:val="18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5F1E1" w14:textId="584C3031" w:rsidR="003A2388" w:rsidRDefault="003A2388" w:rsidP="00CA47BD">
    <w:pPr>
      <w:pStyle w:val="Footer"/>
      <w:tabs>
        <w:tab w:val="clear" w:pos="4680"/>
        <w:tab w:val="clear" w:pos="9360"/>
        <w:tab w:val="left" w:pos="27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5FEE6" w14:textId="77777777" w:rsidR="002C3025" w:rsidRDefault="002C3025">
      <w:pPr>
        <w:spacing w:after="0" w:line="240" w:lineRule="auto"/>
      </w:pPr>
      <w:r>
        <w:separator/>
      </w:r>
    </w:p>
  </w:footnote>
  <w:footnote w:type="continuationSeparator" w:id="0">
    <w:p w14:paraId="6841245E" w14:textId="77777777" w:rsidR="002C3025" w:rsidRDefault="002C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D8305" w14:textId="77777777" w:rsidR="00C57F4C" w:rsidRDefault="00C57F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5F1D4" w14:textId="77777777" w:rsidR="003A2388" w:rsidRPr="00B76251" w:rsidRDefault="003A2388" w:rsidP="00B76251">
    <w:pPr>
      <w:tabs>
        <w:tab w:val="center" w:pos="4320"/>
        <w:tab w:val="right" w:pos="8640"/>
      </w:tabs>
      <w:spacing w:after="0" w:line="240" w:lineRule="auto"/>
      <w:ind w:left="4320"/>
      <w:jc w:val="right"/>
      <w:rPr>
        <w:rFonts w:eastAsia="Times New Roman" w:cs="Times New Roman"/>
        <w:bCs/>
        <w:iCs/>
        <w:color w:val="808080"/>
        <w:sz w:val="28"/>
        <w:szCs w:val="24"/>
      </w:rPr>
    </w:pPr>
    <w:r w:rsidRPr="00B76251">
      <w:rPr>
        <w:rFonts w:eastAsia="Times New Roman" w:cs="Times New Roman"/>
        <w:bCs/>
        <w:i/>
        <w:iCs/>
        <w:smallCaps/>
        <w:noProof/>
        <w:color w:val="808080"/>
        <w:sz w:val="28"/>
        <w:szCs w:val="24"/>
      </w:rPr>
      <w:drawing>
        <wp:anchor distT="0" distB="0" distL="114300" distR="114300" simplePos="0" relativeHeight="251656704" behindDoc="0" locked="0" layoutInCell="1" allowOverlap="1" wp14:anchorId="37B5F1E2" wp14:editId="6978B84D">
          <wp:simplePos x="0" y="0"/>
          <wp:positionH relativeFrom="margin">
            <wp:align>left</wp:align>
          </wp:positionH>
          <wp:positionV relativeFrom="paragraph">
            <wp:posOffset>-66675</wp:posOffset>
          </wp:positionV>
          <wp:extent cx="1485900" cy="85725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ack No Backgrou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B5F1D5" w14:textId="45E12922" w:rsidR="003A2388" w:rsidRDefault="003A2388" w:rsidP="00FD0D04">
    <w:pPr>
      <w:tabs>
        <w:tab w:val="center" w:pos="4320"/>
        <w:tab w:val="right" w:pos="9000"/>
      </w:tabs>
      <w:spacing w:after="0" w:line="240" w:lineRule="auto"/>
      <w:ind w:left="4320"/>
      <w:jc w:val="right"/>
      <w:rPr>
        <w:rFonts w:eastAsia="Times New Roman" w:cs="Times New Roman"/>
        <w:bCs/>
        <w:i/>
        <w:iCs/>
        <w:smallCaps/>
        <w:color w:val="808080"/>
        <w:sz w:val="28"/>
        <w:szCs w:val="24"/>
      </w:rPr>
    </w:pPr>
    <w:r w:rsidRPr="00B76251">
      <w:rPr>
        <w:rFonts w:eastAsia="Times New Roman" w:cs="Times New Roman"/>
        <w:bCs/>
        <w:iCs/>
        <w:color w:val="808080"/>
        <w:sz w:val="28"/>
        <w:szCs w:val="24"/>
      </w:rPr>
      <w:tab/>
    </w:r>
    <w:r>
      <w:rPr>
        <w:rFonts w:eastAsia="Times New Roman" w:cs="Times New Roman"/>
        <w:bCs/>
        <w:i/>
        <w:iCs/>
        <w:smallCaps/>
        <w:color w:val="808080"/>
        <w:sz w:val="28"/>
        <w:szCs w:val="24"/>
      </w:rPr>
      <w:t xml:space="preserve">EHS </w:t>
    </w:r>
    <w:r w:rsidRPr="00C57F4C">
      <w:rPr>
        <w:rFonts w:eastAsia="Times New Roman" w:cs="Times New Roman"/>
        <w:bCs/>
        <w:i/>
        <w:iCs/>
        <w:smallCaps/>
        <w:color w:val="FF0000"/>
        <w:sz w:val="28"/>
        <w:szCs w:val="24"/>
      </w:rPr>
      <w:t>Man</w:t>
    </w:r>
    <w:r w:rsidRPr="00C42A74">
      <w:rPr>
        <w:rFonts w:eastAsia="Times New Roman" w:cs="Times New Roman"/>
        <w:bCs/>
        <w:smallCaps/>
        <w:color w:val="808080"/>
        <w:sz w:val="28"/>
        <w:szCs w:val="24"/>
      </w:rPr>
      <w:t>ua</w:t>
    </w:r>
    <w:r>
      <w:rPr>
        <w:rFonts w:eastAsia="Times New Roman" w:cs="Times New Roman"/>
        <w:bCs/>
        <w:i/>
        <w:iCs/>
        <w:smallCaps/>
        <w:color w:val="808080"/>
        <w:sz w:val="28"/>
        <w:szCs w:val="24"/>
      </w:rPr>
      <w:t>l</w:t>
    </w:r>
  </w:p>
  <w:p w14:paraId="37B5F1D6" w14:textId="77777777" w:rsidR="003A2388" w:rsidRPr="00FD0D04" w:rsidRDefault="003A2388" w:rsidP="00FD0D04">
    <w:pPr>
      <w:tabs>
        <w:tab w:val="center" w:pos="4320"/>
        <w:tab w:val="right" w:pos="9000"/>
      </w:tabs>
      <w:spacing w:after="0" w:line="240" w:lineRule="auto"/>
      <w:ind w:left="4320"/>
      <w:jc w:val="right"/>
      <w:rPr>
        <w:rFonts w:eastAsia="Times New Roman" w:cs="Times New Roman"/>
        <w:bCs/>
        <w:i/>
        <w:iCs/>
        <w:smallCaps/>
        <w:color w:val="8080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5F1E0" w14:textId="7DE1A109" w:rsidR="003A2388" w:rsidRDefault="003A2388">
    <w:pPr>
      <w:pStyle w:val="Header"/>
    </w:pPr>
    <w:r>
      <w:rPr>
        <w:noProof/>
      </w:rPr>
      <w:drawing>
        <wp:anchor distT="0" distB="0" distL="114300" distR="114300" simplePos="0" relativeHeight="251666944" behindDoc="0" locked="0" layoutInCell="1" allowOverlap="1" wp14:anchorId="296D39DB" wp14:editId="7C499A48">
          <wp:simplePos x="0" y="0"/>
          <wp:positionH relativeFrom="column">
            <wp:posOffset>57150</wp:posOffset>
          </wp:positionH>
          <wp:positionV relativeFrom="paragraph">
            <wp:posOffset>468630</wp:posOffset>
          </wp:positionV>
          <wp:extent cx="1938528" cy="1118616"/>
          <wp:effectExtent l="0" t="0" r="5080" b="571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lack No Background.jpg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528" cy="11186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10F67">
      <w:rPr>
        <w:rFonts w:ascii="Interstate Light" w:hAnsi="Interstate Light" w:cs="Arial"/>
        <w:noProof/>
        <w:sz w:val="17"/>
        <w:szCs w:val="17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37B5F1EA" wp14:editId="5EF2C6F9">
              <wp:simplePos x="0" y="0"/>
              <wp:positionH relativeFrom="margin">
                <wp:posOffset>0</wp:posOffset>
              </wp:positionH>
              <wp:positionV relativeFrom="margin">
                <wp:posOffset>1202055</wp:posOffset>
              </wp:positionV>
              <wp:extent cx="5267325" cy="23336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67325" cy="2333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B5F1EE" w14:textId="1E56D065" w:rsidR="003A2388" w:rsidRPr="00815EC1" w:rsidRDefault="003A2388" w:rsidP="00CA47BD">
                          <w:pPr>
                            <w:spacing w:after="0" w:line="240" w:lineRule="auto"/>
                            <w:rPr>
                              <w:rStyle w:val="ProposalCover"/>
                              <w:smallCaps/>
                              <w:sz w:val="72"/>
                              <w:szCs w:val="72"/>
                            </w:rPr>
                          </w:pPr>
                          <w:r>
                            <w:rPr>
                              <w:rStyle w:val="ProposalCover"/>
                              <w:smallCaps/>
                              <w:sz w:val="72"/>
                              <w:szCs w:val="72"/>
                            </w:rPr>
                            <w:t>EHS Manual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5F1E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94.65pt;width:414.75pt;height:183.7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" filled="f" stroked="f">
              <v:textbox>
                <w:txbxContent>
                  <w:p w14:paraId="37B5F1EE" w14:textId="1E56D065" w:rsidR="003A2388" w:rsidRPr="00815EC1" w:rsidRDefault="003A2388" w:rsidP="00CA47BD">
                    <w:pPr>
                      <w:spacing w:after="0" w:line="240" w:lineRule="auto"/>
                      <w:rPr>
                        <w:rStyle w:val="ProposalCover"/>
                        <w:smallCaps/>
                        <w:sz w:val="72"/>
                        <w:szCs w:val="72"/>
                      </w:rPr>
                    </w:pPr>
                    <w:r>
                      <w:rPr>
                        <w:rStyle w:val="ProposalCover"/>
                        <w:smallCaps/>
                        <w:sz w:val="72"/>
                        <w:szCs w:val="72"/>
                      </w:rPr>
                      <w:t>EHS Manual</w:t>
                    </w: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823" behindDoc="1" locked="0" layoutInCell="1" allowOverlap="1" wp14:anchorId="37B5F1E8" wp14:editId="14832AD2">
          <wp:simplePos x="0" y="0"/>
          <wp:positionH relativeFrom="page">
            <wp:align>left</wp:align>
          </wp:positionH>
          <wp:positionV relativeFrom="paragraph">
            <wp:posOffset>5492115</wp:posOffset>
          </wp:positionV>
          <wp:extent cx="7413625" cy="4188460"/>
          <wp:effectExtent l="0" t="0" r="0" b="254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3625" cy="418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8F508F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3194E"/>
    <w:multiLevelType w:val="hybridMultilevel"/>
    <w:tmpl w:val="F32CA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F6D50"/>
    <w:multiLevelType w:val="hybridMultilevel"/>
    <w:tmpl w:val="BA9EC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254A70"/>
    <w:multiLevelType w:val="hybridMultilevel"/>
    <w:tmpl w:val="62CA5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03933C2"/>
    <w:multiLevelType w:val="hybridMultilevel"/>
    <w:tmpl w:val="88AA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3F269B"/>
    <w:multiLevelType w:val="hybridMultilevel"/>
    <w:tmpl w:val="7F86B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404BB2"/>
    <w:multiLevelType w:val="hybridMultilevel"/>
    <w:tmpl w:val="792AD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6561C3"/>
    <w:multiLevelType w:val="multilevel"/>
    <w:tmpl w:val="9C12E7C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FD1755"/>
    <w:multiLevelType w:val="hybridMultilevel"/>
    <w:tmpl w:val="7E2E1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1095F41"/>
    <w:multiLevelType w:val="hybridMultilevel"/>
    <w:tmpl w:val="39889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13036FD"/>
    <w:multiLevelType w:val="hybridMultilevel"/>
    <w:tmpl w:val="A2F2C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327B1E"/>
    <w:multiLevelType w:val="hybridMultilevel"/>
    <w:tmpl w:val="09BA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1541FB5"/>
    <w:multiLevelType w:val="hybridMultilevel"/>
    <w:tmpl w:val="3262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751A89"/>
    <w:multiLevelType w:val="hybridMultilevel"/>
    <w:tmpl w:val="55BC7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1780318"/>
    <w:multiLevelType w:val="hybridMultilevel"/>
    <w:tmpl w:val="B492E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184496E"/>
    <w:multiLevelType w:val="hybridMultilevel"/>
    <w:tmpl w:val="A276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D610F5"/>
    <w:multiLevelType w:val="hybridMultilevel"/>
    <w:tmpl w:val="8D14B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1F372E0"/>
    <w:multiLevelType w:val="hybridMultilevel"/>
    <w:tmpl w:val="07C2E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21475E5"/>
    <w:multiLevelType w:val="hybridMultilevel"/>
    <w:tmpl w:val="5072A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21A46D4"/>
    <w:multiLevelType w:val="hybridMultilevel"/>
    <w:tmpl w:val="E89EA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23A1952"/>
    <w:multiLevelType w:val="hybridMultilevel"/>
    <w:tmpl w:val="458CA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CB4B6D"/>
    <w:multiLevelType w:val="hybridMultilevel"/>
    <w:tmpl w:val="D24A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2E37C1A"/>
    <w:multiLevelType w:val="hybridMultilevel"/>
    <w:tmpl w:val="8D3A6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2F64E83"/>
    <w:multiLevelType w:val="hybridMultilevel"/>
    <w:tmpl w:val="0DC8E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3074755"/>
    <w:multiLevelType w:val="hybridMultilevel"/>
    <w:tmpl w:val="A23C4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34F2109"/>
    <w:multiLevelType w:val="hybridMultilevel"/>
    <w:tmpl w:val="3C1C74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3B26AEA"/>
    <w:multiLevelType w:val="hybridMultilevel"/>
    <w:tmpl w:val="DFDC7D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3E64365"/>
    <w:multiLevelType w:val="hybridMultilevel"/>
    <w:tmpl w:val="6F429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4210942"/>
    <w:multiLevelType w:val="hybridMultilevel"/>
    <w:tmpl w:val="D6AE5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42E7BA9"/>
    <w:multiLevelType w:val="hybridMultilevel"/>
    <w:tmpl w:val="90360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4525D0F"/>
    <w:multiLevelType w:val="hybridMultilevel"/>
    <w:tmpl w:val="BE323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4555198"/>
    <w:multiLevelType w:val="hybridMultilevel"/>
    <w:tmpl w:val="D7300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469670F"/>
    <w:multiLevelType w:val="hybridMultilevel"/>
    <w:tmpl w:val="0A34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51E12CF"/>
    <w:multiLevelType w:val="hybridMultilevel"/>
    <w:tmpl w:val="8C12E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52F7E43"/>
    <w:multiLevelType w:val="hybridMultilevel"/>
    <w:tmpl w:val="473C4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5FE047A"/>
    <w:multiLevelType w:val="hybridMultilevel"/>
    <w:tmpl w:val="BB82D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60809A1"/>
    <w:multiLevelType w:val="hybridMultilevel"/>
    <w:tmpl w:val="501CA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62D1616"/>
    <w:multiLevelType w:val="hybridMultilevel"/>
    <w:tmpl w:val="F7226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64F3670"/>
    <w:multiLevelType w:val="hybridMultilevel"/>
    <w:tmpl w:val="5E0ED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6620A89"/>
    <w:multiLevelType w:val="hybridMultilevel"/>
    <w:tmpl w:val="A95E1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70C199D"/>
    <w:multiLevelType w:val="hybridMultilevel"/>
    <w:tmpl w:val="B768B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72256A7"/>
    <w:multiLevelType w:val="hybridMultilevel"/>
    <w:tmpl w:val="19FEA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72B3432"/>
    <w:multiLevelType w:val="hybridMultilevel"/>
    <w:tmpl w:val="3D18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74A60B2"/>
    <w:multiLevelType w:val="hybridMultilevel"/>
    <w:tmpl w:val="9192F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7521436"/>
    <w:multiLevelType w:val="hybridMultilevel"/>
    <w:tmpl w:val="3F9C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79163A4"/>
    <w:multiLevelType w:val="hybridMultilevel"/>
    <w:tmpl w:val="9A9C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7AB6A02"/>
    <w:multiLevelType w:val="hybridMultilevel"/>
    <w:tmpl w:val="5468A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7BD13E6"/>
    <w:multiLevelType w:val="hybridMultilevel"/>
    <w:tmpl w:val="27D4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7C302AF"/>
    <w:multiLevelType w:val="hybridMultilevel"/>
    <w:tmpl w:val="3458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8083C3B"/>
    <w:multiLevelType w:val="hybridMultilevel"/>
    <w:tmpl w:val="D17AC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8246FD0"/>
    <w:multiLevelType w:val="hybridMultilevel"/>
    <w:tmpl w:val="97E84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8280BBB"/>
    <w:multiLevelType w:val="hybridMultilevel"/>
    <w:tmpl w:val="7FAC5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87E03D2"/>
    <w:multiLevelType w:val="hybridMultilevel"/>
    <w:tmpl w:val="77DC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8834840"/>
    <w:multiLevelType w:val="hybridMultilevel"/>
    <w:tmpl w:val="EC647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8A256A1"/>
    <w:multiLevelType w:val="hybridMultilevel"/>
    <w:tmpl w:val="7DAEFC54"/>
    <w:lvl w:ilvl="0" w:tplc="E724EB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8A667D1"/>
    <w:multiLevelType w:val="hybridMultilevel"/>
    <w:tmpl w:val="1AB03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9106DE1"/>
    <w:multiLevelType w:val="hybridMultilevel"/>
    <w:tmpl w:val="3DAE99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092D3D73"/>
    <w:multiLevelType w:val="hybridMultilevel"/>
    <w:tmpl w:val="3664FC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09540F84"/>
    <w:multiLevelType w:val="hybridMultilevel"/>
    <w:tmpl w:val="E02C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9692DD0"/>
    <w:multiLevelType w:val="hybridMultilevel"/>
    <w:tmpl w:val="70669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096D4074"/>
    <w:multiLevelType w:val="hybridMultilevel"/>
    <w:tmpl w:val="8F9A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9DD087A"/>
    <w:multiLevelType w:val="hybridMultilevel"/>
    <w:tmpl w:val="DCD8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09FF31AC"/>
    <w:multiLevelType w:val="hybridMultilevel"/>
    <w:tmpl w:val="A1C47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A0F03D7"/>
    <w:multiLevelType w:val="hybridMultilevel"/>
    <w:tmpl w:val="F126ED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0A692203"/>
    <w:multiLevelType w:val="hybridMultilevel"/>
    <w:tmpl w:val="EFF2DA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0A7F5943"/>
    <w:multiLevelType w:val="hybridMultilevel"/>
    <w:tmpl w:val="6CA42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824998"/>
    <w:multiLevelType w:val="hybridMultilevel"/>
    <w:tmpl w:val="136A4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AB7AF3"/>
    <w:multiLevelType w:val="hybridMultilevel"/>
    <w:tmpl w:val="F9D04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BB60AB"/>
    <w:multiLevelType w:val="hybridMultilevel"/>
    <w:tmpl w:val="72B2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0AE05CCA"/>
    <w:multiLevelType w:val="hybridMultilevel"/>
    <w:tmpl w:val="F522D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AFE584B"/>
    <w:multiLevelType w:val="hybridMultilevel"/>
    <w:tmpl w:val="FDAA0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02756B"/>
    <w:multiLevelType w:val="hybridMultilevel"/>
    <w:tmpl w:val="A4886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B184253"/>
    <w:multiLevelType w:val="hybridMultilevel"/>
    <w:tmpl w:val="42308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0B3515AB"/>
    <w:multiLevelType w:val="hybridMultilevel"/>
    <w:tmpl w:val="08B69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0B4E5307"/>
    <w:multiLevelType w:val="hybridMultilevel"/>
    <w:tmpl w:val="DE006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B946E1E"/>
    <w:multiLevelType w:val="hybridMultilevel"/>
    <w:tmpl w:val="AB66F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B95730A"/>
    <w:multiLevelType w:val="multilevel"/>
    <w:tmpl w:val="0B449464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BB02107"/>
    <w:multiLevelType w:val="hybridMultilevel"/>
    <w:tmpl w:val="9034B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C764675"/>
    <w:multiLevelType w:val="hybridMultilevel"/>
    <w:tmpl w:val="8FE60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A12E61"/>
    <w:multiLevelType w:val="hybridMultilevel"/>
    <w:tmpl w:val="DDE65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0CB769F8"/>
    <w:multiLevelType w:val="hybridMultilevel"/>
    <w:tmpl w:val="C77EC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CCA4398"/>
    <w:multiLevelType w:val="hybridMultilevel"/>
    <w:tmpl w:val="A85E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CCC2C66"/>
    <w:multiLevelType w:val="hybridMultilevel"/>
    <w:tmpl w:val="E72AB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0CD73C1B"/>
    <w:multiLevelType w:val="hybridMultilevel"/>
    <w:tmpl w:val="4E54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CFC4D71"/>
    <w:multiLevelType w:val="hybridMultilevel"/>
    <w:tmpl w:val="420AC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0D1A463D"/>
    <w:multiLevelType w:val="hybridMultilevel"/>
    <w:tmpl w:val="C4AA3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0D5C3292"/>
    <w:multiLevelType w:val="hybridMultilevel"/>
    <w:tmpl w:val="290E8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F4AE639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633F05"/>
    <w:multiLevelType w:val="hybridMultilevel"/>
    <w:tmpl w:val="A992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0D6747BA"/>
    <w:multiLevelType w:val="hybridMultilevel"/>
    <w:tmpl w:val="C846D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D844012"/>
    <w:multiLevelType w:val="hybridMultilevel"/>
    <w:tmpl w:val="62A6D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DA364CD"/>
    <w:multiLevelType w:val="hybridMultilevel"/>
    <w:tmpl w:val="D6423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0DB20A66"/>
    <w:multiLevelType w:val="hybridMultilevel"/>
    <w:tmpl w:val="BEB47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DC44F68"/>
    <w:multiLevelType w:val="hybridMultilevel"/>
    <w:tmpl w:val="22CA0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DCC0857"/>
    <w:multiLevelType w:val="hybridMultilevel"/>
    <w:tmpl w:val="57C0D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DD56453"/>
    <w:multiLevelType w:val="hybridMultilevel"/>
    <w:tmpl w:val="41388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0DFE71EA"/>
    <w:multiLevelType w:val="hybridMultilevel"/>
    <w:tmpl w:val="FB129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E370F47"/>
    <w:multiLevelType w:val="hybridMultilevel"/>
    <w:tmpl w:val="7ADA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0E4648B5"/>
    <w:multiLevelType w:val="hybridMultilevel"/>
    <w:tmpl w:val="01AEA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0E6B5720"/>
    <w:multiLevelType w:val="hybridMultilevel"/>
    <w:tmpl w:val="7BE8D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E9C17BF"/>
    <w:multiLevelType w:val="hybridMultilevel"/>
    <w:tmpl w:val="7E68D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0E9D56BE"/>
    <w:multiLevelType w:val="hybridMultilevel"/>
    <w:tmpl w:val="13446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EA92B5D"/>
    <w:multiLevelType w:val="hybridMultilevel"/>
    <w:tmpl w:val="A6B28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0FB24A4E"/>
    <w:multiLevelType w:val="hybridMultilevel"/>
    <w:tmpl w:val="89225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0FE32D09"/>
    <w:multiLevelType w:val="hybridMultilevel"/>
    <w:tmpl w:val="E84C39A4"/>
    <w:lvl w:ilvl="0" w:tplc="B2C02682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4"/>
        <w:szCs w:val="24"/>
      </w:rPr>
    </w:lvl>
    <w:lvl w:ilvl="1" w:tplc="C8F6FFC8">
      <w:start w:val="1"/>
      <w:numFmt w:val="bullet"/>
      <w:lvlText w:val="•"/>
      <w:lvlJc w:val="left"/>
      <w:pPr>
        <w:ind w:left="731" w:hanging="360"/>
      </w:pPr>
      <w:rPr>
        <w:rFonts w:hint="default"/>
      </w:rPr>
    </w:lvl>
    <w:lvl w:ilvl="2" w:tplc="370ADF40">
      <w:start w:val="1"/>
      <w:numFmt w:val="bullet"/>
      <w:lvlText w:val="•"/>
      <w:lvlJc w:val="left"/>
      <w:pPr>
        <w:ind w:left="1003" w:hanging="360"/>
      </w:pPr>
      <w:rPr>
        <w:rFonts w:hint="default"/>
      </w:rPr>
    </w:lvl>
    <w:lvl w:ilvl="3" w:tplc="3146C23A">
      <w:start w:val="1"/>
      <w:numFmt w:val="bullet"/>
      <w:lvlText w:val="•"/>
      <w:lvlJc w:val="left"/>
      <w:pPr>
        <w:ind w:left="1275" w:hanging="360"/>
      </w:pPr>
      <w:rPr>
        <w:rFonts w:hint="default"/>
      </w:rPr>
    </w:lvl>
    <w:lvl w:ilvl="4" w:tplc="B2B0AA3E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5" w:tplc="A7644A08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6" w:tplc="A3C69054">
      <w:start w:val="1"/>
      <w:numFmt w:val="bullet"/>
      <w:lvlText w:val="•"/>
      <w:lvlJc w:val="left"/>
      <w:pPr>
        <w:ind w:left="2092" w:hanging="360"/>
      </w:pPr>
      <w:rPr>
        <w:rFonts w:hint="default"/>
      </w:rPr>
    </w:lvl>
    <w:lvl w:ilvl="7" w:tplc="59A221E0">
      <w:start w:val="1"/>
      <w:numFmt w:val="bullet"/>
      <w:lvlText w:val="•"/>
      <w:lvlJc w:val="left"/>
      <w:pPr>
        <w:ind w:left="2364" w:hanging="360"/>
      </w:pPr>
      <w:rPr>
        <w:rFonts w:hint="default"/>
      </w:rPr>
    </w:lvl>
    <w:lvl w:ilvl="8" w:tplc="D140FEE2">
      <w:start w:val="1"/>
      <w:numFmt w:val="bullet"/>
      <w:lvlText w:val="•"/>
      <w:lvlJc w:val="left"/>
      <w:pPr>
        <w:ind w:left="2636" w:hanging="360"/>
      </w:pPr>
      <w:rPr>
        <w:rFonts w:hint="default"/>
      </w:rPr>
    </w:lvl>
  </w:abstractNum>
  <w:abstractNum w:abstractNumId="104" w15:restartNumberingAfterBreak="0">
    <w:nsid w:val="10071F08"/>
    <w:multiLevelType w:val="hybridMultilevel"/>
    <w:tmpl w:val="7E60A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0344328"/>
    <w:multiLevelType w:val="hybridMultilevel"/>
    <w:tmpl w:val="2F926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106C27EC"/>
    <w:multiLevelType w:val="hybridMultilevel"/>
    <w:tmpl w:val="9976B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0966D44"/>
    <w:multiLevelType w:val="hybridMultilevel"/>
    <w:tmpl w:val="49FA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09E2067"/>
    <w:multiLevelType w:val="hybridMultilevel"/>
    <w:tmpl w:val="860C24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10B77CD6"/>
    <w:multiLevelType w:val="hybridMultilevel"/>
    <w:tmpl w:val="C9B4A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10C575A9"/>
    <w:multiLevelType w:val="hybridMultilevel"/>
    <w:tmpl w:val="5E2EA9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10CE7263"/>
    <w:multiLevelType w:val="hybridMultilevel"/>
    <w:tmpl w:val="FB14F3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2" w15:restartNumberingAfterBreak="0">
    <w:nsid w:val="11005099"/>
    <w:multiLevelType w:val="hybridMultilevel"/>
    <w:tmpl w:val="91A6F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12A22D6"/>
    <w:multiLevelType w:val="hybridMultilevel"/>
    <w:tmpl w:val="649C0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17E36ED"/>
    <w:multiLevelType w:val="hybridMultilevel"/>
    <w:tmpl w:val="C1F41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11A7799B"/>
    <w:multiLevelType w:val="hybridMultilevel"/>
    <w:tmpl w:val="AE0A4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204516B"/>
    <w:multiLevelType w:val="hybridMultilevel"/>
    <w:tmpl w:val="88768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121847BA"/>
    <w:multiLevelType w:val="hybridMultilevel"/>
    <w:tmpl w:val="02967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26B52B3"/>
    <w:multiLevelType w:val="multilevel"/>
    <w:tmpl w:val="A3A0D7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12881949"/>
    <w:multiLevelType w:val="hybridMultilevel"/>
    <w:tmpl w:val="6A8C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29F1C06"/>
    <w:multiLevelType w:val="hybridMultilevel"/>
    <w:tmpl w:val="8F589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1321012D"/>
    <w:multiLevelType w:val="hybridMultilevel"/>
    <w:tmpl w:val="7E6EE6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 w15:restartNumberingAfterBreak="0">
    <w:nsid w:val="135B42F6"/>
    <w:multiLevelType w:val="hybridMultilevel"/>
    <w:tmpl w:val="2F845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14151E50"/>
    <w:multiLevelType w:val="hybridMultilevel"/>
    <w:tmpl w:val="4A82D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4204BD2"/>
    <w:multiLevelType w:val="hybridMultilevel"/>
    <w:tmpl w:val="0ADA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148F6FB3"/>
    <w:multiLevelType w:val="hybridMultilevel"/>
    <w:tmpl w:val="CF3CD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4CB59E6"/>
    <w:multiLevelType w:val="hybridMultilevel"/>
    <w:tmpl w:val="2222D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4FF3E4E"/>
    <w:multiLevelType w:val="hybridMultilevel"/>
    <w:tmpl w:val="0D6C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50935C7"/>
    <w:multiLevelType w:val="hybridMultilevel"/>
    <w:tmpl w:val="C37E6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1526154B"/>
    <w:multiLevelType w:val="hybridMultilevel"/>
    <w:tmpl w:val="163E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152D0FFC"/>
    <w:multiLevelType w:val="hybridMultilevel"/>
    <w:tmpl w:val="E1B0A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15907C09"/>
    <w:multiLevelType w:val="hybridMultilevel"/>
    <w:tmpl w:val="64741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162A7068"/>
    <w:multiLevelType w:val="hybridMultilevel"/>
    <w:tmpl w:val="3EF49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6934933"/>
    <w:multiLevelType w:val="hybridMultilevel"/>
    <w:tmpl w:val="C8666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6CD5ED1"/>
    <w:multiLevelType w:val="hybridMultilevel"/>
    <w:tmpl w:val="77149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6E161E0"/>
    <w:multiLevelType w:val="hybridMultilevel"/>
    <w:tmpl w:val="534CD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6E50CD5"/>
    <w:multiLevelType w:val="hybridMultilevel"/>
    <w:tmpl w:val="09CAE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70556AD"/>
    <w:multiLevelType w:val="hybridMultilevel"/>
    <w:tmpl w:val="DA20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707287A"/>
    <w:multiLevelType w:val="hybridMultilevel"/>
    <w:tmpl w:val="0B308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74A155B"/>
    <w:multiLevelType w:val="hybridMultilevel"/>
    <w:tmpl w:val="042C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7BD7458"/>
    <w:multiLevelType w:val="hybridMultilevel"/>
    <w:tmpl w:val="686A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17E26B46"/>
    <w:multiLevelType w:val="hybridMultilevel"/>
    <w:tmpl w:val="5C7C63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17EB5232"/>
    <w:multiLevelType w:val="hybridMultilevel"/>
    <w:tmpl w:val="39447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8356A27"/>
    <w:multiLevelType w:val="hybridMultilevel"/>
    <w:tmpl w:val="483C7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8523F12"/>
    <w:multiLevelType w:val="hybridMultilevel"/>
    <w:tmpl w:val="DD721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86F21A7"/>
    <w:multiLevelType w:val="hybridMultilevel"/>
    <w:tmpl w:val="5B680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189426B6"/>
    <w:multiLevelType w:val="hybridMultilevel"/>
    <w:tmpl w:val="BCD82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8B10331"/>
    <w:multiLevelType w:val="hybridMultilevel"/>
    <w:tmpl w:val="585A0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18ED6752"/>
    <w:multiLevelType w:val="hybridMultilevel"/>
    <w:tmpl w:val="25EE6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8FB18C4"/>
    <w:multiLevelType w:val="hybridMultilevel"/>
    <w:tmpl w:val="8752C6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91E4D78"/>
    <w:multiLevelType w:val="hybridMultilevel"/>
    <w:tmpl w:val="699E5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199173D7"/>
    <w:multiLevelType w:val="hybridMultilevel"/>
    <w:tmpl w:val="A9D85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19AB58D1"/>
    <w:multiLevelType w:val="hybridMultilevel"/>
    <w:tmpl w:val="23E4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9B32751"/>
    <w:multiLevelType w:val="hybridMultilevel"/>
    <w:tmpl w:val="F9B06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19EB1113"/>
    <w:multiLevelType w:val="hybridMultilevel"/>
    <w:tmpl w:val="5D0295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1A310C7D"/>
    <w:multiLevelType w:val="hybridMultilevel"/>
    <w:tmpl w:val="6E9E0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A335A7D"/>
    <w:multiLevelType w:val="hybridMultilevel"/>
    <w:tmpl w:val="0254A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A4C11FA"/>
    <w:multiLevelType w:val="hybridMultilevel"/>
    <w:tmpl w:val="AB6AB5D0"/>
    <w:lvl w:ilvl="0" w:tplc="88F2172C">
      <w:start w:val="1"/>
      <w:numFmt w:val="bullet"/>
      <w:pStyle w:val="StyleBullet-SingleSpBold"/>
      <w:lvlText w:val=""/>
      <w:lvlJc w:val="left"/>
      <w:pPr>
        <w:tabs>
          <w:tab w:val="num" w:pos="2304"/>
        </w:tabs>
        <w:ind w:left="2304" w:hanging="144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1A6C609E"/>
    <w:multiLevelType w:val="hybridMultilevel"/>
    <w:tmpl w:val="B3F8A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1A6F4873"/>
    <w:multiLevelType w:val="hybridMultilevel"/>
    <w:tmpl w:val="451CB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1A904331"/>
    <w:multiLevelType w:val="hybridMultilevel"/>
    <w:tmpl w:val="F99205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1" w15:restartNumberingAfterBreak="0">
    <w:nsid w:val="1B140624"/>
    <w:multiLevelType w:val="hybridMultilevel"/>
    <w:tmpl w:val="606C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B1818C4"/>
    <w:multiLevelType w:val="hybridMultilevel"/>
    <w:tmpl w:val="93DE0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1B2D35E6"/>
    <w:multiLevelType w:val="hybridMultilevel"/>
    <w:tmpl w:val="E4AAD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B595A7E"/>
    <w:multiLevelType w:val="hybridMultilevel"/>
    <w:tmpl w:val="AAD2D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B610655"/>
    <w:multiLevelType w:val="hybridMultilevel"/>
    <w:tmpl w:val="45D6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B6F2103"/>
    <w:multiLevelType w:val="hybridMultilevel"/>
    <w:tmpl w:val="318A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1B704592"/>
    <w:multiLevelType w:val="hybridMultilevel"/>
    <w:tmpl w:val="55AC0D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8" w15:restartNumberingAfterBreak="0">
    <w:nsid w:val="1BE30DB7"/>
    <w:multiLevelType w:val="hybridMultilevel"/>
    <w:tmpl w:val="CE4C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1C0068FC"/>
    <w:multiLevelType w:val="hybridMultilevel"/>
    <w:tmpl w:val="97668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1C3675CF"/>
    <w:multiLevelType w:val="hybridMultilevel"/>
    <w:tmpl w:val="9D622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1C3A0BE3"/>
    <w:multiLevelType w:val="hybridMultilevel"/>
    <w:tmpl w:val="58E4A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1C691184"/>
    <w:multiLevelType w:val="hybridMultilevel"/>
    <w:tmpl w:val="49A8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1C910C87"/>
    <w:multiLevelType w:val="hybridMultilevel"/>
    <w:tmpl w:val="AF1C5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1C923955"/>
    <w:multiLevelType w:val="hybridMultilevel"/>
    <w:tmpl w:val="0C7E9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1C9D7615"/>
    <w:multiLevelType w:val="hybridMultilevel"/>
    <w:tmpl w:val="A56E1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1C9F4946"/>
    <w:multiLevelType w:val="hybridMultilevel"/>
    <w:tmpl w:val="7AD8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1CE522EB"/>
    <w:multiLevelType w:val="hybridMultilevel"/>
    <w:tmpl w:val="7128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1D0A37C0"/>
    <w:multiLevelType w:val="hybridMultilevel"/>
    <w:tmpl w:val="DE3C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1D224AF1"/>
    <w:multiLevelType w:val="hybridMultilevel"/>
    <w:tmpl w:val="7FFC4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1D753A8B"/>
    <w:multiLevelType w:val="hybridMultilevel"/>
    <w:tmpl w:val="64A80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1DD05E21"/>
    <w:multiLevelType w:val="hybridMultilevel"/>
    <w:tmpl w:val="C50E4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1DE04369"/>
    <w:multiLevelType w:val="hybridMultilevel"/>
    <w:tmpl w:val="C1A6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1E16682B"/>
    <w:multiLevelType w:val="hybridMultilevel"/>
    <w:tmpl w:val="003E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1E4B47CD"/>
    <w:multiLevelType w:val="hybridMultilevel"/>
    <w:tmpl w:val="79A66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1E816C28"/>
    <w:multiLevelType w:val="hybridMultilevel"/>
    <w:tmpl w:val="FEEC5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1E916588"/>
    <w:multiLevelType w:val="hybridMultilevel"/>
    <w:tmpl w:val="9D820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7" w15:restartNumberingAfterBreak="0">
    <w:nsid w:val="1EBC59FD"/>
    <w:multiLevelType w:val="hybridMultilevel"/>
    <w:tmpl w:val="FE827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1EC23D5D"/>
    <w:multiLevelType w:val="hybridMultilevel"/>
    <w:tmpl w:val="94DE9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1F251638"/>
    <w:multiLevelType w:val="hybridMultilevel"/>
    <w:tmpl w:val="AD8C6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1F3F726E"/>
    <w:multiLevelType w:val="hybridMultilevel"/>
    <w:tmpl w:val="47620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1F507D2A"/>
    <w:multiLevelType w:val="hybridMultilevel"/>
    <w:tmpl w:val="301E7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1F6806E5"/>
    <w:multiLevelType w:val="hybridMultilevel"/>
    <w:tmpl w:val="62D4D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1F8C048B"/>
    <w:multiLevelType w:val="hybridMultilevel"/>
    <w:tmpl w:val="CFA22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1FD02BAB"/>
    <w:multiLevelType w:val="hybridMultilevel"/>
    <w:tmpl w:val="14CA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207B49F5"/>
    <w:multiLevelType w:val="hybridMultilevel"/>
    <w:tmpl w:val="ED765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208D01AD"/>
    <w:multiLevelType w:val="hybridMultilevel"/>
    <w:tmpl w:val="00DE8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0E34CDD"/>
    <w:multiLevelType w:val="hybridMultilevel"/>
    <w:tmpl w:val="DA744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0E36A92"/>
    <w:multiLevelType w:val="hybridMultilevel"/>
    <w:tmpl w:val="7374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0E8297E"/>
    <w:multiLevelType w:val="hybridMultilevel"/>
    <w:tmpl w:val="14C8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210F6970"/>
    <w:multiLevelType w:val="hybridMultilevel"/>
    <w:tmpl w:val="75665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2115588B"/>
    <w:multiLevelType w:val="hybridMultilevel"/>
    <w:tmpl w:val="15CA2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12B2C9E"/>
    <w:multiLevelType w:val="hybridMultilevel"/>
    <w:tmpl w:val="BA468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218235B3"/>
    <w:multiLevelType w:val="hybridMultilevel"/>
    <w:tmpl w:val="9B94F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18A5A52"/>
    <w:multiLevelType w:val="hybridMultilevel"/>
    <w:tmpl w:val="66428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19A48BA"/>
    <w:multiLevelType w:val="hybridMultilevel"/>
    <w:tmpl w:val="969ED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21AA2BEB"/>
    <w:multiLevelType w:val="hybridMultilevel"/>
    <w:tmpl w:val="0B147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1B95FC1"/>
    <w:multiLevelType w:val="hybridMultilevel"/>
    <w:tmpl w:val="4F94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1EC21A7"/>
    <w:multiLevelType w:val="hybridMultilevel"/>
    <w:tmpl w:val="573A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21FC7057"/>
    <w:multiLevelType w:val="hybridMultilevel"/>
    <w:tmpl w:val="0C4C0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2932AB8"/>
    <w:multiLevelType w:val="hybridMultilevel"/>
    <w:tmpl w:val="2A543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1" w15:restartNumberingAfterBreak="0">
    <w:nsid w:val="229908AF"/>
    <w:multiLevelType w:val="hybridMultilevel"/>
    <w:tmpl w:val="8B166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2A12DFF"/>
    <w:multiLevelType w:val="hybridMultilevel"/>
    <w:tmpl w:val="92900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2A83C4B"/>
    <w:multiLevelType w:val="hybridMultilevel"/>
    <w:tmpl w:val="3FFE8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2F82F41"/>
    <w:multiLevelType w:val="hybridMultilevel"/>
    <w:tmpl w:val="20CCA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23176156"/>
    <w:multiLevelType w:val="hybridMultilevel"/>
    <w:tmpl w:val="CF22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3470670"/>
    <w:multiLevelType w:val="hybridMultilevel"/>
    <w:tmpl w:val="452AD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235A7F98"/>
    <w:multiLevelType w:val="hybridMultilevel"/>
    <w:tmpl w:val="65109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3C743F2"/>
    <w:multiLevelType w:val="hybridMultilevel"/>
    <w:tmpl w:val="BCC4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3E65891"/>
    <w:multiLevelType w:val="hybridMultilevel"/>
    <w:tmpl w:val="863AF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3EC4486"/>
    <w:multiLevelType w:val="hybridMultilevel"/>
    <w:tmpl w:val="19125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24DA09DA"/>
    <w:multiLevelType w:val="singleLevel"/>
    <w:tmpl w:val="0F62A72C"/>
    <w:lvl w:ilvl="0">
      <w:start w:val="1"/>
      <w:numFmt w:val="bullet"/>
      <w:pStyle w:val="StyleBullet-DoubleSp11ptAfter0pt"/>
      <w:lvlText w:val="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</w:abstractNum>
  <w:abstractNum w:abstractNumId="222" w15:restartNumberingAfterBreak="0">
    <w:nsid w:val="24E5152D"/>
    <w:multiLevelType w:val="hybridMultilevel"/>
    <w:tmpl w:val="4C281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253778D2"/>
    <w:multiLevelType w:val="hybridMultilevel"/>
    <w:tmpl w:val="C2C6A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255440C8"/>
    <w:multiLevelType w:val="hybridMultilevel"/>
    <w:tmpl w:val="FE7E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256E333C"/>
    <w:multiLevelType w:val="hybridMultilevel"/>
    <w:tmpl w:val="6FC4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5B370B7"/>
    <w:multiLevelType w:val="hybridMultilevel"/>
    <w:tmpl w:val="FC4EF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61709D0"/>
    <w:multiLevelType w:val="hybridMultilevel"/>
    <w:tmpl w:val="5B4CF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262C1DD8"/>
    <w:multiLevelType w:val="hybridMultilevel"/>
    <w:tmpl w:val="626AD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6403083"/>
    <w:multiLevelType w:val="hybridMultilevel"/>
    <w:tmpl w:val="9ADEE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264D1616"/>
    <w:multiLevelType w:val="hybridMultilevel"/>
    <w:tmpl w:val="0AF0E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2658271F"/>
    <w:multiLevelType w:val="hybridMultilevel"/>
    <w:tmpl w:val="053AE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26891146"/>
    <w:multiLevelType w:val="hybridMultilevel"/>
    <w:tmpl w:val="B0A8A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6A53929"/>
    <w:multiLevelType w:val="hybridMultilevel"/>
    <w:tmpl w:val="5100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6EF5CED"/>
    <w:multiLevelType w:val="multilevel"/>
    <w:tmpl w:val="52F620DE"/>
    <w:styleLink w:val="CurrentList1"/>
    <w:lvl w:ilvl="0">
      <w:start w:val="6"/>
      <w:numFmt w:val="decimal"/>
      <w:lvlText w:val="%1.0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none"/>
      <w:lvlText w:val="(1)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235" w15:restartNumberingAfterBreak="0">
    <w:nsid w:val="27103793"/>
    <w:multiLevelType w:val="hybridMultilevel"/>
    <w:tmpl w:val="7FC62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277B4160"/>
    <w:multiLevelType w:val="hybridMultilevel"/>
    <w:tmpl w:val="6B2E3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27D313D5"/>
    <w:multiLevelType w:val="hybridMultilevel"/>
    <w:tmpl w:val="C93ED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8" w15:restartNumberingAfterBreak="0">
    <w:nsid w:val="27D314F8"/>
    <w:multiLevelType w:val="hybridMultilevel"/>
    <w:tmpl w:val="51405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28156C5D"/>
    <w:multiLevelType w:val="hybridMultilevel"/>
    <w:tmpl w:val="D588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87C6433"/>
    <w:multiLevelType w:val="hybridMultilevel"/>
    <w:tmpl w:val="7AFA3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2888249E"/>
    <w:multiLevelType w:val="hybridMultilevel"/>
    <w:tmpl w:val="FE583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8C126B5"/>
    <w:multiLevelType w:val="hybridMultilevel"/>
    <w:tmpl w:val="4B264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8D06261"/>
    <w:multiLevelType w:val="hybridMultilevel"/>
    <w:tmpl w:val="EC3EB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90449A2"/>
    <w:multiLevelType w:val="hybridMultilevel"/>
    <w:tmpl w:val="068A4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2923686C"/>
    <w:multiLevelType w:val="hybridMultilevel"/>
    <w:tmpl w:val="7E3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29346CB0"/>
    <w:multiLevelType w:val="hybridMultilevel"/>
    <w:tmpl w:val="B6322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94164A6"/>
    <w:multiLevelType w:val="hybridMultilevel"/>
    <w:tmpl w:val="F9BEA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9445303"/>
    <w:multiLevelType w:val="hybridMultilevel"/>
    <w:tmpl w:val="936061D0"/>
    <w:lvl w:ilvl="0" w:tplc="04090001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29920389"/>
    <w:multiLevelType w:val="hybridMultilevel"/>
    <w:tmpl w:val="A9FE2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29D1696E"/>
    <w:multiLevelType w:val="hybridMultilevel"/>
    <w:tmpl w:val="D450B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29F66F74"/>
    <w:multiLevelType w:val="hybridMultilevel"/>
    <w:tmpl w:val="E70A1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2A314412"/>
    <w:multiLevelType w:val="hybridMultilevel"/>
    <w:tmpl w:val="627E1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 w15:restartNumberingAfterBreak="0">
    <w:nsid w:val="2AB21A7F"/>
    <w:multiLevelType w:val="hybridMultilevel"/>
    <w:tmpl w:val="55CA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 w15:restartNumberingAfterBreak="0">
    <w:nsid w:val="2B132572"/>
    <w:multiLevelType w:val="hybridMultilevel"/>
    <w:tmpl w:val="90DCD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2BEB21AC"/>
    <w:multiLevelType w:val="hybridMultilevel"/>
    <w:tmpl w:val="DAD818F4"/>
    <w:lvl w:ilvl="0" w:tplc="04090001">
      <w:start w:val="1"/>
      <w:numFmt w:val="bullet"/>
      <w:pStyle w:val="List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2C02753D"/>
    <w:multiLevelType w:val="hybridMultilevel"/>
    <w:tmpl w:val="D8E46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2C6605BC"/>
    <w:multiLevelType w:val="hybridMultilevel"/>
    <w:tmpl w:val="697AC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2C713336"/>
    <w:multiLevelType w:val="hybridMultilevel"/>
    <w:tmpl w:val="D34EE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9" w15:restartNumberingAfterBreak="0">
    <w:nsid w:val="2CFC0811"/>
    <w:multiLevelType w:val="hybridMultilevel"/>
    <w:tmpl w:val="379C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 w15:restartNumberingAfterBreak="0">
    <w:nsid w:val="2D205D37"/>
    <w:multiLevelType w:val="hybridMultilevel"/>
    <w:tmpl w:val="B324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 w15:restartNumberingAfterBreak="0">
    <w:nsid w:val="2D264A24"/>
    <w:multiLevelType w:val="hybridMultilevel"/>
    <w:tmpl w:val="068A4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2D6B1457"/>
    <w:multiLevelType w:val="multilevel"/>
    <w:tmpl w:val="0054DFF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3" w15:restartNumberingAfterBreak="0">
    <w:nsid w:val="2D931783"/>
    <w:multiLevelType w:val="hybridMultilevel"/>
    <w:tmpl w:val="56E62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2D972BA7"/>
    <w:multiLevelType w:val="hybridMultilevel"/>
    <w:tmpl w:val="D5024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 w15:restartNumberingAfterBreak="0">
    <w:nsid w:val="2DA12FD3"/>
    <w:multiLevelType w:val="hybridMultilevel"/>
    <w:tmpl w:val="EF74EF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 w15:restartNumberingAfterBreak="0">
    <w:nsid w:val="2DD51335"/>
    <w:multiLevelType w:val="hybridMultilevel"/>
    <w:tmpl w:val="39002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2DD75C7A"/>
    <w:multiLevelType w:val="hybridMultilevel"/>
    <w:tmpl w:val="012C7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2DE55DAD"/>
    <w:multiLevelType w:val="multilevel"/>
    <w:tmpl w:val="F83CB0F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2E0F3E05"/>
    <w:multiLevelType w:val="hybridMultilevel"/>
    <w:tmpl w:val="EDC2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2E286455"/>
    <w:multiLevelType w:val="hybridMultilevel"/>
    <w:tmpl w:val="B87E7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2E564720"/>
    <w:multiLevelType w:val="hybridMultilevel"/>
    <w:tmpl w:val="D876D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2EAF3286"/>
    <w:multiLevelType w:val="hybridMultilevel"/>
    <w:tmpl w:val="E0C81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2F004093"/>
    <w:multiLevelType w:val="hybridMultilevel"/>
    <w:tmpl w:val="1632B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 w15:restartNumberingAfterBreak="0">
    <w:nsid w:val="2F354782"/>
    <w:multiLevelType w:val="hybridMultilevel"/>
    <w:tmpl w:val="2B3E4A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5" w15:restartNumberingAfterBreak="0">
    <w:nsid w:val="2F493D71"/>
    <w:multiLevelType w:val="hybridMultilevel"/>
    <w:tmpl w:val="CBBEF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2F5F14AA"/>
    <w:multiLevelType w:val="hybridMultilevel"/>
    <w:tmpl w:val="CB8C5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2FA33D32"/>
    <w:multiLevelType w:val="hybridMultilevel"/>
    <w:tmpl w:val="3BF22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2FB2767F"/>
    <w:multiLevelType w:val="hybridMultilevel"/>
    <w:tmpl w:val="5056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2FDB235E"/>
    <w:multiLevelType w:val="hybridMultilevel"/>
    <w:tmpl w:val="0AF6F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0026A39"/>
    <w:multiLevelType w:val="hybridMultilevel"/>
    <w:tmpl w:val="95649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00D2538"/>
    <w:multiLevelType w:val="hybridMultilevel"/>
    <w:tmpl w:val="30F6C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0381A18"/>
    <w:multiLevelType w:val="hybridMultilevel"/>
    <w:tmpl w:val="7408B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04B76C5"/>
    <w:multiLevelType w:val="hybridMultilevel"/>
    <w:tmpl w:val="6068E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0D776F7"/>
    <w:multiLevelType w:val="hybridMultilevel"/>
    <w:tmpl w:val="43BC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1221251"/>
    <w:multiLevelType w:val="hybridMultilevel"/>
    <w:tmpl w:val="C5027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6" w15:restartNumberingAfterBreak="0">
    <w:nsid w:val="31287CC2"/>
    <w:multiLevelType w:val="hybridMultilevel"/>
    <w:tmpl w:val="FC001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312C2BAF"/>
    <w:multiLevelType w:val="hybridMultilevel"/>
    <w:tmpl w:val="097A0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31302ED9"/>
    <w:multiLevelType w:val="hybridMultilevel"/>
    <w:tmpl w:val="FB2A0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16940A3"/>
    <w:multiLevelType w:val="hybridMultilevel"/>
    <w:tmpl w:val="D5022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318B54C3"/>
    <w:multiLevelType w:val="hybridMultilevel"/>
    <w:tmpl w:val="EF98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319606F3"/>
    <w:multiLevelType w:val="hybridMultilevel"/>
    <w:tmpl w:val="B3B0D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1BF19CD"/>
    <w:multiLevelType w:val="hybridMultilevel"/>
    <w:tmpl w:val="23500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1D62514"/>
    <w:multiLevelType w:val="hybridMultilevel"/>
    <w:tmpl w:val="505EA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 w15:restartNumberingAfterBreak="0">
    <w:nsid w:val="31F41F3A"/>
    <w:multiLevelType w:val="hybridMultilevel"/>
    <w:tmpl w:val="6E30A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1FB2F96"/>
    <w:multiLevelType w:val="hybridMultilevel"/>
    <w:tmpl w:val="8E1C4A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6" w15:restartNumberingAfterBreak="0">
    <w:nsid w:val="32174D07"/>
    <w:multiLevelType w:val="hybridMultilevel"/>
    <w:tmpl w:val="7222E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22575A0"/>
    <w:multiLevelType w:val="hybridMultilevel"/>
    <w:tmpl w:val="B26EA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322751FE"/>
    <w:multiLevelType w:val="hybridMultilevel"/>
    <w:tmpl w:val="92F0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2B63AC7"/>
    <w:multiLevelType w:val="hybridMultilevel"/>
    <w:tmpl w:val="37F649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0" w15:restartNumberingAfterBreak="0">
    <w:nsid w:val="32C565F9"/>
    <w:multiLevelType w:val="hybridMultilevel"/>
    <w:tmpl w:val="AD7AB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2CA2A17"/>
    <w:multiLevelType w:val="hybridMultilevel"/>
    <w:tmpl w:val="E99EE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32D13B88"/>
    <w:multiLevelType w:val="hybridMultilevel"/>
    <w:tmpl w:val="1E5054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3" w15:restartNumberingAfterBreak="0">
    <w:nsid w:val="32F94389"/>
    <w:multiLevelType w:val="hybridMultilevel"/>
    <w:tmpl w:val="365A7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 w15:restartNumberingAfterBreak="0">
    <w:nsid w:val="337C68AD"/>
    <w:multiLevelType w:val="hybridMultilevel"/>
    <w:tmpl w:val="2A267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3A861C6"/>
    <w:multiLevelType w:val="multilevel"/>
    <w:tmpl w:val="48C4F82C"/>
    <w:lvl w:ilvl="0">
      <w:start w:val="1"/>
      <w:numFmt w:val="bullet"/>
      <w:pStyle w:val="Dash-SingleS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33F447FB"/>
    <w:multiLevelType w:val="hybridMultilevel"/>
    <w:tmpl w:val="5D64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45A2337"/>
    <w:multiLevelType w:val="singleLevel"/>
    <w:tmpl w:val="CB0657AC"/>
    <w:lvl w:ilvl="0">
      <w:start w:val="1"/>
      <w:numFmt w:val="bullet"/>
      <w:pStyle w:val="Bullet-SingleSp"/>
      <w:lvlText w:val=""/>
      <w:lvlJc w:val="left"/>
      <w:pPr>
        <w:tabs>
          <w:tab w:val="num" w:pos="1152"/>
        </w:tabs>
        <w:ind w:left="1152" w:hanging="432"/>
      </w:pPr>
      <w:rPr>
        <w:rFonts w:ascii="Symbol" w:hAnsi="Symbol" w:hint="default"/>
      </w:rPr>
    </w:lvl>
  </w:abstractNum>
  <w:abstractNum w:abstractNumId="308" w15:restartNumberingAfterBreak="0">
    <w:nsid w:val="34834C43"/>
    <w:multiLevelType w:val="hybridMultilevel"/>
    <w:tmpl w:val="B7945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 w15:restartNumberingAfterBreak="0">
    <w:nsid w:val="34C81AE9"/>
    <w:multiLevelType w:val="hybridMultilevel"/>
    <w:tmpl w:val="29AC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4D16A0E"/>
    <w:multiLevelType w:val="hybridMultilevel"/>
    <w:tmpl w:val="E86AC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4E74D2D"/>
    <w:multiLevelType w:val="hybridMultilevel"/>
    <w:tmpl w:val="14AC4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350C4B84"/>
    <w:multiLevelType w:val="hybridMultilevel"/>
    <w:tmpl w:val="81E6D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3" w15:restartNumberingAfterBreak="0">
    <w:nsid w:val="35180746"/>
    <w:multiLevelType w:val="hybridMultilevel"/>
    <w:tmpl w:val="7A661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5862515"/>
    <w:multiLevelType w:val="hybridMultilevel"/>
    <w:tmpl w:val="B9F6B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59D16B0"/>
    <w:multiLevelType w:val="hybridMultilevel"/>
    <w:tmpl w:val="0778C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36047C6C"/>
    <w:multiLevelType w:val="hybridMultilevel"/>
    <w:tmpl w:val="1842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364817C1"/>
    <w:multiLevelType w:val="hybridMultilevel"/>
    <w:tmpl w:val="081ECB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8" w15:restartNumberingAfterBreak="0">
    <w:nsid w:val="369D538E"/>
    <w:multiLevelType w:val="hybridMultilevel"/>
    <w:tmpl w:val="537C2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69F3B5E"/>
    <w:multiLevelType w:val="hybridMultilevel"/>
    <w:tmpl w:val="8D36C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6A93CA1"/>
    <w:multiLevelType w:val="hybridMultilevel"/>
    <w:tmpl w:val="4E6E57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1" w15:restartNumberingAfterBreak="0">
    <w:nsid w:val="36B02BC6"/>
    <w:multiLevelType w:val="hybridMultilevel"/>
    <w:tmpl w:val="2B98B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36FA4607"/>
    <w:multiLevelType w:val="hybridMultilevel"/>
    <w:tmpl w:val="730E51B2"/>
    <w:lvl w:ilvl="0" w:tplc="7D466DAC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4"/>
        <w:szCs w:val="24"/>
      </w:rPr>
    </w:lvl>
    <w:lvl w:ilvl="1" w:tplc="FE48A1F4">
      <w:start w:val="1"/>
      <w:numFmt w:val="bullet"/>
      <w:lvlText w:val="•"/>
      <w:lvlJc w:val="left"/>
      <w:pPr>
        <w:ind w:left="731" w:hanging="360"/>
      </w:pPr>
      <w:rPr>
        <w:rFonts w:hint="default"/>
      </w:rPr>
    </w:lvl>
    <w:lvl w:ilvl="2" w:tplc="7C44CF92">
      <w:start w:val="1"/>
      <w:numFmt w:val="bullet"/>
      <w:lvlText w:val="•"/>
      <w:lvlJc w:val="left"/>
      <w:pPr>
        <w:ind w:left="1003" w:hanging="360"/>
      </w:pPr>
      <w:rPr>
        <w:rFonts w:hint="default"/>
      </w:rPr>
    </w:lvl>
    <w:lvl w:ilvl="3" w:tplc="93024088">
      <w:start w:val="1"/>
      <w:numFmt w:val="bullet"/>
      <w:lvlText w:val="•"/>
      <w:lvlJc w:val="left"/>
      <w:pPr>
        <w:ind w:left="1276" w:hanging="360"/>
      </w:pPr>
      <w:rPr>
        <w:rFonts w:hint="default"/>
      </w:rPr>
    </w:lvl>
    <w:lvl w:ilvl="4" w:tplc="285E268E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5" w:tplc="5BC88BA2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6" w:tplc="26F61EC4">
      <w:start w:val="1"/>
      <w:numFmt w:val="bullet"/>
      <w:lvlText w:val="•"/>
      <w:lvlJc w:val="left"/>
      <w:pPr>
        <w:ind w:left="2092" w:hanging="360"/>
      </w:pPr>
      <w:rPr>
        <w:rFonts w:hint="default"/>
      </w:rPr>
    </w:lvl>
    <w:lvl w:ilvl="7" w:tplc="AB9C01DE">
      <w:start w:val="1"/>
      <w:numFmt w:val="bullet"/>
      <w:lvlText w:val="•"/>
      <w:lvlJc w:val="left"/>
      <w:pPr>
        <w:ind w:left="2364" w:hanging="360"/>
      </w:pPr>
      <w:rPr>
        <w:rFonts w:hint="default"/>
      </w:rPr>
    </w:lvl>
    <w:lvl w:ilvl="8" w:tplc="16D07C6A">
      <w:start w:val="1"/>
      <w:numFmt w:val="bullet"/>
      <w:lvlText w:val="•"/>
      <w:lvlJc w:val="left"/>
      <w:pPr>
        <w:ind w:left="2636" w:hanging="360"/>
      </w:pPr>
      <w:rPr>
        <w:rFonts w:hint="default"/>
      </w:rPr>
    </w:lvl>
  </w:abstractNum>
  <w:abstractNum w:abstractNumId="323" w15:restartNumberingAfterBreak="0">
    <w:nsid w:val="3762720C"/>
    <w:multiLevelType w:val="hybridMultilevel"/>
    <w:tmpl w:val="F7B0D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80E1F0E"/>
    <w:multiLevelType w:val="hybridMultilevel"/>
    <w:tmpl w:val="E20C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80E25FD"/>
    <w:multiLevelType w:val="hybridMultilevel"/>
    <w:tmpl w:val="1CD2F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382765C6"/>
    <w:multiLevelType w:val="hybridMultilevel"/>
    <w:tmpl w:val="75129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383E5DB7"/>
    <w:multiLevelType w:val="hybridMultilevel"/>
    <w:tmpl w:val="04BE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38500F7C"/>
    <w:multiLevelType w:val="hybridMultilevel"/>
    <w:tmpl w:val="7C78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385B38A2"/>
    <w:multiLevelType w:val="hybridMultilevel"/>
    <w:tmpl w:val="CD885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389B50A3"/>
    <w:multiLevelType w:val="hybridMultilevel"/>
    <w:tmpl w:val="A06C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38A72ADB"/>
    <w:multiLevelType w:val="hybridMultilevel"/>
    <w:tmpl w:val="97DE9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38C80B7A"/>
    <w:multiLevelType w:val="hybridMultilevel"/>
    <w:tmpl w:val="F28C6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38CA6731"/>
    <w:multiLevelType w:val="hybridMultilevel"/>
    <w:tmpl w:val="3B827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38D7407D"/>
    <w:multiLevelType w:val="hybridMultilevel"/>
    <w:tmpl w:val="9616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38F5544E"/>
    <w:multiLevelType w:val="hybridMultilevel"/>
    <w:tmpl w:val="DDE06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6" w15:restartNumberingAfterBreak="0">
    <w:nsid w:val="38FE2CAF"/>
    <w:multiLevelType w:val="hybridMultilevel"/>
    <w:tmpl w:val="480C8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7" w15:restartNumberingAfterBreak="0">
    <w:nsid w:val="393B55C6"/>
    <w:multiLevelType w:val="hybridMultilevel"/>
    <w:tmpl w:val="BC7A2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8" w15:restartNumberingAfterBreak="0">
    <w:nsid w:val="39A066E7"/>
    <w:multiLevelType w:val="hybridMultilevel"/>
    <w:tmpl w:val="DD0A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39CA4719"/>
    <w:multiLevelType w:val="hybridMultilevel"/>
    <w:tmpl w:val="9490E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39CA48AD"/>
    <w:multiLevelType w:val="multilevel"/>
    <w:tmpl w:val="5ED81CB2"/>
    <w:lvl w:ilvl="0">
      <w:numFmt w:val="bullet"/>
      <w:lvlText w:val=""/>
      <w:lvlJc w:val="left"/>
      <w:pPr>
        <w:tabs>
          <w:tab w:val="num" w:pos="1368"/>
        </w:tabs>
        <w:ind w:left="1368" w:hanging="504"/>
      </w:pPr>
      <w:rPr>
        <w:rFonts w:ascii="Symbol" w:hAnsi="Symbol" w:hint="default"/>
        <w:spacing w:val="-1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1" w15:restartNumberingAfterBreak="0">
    <w:nsid w:val="39D0269D"/>
    <w:multiLevelType w:val="hybridMultilevel"/>
    <w:tmpl w:val="2B665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39DC6E44"/>
    <w:multiLevelType w:val="hybridMultilevel"/>
    <w:tmpl w:val="0B504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3" w15:restartNumberingAfterBreak="0">
    <w:nsid w:val="39FD6BD2"/>
    <w:multiLevelType w:val="hybridMultilevel"/>
    <w:tmpl w:val="71B25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3A242572"/>
    <w:multiLevelType w:val="hybridMultilevel"/>
    <w:tmpl w:val="798A0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5" w15:restartNumberingAfterBreak="0">
    <w:nsid w:val="3A243C96"/>
    <w:multiLevelType w:val="hybridMultilevel"/>
    <w:tmpl w:val="EF9E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3A336FDA"/>
    <w:multiLevelType w:val="hybridMultilevel"/>
    <w:tmpl w:val="9A6EE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3A7142D1"/>
    <w:multiLevelType w:val="hybridMultilevel"/>
    <w:tmpl w:val="2B06E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8" w15:restartNumberingAfterBreak="0">
    <w:nsid w:val="3AD658C7"/>
    <w:multiLevelType w:val="hybridMultilevel"/>
    <w:tmpl w:val="40D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3AD949E7"/>
    <w:multiLevelType w:val="hybridMultilevel"/>
    <w:tmpl w:val="C688F2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0" w15:restartNumberingAfterBreak="0">
    <w:nsid w:val="3AFA4848"/>
    <w:multiLevelType w:val="hybridMultilevel"/>
    <w:tmpl w:val="5184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1" w15:restartNumberingAfterBreak="0">
    <w:nsid w:val="3B446574"/>
    <w:multiLevelType w:val="hybridMultilevel"/>
    <w:tmpl w:val="C7B4C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3B8528B4"/>
    <w:multiLevelType w:val="hybridMultilevel"/>
    <w:tmpl w:val="87DA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3B875E83"/>
    <w:multiLevelType w:val="hybridMultilevel"/>
    <w:tmpl w:val="3892C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3B8A5883"/>
    <w:multiLevelType w:val="hybridMultilevel"/>
    <w:tmpl w:val="AF18C7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3BC833C7"/>
    <w:multiLevelType w:val="hybridMultilevel"/>
    <w:tmpl w:val="37204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6" w15:restartNumberingAfterBreak="0">
    <w:nsid w:val="3BDE03BE"/>
    <w:multiLevelType w:val="multilevel"/>
    <w:tmpl w:val="6464D34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3BF86BA8"/>
    <w:multiLevelType w:val="hybridMultilevel"/>
    <w:tmpl w:val="CDE44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3BFC6C62"/>
    <w:multiLevelType w:val="hybridMultilevel"/>
    <w:tmpl w:val="7F869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3C095679"/>
    <w:multiLevelType w:val="hybridMultilevel"/>
    <w:tmpl w:val="6998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0" w15:restartNumberingAfterBreak="0">
    <w:nsid w:val="3C775CB3"/>
    <w:multiLevelType w:val="hybridMultilevel"/>
    <w:tmpl w:val="22B2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1" w15:restartNumberingAfterBreak="0">
    <w:nsid w:val="3C8A31FB"/>
    <w:multiLevelType w:val="hybridMultilevel"/>
    <w:tmpl w:val="41769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2" w15:restartNumberingAfterBreak="0">
    <w:nsid w:val="3CA12D5F"/>
    <w:multiLevelType w:val="hybridMultilevel"/>
    <w:tmpl w:val="86D4F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3CBB0F25"/>
    <w:multiLevelType w:val="hybridMultilevel"/>
    <w:tmpl w:val="435EB9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4" w15:restartNumberingAfterBreak="0">
    <w:nsid w:val="3D053919"/>
    <w:multiLevelType w:val="hybridMultilevel"/>
    <w:tmpl w:val="7AE8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5" w15:restartNumberingAfterBreak="0">
    <w:nsid w:val="3D0F1868"/>
    <w:multiLevelType w:val="hybridMultilevel"/>
    <w:tmpl w:val="14D21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3D260FD8"/>
    <w:multiLevelType w:val="hybridMultilevel"/>
    <w:tmpl w:val="1CF06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7" w15:restartNumberingAfterBreak="0">
    <w:nsid w:val="3D6D3DC2"/>
    <w:multiLevelType w:val="hybridMultilevel"/>
    <w:tmpl w:val="E4DA1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8" w15:restartNumberingAfterBreak="0">
    <w:nsid w:val="3D837AF0"/>
    <w:multiLevelType w:val="hybridMultilevel"/>
    <w:tmpl w:val="50E86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9" w15:restartNumberingAfterBreak="0">
    <w:nsid w:val="3D8732D1"/>
    <w:multiLevelType w:val="hybridMultilevel"/>
    <w:tmpl w:val="9656E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0" w15:restartNumberingAfterBreak="0">
    <w:nsid w:val="3DBB69E7"/>
    <w:multiLevelType w:val="hybridMultilevel"/>
    <w:tmpl w:val="21263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1" w15:restartNumberingAfterBreak="0">
    <w:nsid w:val="3DC8711D"/>
    <w:multiLevelType w:val="hybridMultilevel"/>
    <w:tmpl w:val="65A01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3DE37E4A"/>
    <w:multiLevelType w:val="hybridMultilevel"/>
    <w:tmpl w:val="4FDAB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3" w15:restartNumberingAfterBreak="0">
    <w:nsid w:val="3E631477"/>
    <w:multiLevelType w:val="hybridMultilevel"/>
    <w:tmpl w:val="B6A0C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3E660229"/>
    <w:multiLevelType w:val="hybridMultilevel"/>
    <w:tmpl w:val="32881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 w15:restartNumberingAfterBreak="0">
    <w:nsid w:val="3E9C3546"/>
    <w:multiLevelType w:val="hybridMultilevel"/>
    <w:tmpl w:val="E8547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6" w15:restartNumberingAfterBreak="0">
    <w:nsid w:val="3EB8632A"/>
    <w:multiLevelType w:val="hybridMultilevel"/>
    <w:tmpl w:val="2DE28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7" w15:restartNumberingAfterBreak="0">
    <w:nsid w:val="3EC41943"/>
    <w:multiLevelType w:val="hybridMultilevel"/>
    <w:tmpl w:val="AFAE4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3F0028AC"/>
    <w:multiLevelType w:val="hybridMultilevel"/>
    <w:tmpl w:val="17907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3F2C2C9D"/>
    <w:multiLevelType w:val="hybridMultilevel"/>
    <w:tmpl w:val="78DC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0" w15:restartNumberingAfterBreak="0">
    <w:nsid w:val="3F321E16"/>
    <w:multiLevelType w:val="hybridMultilevel"/>
    <w:tmpl w:val="E93C5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1" w15:restartNumberingAfterBreak="0">
    <w:nsid w:val="3F3B79C5"/>
    <w:multiLevelType w:val="multilevel"/>
    <w:tmpl w:val="5ED81CB2"/>
    <w:styleLink w:val="StyleBulleted"/>
    <w:lvl w:ilvl="0">
      <w:numFmt w:val="bullet"/>
      <w:lvlText w:val=""/>
      <w:lvlJc w:val="left"/>
      <w:pPr>
        <w:tabs>
          <w:tab w:val="num" w:pos="1368"/>
        </w:tabs>
        <w:ind w:left="1368" w:hanging="504"/>
      </w:pPr>
      <w:rPr>
        <w:rFonts w:ascii="Symbol" w:hAnsi="Symbol" w:hint="default"/>
        <w:spacing w:val="-1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3F4902E6"/>
    <w:multiLevelType w:val="hybridMultilevel"/>
    <w:tmpl w:val="A9722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3F8A53BA"/>
    <w:multiLevelType w:val="hybridMultilevel"/>
    <w:tmpl w:val="AF049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3FFC6634"/>
    <w:multiLevelType w:val="hybridMultilevel"/>
    <w:tmpl w:val="3A2E5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0110398"/>
    <w:multiLevelType w:val="hybridMultilevel"/>
    <w:tmpl w:val="D3C8608A"/>
    <w:lvl w:ilvl="0" w:tplc="9818407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86" w15:restartNumberingAfterBreak="0">
    <w:nsid w:val="401A7254"/>
    <w:multiLevelType w:val="hybridMultilevel"/>
    <w:tmpl w:val="9DCAC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7" w15:restartNumberingAfterBreak="0">
    <w:nsid w:val="403D16D7"/>
    <w:multiLevelType w:val="hybridMultilevel"/>
    <w:tmpl w:val="FC06F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0483E46"/>
    <w:multiLevelType w:val="hybridMultilevel"/>
    <w:tmpl w:val="67685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0B5243A"/>
    <w:multiLevelType w:val="hybridMultilevel"/>
    <w:tmpl w:val="1CC63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0BB11F5"/>
    <w:multiLevelType w:val="hybridMultilevel"/>
    <w:tmpl w:val="5B122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1" w15:restartNumberingAfterBreak="0">
    <w:nsid w:val="416176B1"/>
    <w:multiLevelType w:val="hybridMultilevel"/>
    <w:tmpl w:val="4ACA9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2" w15:restartNumberingAfterBreak="0">
    <w:nsid w:val="416A4D73"/>
    <w:multiLevelType w:val="hybridMultilevel"/>
    <w:tmpl w:val="0A886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 w15:restartNumberingAfterBreak="0">
    <w:nsid w:val="41936F59"/>
    <w:multiLevelType w:val="hybridMultilevel"/>
    <w:tmpl w:val="01C89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41B1652A"/>
    <w:multiLevelType w:val="hybridMultilevel"/>
    <w:tmpl w:val="A2809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5" w15:restartNumberingAfterBreak="0">
    <w:nsid w:val="41B20546"/>
    <w:multiLevelType w:val="hybridMultilevel"/>
    <w:tmpl w:val="EE74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6" w15:restartNumberingAfterBreak="0">
    <w:nsid w:val="41E360D7"/>
    <w:multiLevelType w:val="hybridMultilevel"/>
    <w:tmpl w:val="A4B67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7" w15:restartNumberingAfterBreak="0">
    <w:nsid w:val="41F1019D"/>
    <w:multiLevelType w:val="hybridMultilevel"/>
    <w:tmpl w:val="292A8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8" w15:restartNumberingAfterBreak="0">
    <w:nsid w:val="420578C1"/>
    <w:multiLevelType w:val="hybridMultilevel"/>
    <w:tmpl w:val="9412D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9" w15:restartNumberingAfterBreak="0">
    <w:nsid w:val="42102EE5"/>
    <w:multiLevelType w:val="hybridMultilevel"/>
    <w:tmpl w:val="8C7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42E76D4C"/>
    <w:multiLevelType w:val="hybridMultilevel"/>
    <w:tmpl w:val="A0704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 w15:restartNumberingAfterBreak="0">
    <w:nsid w:val="42F0295E"/>
    <w:multiLevelType w:val="hybridMultilevel"/>
    <w:tmpl w:val="83E2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2" w15:restartNumberingAfterBreak="0">
    <w:nsid w:val="43031211"/>
    <w:multiLevelType w:val="hybridMultilevel"/>
    <w:tmpl w:val="B972CB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3" w15:restartNumberingAfterBreak="0">
    <w:nsid w:val="430C6556"/>
    <w:multiLevelType w:val="hybridMultilevel"/>
    <w:tmpl w:val="D9CE3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433C2627"/>
    <w:multiLevelType w:val="hybridMultilevel"/>
    <w:tmpl w:val="CBAC3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341558F"/>
    <w:multiLevelType w:val="hybridMultilevel"/>
    <w:tmpl w:val="4D423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4343239D"/>
    <w:multiLevelType w:val="hybridMultilevel"/>
    <w:tmpl w:val="CBA4E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435B4022"/>
    <w:multiLevelType w:val="hybridMultilevel"/>
    <w:tmpl w:val="1BFC1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437F2155"/>
    <w:multiLevelType w:val="hybridMultilevel"/>
    <w:tmpl w:val="E8F21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 w15:restartNumberingAfterBreak="0">
    <w:nsid w:val="43850776"/>
    <w:multiLevelType w:val="hybridMultilevel"/>
    <w:tmpl w:val="CA0A6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43A272A9"/>
    <w:multiLevelType w:val="hybridMultilevel"/>
    <w:tmpl w:val="1FF07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43C40038"/>
    <w:multiLevelType w:val="hybridMultilevel"/>
    <w:tmpl w:val="146E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440E1EEE"/>
    <w:multiLevelType w:val="hybridMultilevel"/>
    <w:tmpl w:val="17A45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3" w15:restartNumberingAfterBreak="0">
    <w:nsid w:val="44147914"/>
    <w:multiLevelType w:val="hybridMultilevel"/>
    <w:tmpl w:val="B2F27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4" w15:restartNumberingAfterBreak="0">
    <w:nsid w:val="441C24AC"/>
    <w:multiLevelType w:val="hybridMultilevel"/>
    <w:tmpl w:val="3D066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5" w15:restartNumberingAfterBreak="0">
    <w:nsid w:val="44302C0B"/>
    <w:multiLevelType w:val="hybridMultilevel"/>
    <w:tmpl w:val="DF28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6" w15:restartNumberingAfterBreak="0">
    <w:nsid w:val="44327325"/>
    <w:multiLevelType w:val="hybridMultilevel"/>
    <w:tmpl w:val="3668A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44860C16"/>
    <w:multiLevelType w:val="hybridMultilevel"/>
    <w:tmpl w:val="926A9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44AB17A9"/>
    <w:multiLevelType w:val="hybridMultilevel"/>
    <w:tmpl w:val="E410E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44BC331A"/>
    <w:multiLevelType w:val="hybridMultilevel"/>
    <w:tmpl w:val="6AA228C6"/>
    <w:lvl w:ilvl="0" w:tplc="7706BE56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0" w15:restartNumberingAfterBreak="0">
    <w:nsid w:val="44C27725"/>
    <w:multiLevelType w:val="hybridMultilevel"/>
    <w:tmpl w:val="ABA2D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 w15:restartNumberingAfterBreak="0">
    <w:nsid w:val="4506393A"/>
    <w:multiLevelType w:val="hybridMultilevel"/>
    <w:tmpl w:val="3B0A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45311BF6"/>
    <w:multiLevelType w:val="hybridMultilevel"/>
    <w:tmpl w:val="C78A7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3" w15:restartNumberingAfterBreak="0">
    <w:nsid w:val="453B2460"/>
    <w:multiLevelType w:val="hybridMultilevel"/>
    <w:tmpl w:val="71F89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 w15:restartNumberingAfterBreak="0">
    <w:nsid w:val="45714119"/>
    <w:multiLevelType w:val="hybridMultilevel"/>
    <w:tmpl w:val="60BA1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45976AE3"/>
    <w:multiLevelType w:val="hybridMultilevel"/>
    <w:tmpl w:val="9D984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45BC0842"/>
    <w:multiLevelType w:val="hybridMultilevel"/>
    <w:tmpl w:val="E6AAB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7" w15:restartNumberingAfterBreak="0">
    <w:nsid w:val="45D13404"/>
    <w:multiLevelType w:val="hybridMultilevel"/>
    <w:tmpl w:val="6716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45F04B97"/>
    <w:multiLevelType w:val="hybridMultilevel"/>
    <w:tmpl w:val="5E30C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9" w15:restartNumberingAfterBreak="0">
    <w:nsid w:val="461B4231"/>
    <w:multiLevelType w:val="hybridMultilevel"/>
    <w:tmpl w:val="261C7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0" w15:restartNumberingAfterBreak="0">
    <w:nsid w:val="462F4274"/>
    <w:multiLevelType w:val="hybridMultilevel"/>
    <w:tmpl w:val="1F80FA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1" w15:restartNumberingAfterBreak="0">
    <w:nsid w:val="46630F00"/>
    <w:multiLevelType w:val="hybridMultilevel"/>
    <w:tmpl w:val="69D8D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46C24BCB"/>
    <w:multiLevelType w:val="hybridMultilevel"/>
    <w:tmpl w:val="F080F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3" w15:restartNumberingAfterBreak="0">
    <w:nsid w:val="4708450E"/>
    <w:multiLevelType w:val="hybridMultilevel"/>
    <w:tmpl w:val="CB2CEE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4" w15:restartNumberingAfterBreak="0">
    <w:nsid w:val="473050B9"/>
    <w:multiLevelType w:val="hybridMultilevel"/>
    <w:tmpl w:val="2E5C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47390945"/>
    <w:multiLevelType w:val="hybridMultilevel"/>
    <w:tmpl w:val="7E68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47723663"/>
    <w:multiLevelType w:val="multilevel"/>
    <w:tmpl w:val="81E487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477A5FB5"/>
    <w:multiLevelType w:val="hybridMultilevel"/>
    <w:tmpl w:val="E9202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4788641D"/>
    <w:multiLevelType w:val="hybridMultilevel"/>
    <w:tmpl w:val="DD1AA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47A37D68"/>
    <w:multiLevelType w:val="hybridMultilevel"/>
    <w:tmpl w:val="99F48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47A418C0"/>
    <w:multiLevelType w:val="hybridMultilevel"/>
    <w:tmpl w:val="80D62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1" w15:restartNumberingAfterBreak="0">
    <w:nsid w:val="47E863AE"/>
    <w:multiLevelType w:val="hybridMultilevel"/>
    <w:tmpl w:val="879E4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481214C8"/>
    <w:multiLevelType w:val="hybridMultilevel"/>
    <w:tmpl w:val="0890D1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3" w15:restartNumberingAfterBreak="0">
    <w:nsid w:val="48287759"/>
    <w:multiLevelType w:val="hybridMultilevel"/>
    <w:tmpl w:val="A57CE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489C562B"/>
    <w:multiLevelType w:val="hybridMultilevel"/>
    <w:tmpl w:val="F788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 w15:restartNumberingAfterBreak="0">
    <w:nsid w:val="48C43E0D"/>
    <w:multiLevelType w:val="hybridMultilevel"/>
    <w:tmpl w:val="6C125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48D96330"/>
    <w:multiLevelType w:val="hybridMultilevel"/>
    <w:tmpl w:val="FEBC0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7" w15:restartNumberingAfterBreak="0">
    <w:nsid w:val="49144855"/>
    <w:multiLevelType w:val="hybridMultilevel"/>
    <w:tmpl w:val="3FF8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493C4280"/>
    <w:multiLevelType w:val="hybridMultilevel"/>
    <w:tmpl w:val="C4C08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497C5838"/>
    <w:multiLevelType w:val="hybridMultilevel"/>
    <w:tmpl w:val="6316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0" w15:restartNumberingAfterBreak="0">
    <w:nsid w:val="49B01CAA"/>
    <w:multiLevelType w:val="hybridMultilevel"/>
    <w:tmpl w:val="B3A2C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1" w15:restartNumberingAfterBreak="0">
    <w:nsid w:val="49B8510E"/>
    <w:multiLevelType w:val="hybridMultilevel"/>
    <w:tmpl w:val="934C5384"/>
    <w:lvl w:ilvl="0" w:tplc="C394AA0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52" w15:restartNumberingAfterBreak="0">
    <w:nsid w:val="49F90B77"/>
    <w:multiLevelType w:val="hybridMultilevel"/>
    <w:tmpl w:val="FCAE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3" w15:restartNumberingAfterBreak="0">
    <w:nsid w:val="4A0E4CAA"/>
    <w:multiLevelType w:val="hybridMultilevel"/>
    <w:tmpl w:val="CD8CF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4" w15:restartNumberingAfterBreak="0">
    <w:nsid w:val="4A224E7A"/>
    <w:multiLevelType w:val="hybridMultilevel"/>
    <w:tmpl w:val="CC6C03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5" w15:restartNumberingAfterBreak="0">
    <w:nsid w:val="4A432933"/>
    <w:multiLevelType w:val="hybridMultilevel"/>
    <w:tmpl w:val="7FA45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4A5C61E4"/>
    <w:multiLevelType w:val="hybridMultilevel"/>
    <w:tmpl w:val="7E24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 w15:restartNumberingAfterBreak="0">
    <w:nsid w:val="4A6958DD"/>
    <w:multiLevelType w:val="hybridMultilevel"/>
    <w:tmpl w:val="E208D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4A9320E1"/>
    <w:multiLevelType w:val="hybridMultilevel"/>
    <w:tmpl w:val="13AE3A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4AA42C86"/>
    <w:multiLevelType w:val="hybridMultilevel"/>
    <w:tmpl w:val="9BCE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4AC64670"/>
    <w:multiLevelType w:val="hybridMultilevel"/>
    <w:tmpl w:val="FFAAA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4AD51D8B"/>
    <w:multiLevelType w:val="hybridMultilevel"/>
    <w:tmpl w:val="0A1A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2" w15:restartNumberingAfterBreak="0">
    <w:nsid w:val="4AE85AF6"/>
    <w:multiLevelType w:val="hybridMultilevel"/>
    <w:tmpl w:val="CF6AA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3" w15:restartNumberingAfterBreak="0">
    <w:nsid w:val="4AEF7223"/>
    <w:multiLevelType w:val="hybridMultilevel"/>
    <w:tmpl w:val="0CAA4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4" w15:restartNumberingAfterBreak="0">
    <w:nsid w:val="4B80266E"/>
    <w:multiLevelType w:val="hybridMultilevel"/>
    <w:tmpl w:val="202ED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4B913883"/>
    <w:multiLevelType w:val="hybridMultilevel"/>
    <w:tmpl w:val="4D22A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4BD27F43"/>
    <w:multiLevelType w:val="hybridMultilevel"/>
    <w:tmpl w:val="25EE7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4BD915CD"/>
    <w:multiLevelType w:val="hybridMultilevel"/>
    <w:tmpl w:val="048A7C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8" w15:restartNumberingAfterBreak="0">
    <w:nsid w:val="4BFD73D5"/>
    <w:multiLevelType w:val="hybridMultilevel"/>
    <w:tmpl w:val="27B6F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4C092B64"/>
    <w:multiLevelType w:val="hybridMultilevel"/>
    <w:tmpl w:val="C5D86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0" w15:restartNumberingAfterBreak="0">
    <w:nsid w:val="4C6B57D0"/>
    <w:multiLevelType w:val="hybridMultilevel"/>
    <w:tmpl w:val="34C86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4CA04DBB"/>
    <w:multiLevelType w:val="hybridMultilevel"/>
    <w:tmpl w:val="93407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2" w15:restartNumberingAfterBreak="0">
    <w:nsid w:val="4CE400AD"/>
    <w:multiLevelType w:val="hybridMultilevel"/>
    <w:tmpl w:val="2762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3" w15:restartNumberingAfterBreak="0">
    <w:nsid w:val="4CF8058F"/>
    <w:multiLevelType w:val="hybridMultilevel"/>
    <w:tmpl w:val="C28C0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4D0577BB"/>
    <w:multiLevelType w:val="hybridMultilevel"/>
    <w:tmpl w:val="2DCA2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4D196A95"/>
    <w:multiLevelType w:val="hybridMultilevel"/>
    <w:tmpl w:val="5FEE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6" w15:restartNumberingAfterBreak="0">
    <w:nsid w:val="4D267C3B"/>
    <w:multiLevelType w:val="hybridMultilevel"/>
    <w:tmpl w:val="80441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7" w15:restartNumberingAfterBreak="0">
    <w:nsid w:val="4DB276B6"/>
    <w:multiLevelType w:val="hybridMultilevel"/>
    <w:tmpl w:val="D8E09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4DC240FE"/>
    <w:multiLevelType w:val="hybridMultilevel"/>
    <w:tmpl w:val="2466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9" w15:restartNumberingAfterBreak="0">
    <w:nsid w:val="4DDB1B55"/>
    <w:multiLevelType w:val="hybridMultilevel"/>
    <w:tmpl w:val="6ECC1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4DFE4A03"/>
    <w:multiLevelType w:val="hybridMultilevel"/>
    <w:tmpl w:val="1AAEC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4E140CA7"/>
    <w:multiLevelType w:val="hybridMultilevel"/>
    <w:tmpl w:val="7F3C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2" w15:restartNumberingAfterBreak="0">
    <w:nsid w:val="4E3D2E3B"/>
    <w:multiLevelType w:val="hybridMultilevel"/>
    <w:tmpl w:val="8D5C7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4E55614B"/>
    <w:multiLevelType w:val="hybridMultilevel"/>
    <w:tmpl w:val="8B20A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4E6B3207"/>
    <w:multiLevelType w:val="hybridMultilevel"/>
    <w:tmpl w:val="D730C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5" w15:restartNumberingAfterBreak="0">
    <w:nsid w:val="4E782780"/>
    <w:multiLevelType w:val="hybridMultilevel"/>
    <w:tmpl w:val="1AAA5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 w15:restartNumberingAfterBreak="0">
    <w:nsid w:val="4ED046BE"/>
    <w:multiLevelType w:val="hybridMultilevel"/>
    <w:tmpl w:val="7AB044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4F215B4F"/>
    <w:multiLevelType w:val="hybridMultilevel"/>
    <w:tmpl w:val="58425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4F232AE0"/>
    <w:multiLevelType w:val="hybridMultilevel"/>
    <w:tmpl w:val="14C42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9" w15:restartNumberingAfterBreak="0">
    <w:nsid w:val="4F250300"/>
    <w:multiLevelType w:val="hybridMultilevel"/>
    <w:tmpl w:val="9418D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0" w15:restartNumberingAfterBreak="0">
    <w:nsid w:val="4F3C6F31"/>
    <w:multiLevelType w:val="hybridMultilevel"/>
    <w:tmpl w:val="D284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1" w15:restartNumberingAfterBreak="0">
    <w:nsid w:val="4FC169A2"/>
    <w:multiLevelType w:val="hybridMultilevel"/>
    <w:tmpl w:val="6EA8C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2" w15:restartNumberingAfterBreak="0">
    <w:nsid w:val="4FCE4D0E"/>
    <w:multiLevelType w:val="hybridMultilevel"/>
    <w:tmpl w:val="7EDC4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3" w15:restartNumberingAfterBreak="0">
    <w:nsid w:val="50465AA3"/>
    <w:multiLevelType w:val="hybridMultilevel"/>
    <w:tmpl w:val="C55E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504D5BA8"/>
    <w:multiLevelType w:val="hybridMultilevel"/>
    <w:tmpl w:val="EFD8D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50580B76"/>
    <w:multiLevelType w:val="hybridMultilevel"/>
    <w:tmpl w:val="A0DEF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513228B3"/>
    <w:multiLevelType w:val="hybridMultilevel"/>
    <w:tmpl w:val="332EC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 w15:restartNumberingAfterBreak="0">
    <w:nsid w:val="516F4651"/>
    <w:multiLevelType w:val="hybridMultilevel"/>
    <w:tmpl w:val="B7002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8" w15:restartNumberingAfterBreak="0">
    <w:nsid w:val="51AB40C8"/>
    <w:multiLevelType w:val="hybridMultilevel"/>
    <w:tmpl w:val="F65A6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 w15:restartNumberingAfterBreak="0">
    <w:nsid w:val="51D06C98"/>
    <w:multiLevelType w:val="hybridMultilevel"/>
    <w:tmpl w:val="9306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51D75934"/>
    <w:multiLevelType w:val="hybridMultilevel"/>
    <w:tmpl w:val="94B2D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1" w15:restartNumberingAfterBreak="0">
    <w:nsid w:val="51D81F8B"/>
    <w:multiLevelType w:val="hybridMultilevel"/>
    <w:tmpl w:val="B308A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51DD57AE"/>
    <w:multiLevelType w:val="hybridMultilevel"/>
    <w:tmpl w:val="F1BC4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51E46791"/>
    <w:multiLevelType w:val="hybridMultilevel"/>
    <w:tmpl w:val="C6E27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52054157"/>
    <w:multiLevelType w:val="hybridMultilevel"/>
    <w:tmpl w:val="D49C2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5" w15:restartNumberingAfterBreak="0">
    <w:nsid w:val="522E7A6A"/>
    <w:multiLevelType w:val="hybridMultilevel"/>
    <w:tmpl w:val="28F0E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52723103"/>
    <w:multiLevelType w:val="hybridMultilevel"/>
    <w:tmpl w:val="F6920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 w15:restartNumberingAfterBreak="0">
    <w:nsid w:val="52834236"/>
    <w:multiLevelType w:val="hybridMultilevel"/>
    <w:tmpl w:val="92A07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5292750D"/>
    <w:multiLevelType w:val="hybridMultilevel"/>
    <w:tmpl w:val="8C925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9" w15:restartNumberingAfterBreak="0">
    <w:nsid w:val="52B8238D"/>
    <w:multiLevelType w:val="hybridMultilevel"/>
    <w:tmpl w:val="21343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52DC7C57"/>
    <w:multiLevelType w:val="hybridMultilevel"/>
    <w:tmpl w:val="C9AEA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 w15:restartNumberingAfterBreak="0">
    <w:nsid w:val="52F71A16"/>
    <w:multiLevelType w:val="hybridMultilevel"/>
    <w:tmpl w:val="CD246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 w15:restartNumberingAfterBreak="0">
    <w:nsid w:val="530232CB"/>
    <w:multiLevelType w:val="hybridMultilevel"/>
    <w:tmpl w:val="3DFC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53051E72"/>
    <w:multiLevelType w:val="hybridMultilevel"/>
    <w:tmpl w:val="63E8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4" w15:restartNumberingAfterBreak="0">
    <w:nsid w:val="532567D7"/>
    <w:multiLevelType w:val="hybridMultilevel"/>
    <w:tmpl w:val="C9EC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53AB1212"/>
    <w:multiLevelType w:val="hybridMultilevel"/>
    <w:tmpl w:val="007A9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6" w15:restartNumberingAfterBreak="0">
    <w:nsid w:val="54271D36"/>
    <w:multiLevelType w:val="hybridMultilevel"/>
    <w:tmpl w:val="558AF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54545BD1"/>
    <w:multiLevelType w:val="hybridMultilevel"/>
    <w:tmpl w:val="44306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8" w15:restartNumberingAfterBreak="0">
    <w:nsid w:val="5485331E"/>
    <w:multiLevelType w:val="hybridMultilevel"/>
    <w:tmpl w:val="AB2A0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9" w15:restartNumberingAfterBreak="0">
    <w:nsid w:val="5485420B"/>
    <w:multiLevelType w:val="hybridMultilevel"/>
    <w:tmpl w:val="A226F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54B15B64"/>
    <w:multiLevelType w:val="hybridMultilevel"/>
    <w:tmpl w:val="BC92D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54E47C96"/>
    <w:multiLevelType w:val="hybridMultilevel"/>
    <w:tmpl w:val="B2B42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5514176E"/>
    <w:multiLevelType w:val="hybridMultilevel"/>
    <w:tmpl w:val="3572C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3" w15:restartNumberingAfterBreak="0">
    <w:nsid w:val="552521AC"/>
    <w:multiLevelType w:val="hybridMultilevel"/>
    <w:tmpl w:val="EE7808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4" w15:restartNumberingAfterBreak="0">
    <w:nsid w:val="5525339F"/>
    <w:multiLevelType w:val="hybridMultilevel"/>
    <w:tmpl w:val="3836D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5" w15:restartNumberingAfterBreak="0">
    <w:nsid w:val="5588194D"/>
    <w:multiLevelType w:val="hybridMultilevel"/>
    <w:tmpl w:val="ABF0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 w15:restartNumberingAfterBreak="0">
    <w:nsid w:val="55C6534F"/>
    <w:multiLevelType w:val="hybridMultilevel"/>
    <w:tmpl w:val="89840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7" w15:restartNumberingAfterBreak="0">
    <w:nsid w:val="55D87A71"/>
    <w:multiLevelType w:val="hybridMultilevel"/>
    <w:tmpl w:val="36163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562354F8"/>
    <w:multiLevelType w:val="hybridMultilevel"/>
    <w:tmpl w:val="E3724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563D2994"/>
    <w:multiLevelType w:val="hybridMultilevel"/>
    <w:tmpl w:val="7A0ED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565B3B6F"/>
    <w:multiLevelType w:val="hybridMultilevel"/>
    <w:tmpl w:val="A976A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1" w15:restartNumberingAfterBreak="0">
    <w:nsid w:val="568866F5"/>
    <w:multiLevelType w:val="hybridMultilevel"/>
    <w:tmpl w:val="33DC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 w15:restartNumberingAfterBreak="0">
    <w:nsid w:val="569E4216"/>
    <w:multiLevelType w:val="hybridMultilevel"/>
    <w:tmpl w:val="0E36B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3" w15:restartNumberingAfterBreak="0">
    <w:nsid w:val="56A40B9C"/>
    <w:multiLevelType w:val="hybridMultilevel"/>
    <w:tmpl w:val="1BA60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56BE757C"/>
    <w:multiLevelType w:val="hybridMultilevel"/>
    <w:tmpl w:val="EDE06C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57255F4D"/>
    <w:multiLevelType w:val="hybridMultilevel"/>
    <w:tmpl w:val="95207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6" w15:restartNumberingAfterBreak="0">
    <w:nsid w:val="57257210"/>
    <w:multiLevelType w:val="hybridMultilevel"/>
    <w:tmpl w:val="5F165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7" w15:restartNumberingAfterBreak="0">
    <w:nsid w:val="575A60DE"/>
    <w:multiLevelType w:val="hybridMultilevel"/>
    <w:tmpl w:val="DF16E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8" w15:restartNumberingAfterBreak="0">
    <w:nsid w:val="57906C97"/>
    <w:multiLevelType w:val="hybridMultilevel"/>
    <w:tmpl w:val="6FA45B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9" w15:restartNumberingAfterBreak="0">
    <w:nsid w:val="57AF0A70"/>
    <w:multiLevelType w:val="hybridMultilevel"/>
    <w:tmpl w:val="4C585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0" w15:restartNumberingAfterBreak="0">
    <w:nsid w:val="57B806A6"/>
    <w:multiLevelType w:val="hybridMultilevel"/>
    <w:tmpl w:val="71E4BC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1" w15:restartNumberingAfterBreak="0">
    <w:nsid w:val="57F10883"/>
    <w:multiLevelType w:val="hybridMultilevel"/>
    <w:tmpl w:val="63646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58190681"/>
    <w:multiLevelType w:val="hybridMultilevel"/>
    <w:tmpl w:val="7C343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582375D2"/>
    <w:multiLevelType w:val="hybridMultilevel"/>
    <w:tmpl w:val="A476E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 w15:restartNumberingAfterBreak="0">
    <w:nsid w:val="583B2A3F"/>
    <w:multiLevelType w:val="hybridMultilevel"/>
    <w:tmpl w:val="C206F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583D5582"/>
    <w:multiLevelType w:val="hybridMultilevel"/>
    <w:tmpl w:val="4744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58627145"/>
    <w:multiLevelType w:val="hybridMultilevel"/>
    <w:tmpl w:val="886E6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58AA430A"/>
    <w:multiLevelType w:val="hybridMultilevel"/>
    <w:tmpl w:val="3AECE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58C24BDB"/>
    <w:multiLevelType w:val="hybridMultilevel"/>
    <w:tmpl w:val="99549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58D82F64"/>
    <w:multiLevelType w:val="hybridMultilevel"/>
    <w:tmpl w:val="A9ACE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 w15:restartNumberingAfterBreak="0">
    <w:nsid w:val="58E9345E"/>
    <w:multiLevelType w:val="hybridMultilevel"/>
    <w:tmpl w:val="7C9C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1" w15:restartNumberingAfterBreak="0">
    <w:nsid w:val="58F577DE"/>
    <w:multiLevelType w:val="hybridMultilevel"/>
    <w:tmpl w:val="C6BA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59170AA2"/>
    <w:multiLevelType w:val="hybridMultilevel"/>
    <w:tmpl w:val="57920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3" w15:restartNumberingAfterBreak="0">
    <w:nsid w:val="59334E77"/>
    <w:multiLevelType w:val="hybridMultilevel"/>
    <w:tmpl w:val="D2826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5948642A"/>
    <w:multiLevelType w:val="hybridMultilevel"/>
    <w:tmpl w:val="E80A8B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5" w15:restartNumberingAfterBreak="0">
    <w:nsid w:val="597E6D4C"/>
    <w:multiLevelType w:val="hybridMultilevel"/>
    <w:tmpl w:val="B820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6" w15:restartNumberingAfterBreak="0">
    <w:nsid w:val="599D13A8"/>
    <w:multiLevelType w:val="hybridMultilevel"/>
    <w:tmpl w:val="9F74B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7" w15:restartNumberingAfterBreak="0">
    <w:nsid w:val="5A3F7839"/>
    <w:multiLevelType w:val="hybridMultilevel"/>
    <w:tmpl w:val="D7F677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5A4E1C68"/>
    <w:multiLevelType w:val="hybridMultilevel"/>
    <w:tmpl w:val="E700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5A937486"/>
    <w:multiLevelType w:val="hybridMultilevel"/>
    <w:tmpl w:val="04942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5AB344CA"/>
    <w:multiLevelType w:val="hybridMultilevel"/>
    <w:tmpl w:val="7D8E5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1" w15:restartNumberingAfterBreak="0">
    <w:nsid w:val="5AD73F2B"/>
    <w:multiLevelType w:val="hybridMultilevel"/>
    <w:tmpl w:val="43A6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2" w15:restartNumberingAfterBreak="0">
    <w:nsid w:val="5AE42C7F"/>
    <w:multiLevelType w:val="hybridMultilevel"/>
    <w:tmpl w:val="8B5A695C"/>
    <w:lvl w:ilvl="0" w:tplc="5E86AC92">
      <w:start w:val="1"/>
      <w:numFmt w:val="bullet"/>
      <w:lvlText w:val=""/>
      <w:lvlJc w:val="left"/>
      <w:pPr>
        <w:ind w:left="459" w:hanging="360"/>
      </w:pPr>
      <w:rPr>
        <w:rFonts w:ascii="Symbol" w:eastAsia="Symbol" w:hAnsi="Symbol" w:hint="default"/>
        <w:sz w:val="24"/>
        <w:szCs w:val="24"/>
      </w:rPr>
    </w:lvl>
    <w:lvl w:ilvl="1" w:tplc="D49E6212">
      <w:start w:val="1"/>
      <w:numFmt w:val="bullet"/>
      <w:lvlText w:val="•"/>
      <w:lvlJc w:val="left"/>
      <w:pPr>
        <w:ind w:left="731" w:hanging="360"/>
      </w:pPr>
      <w:rPr>
        <w:rFonts w:hint="default"/>
      </w:rPr>
    </w:lvl>
    <w:lvl w:ilvl="2" w:tplc="A2620D0C">
      <w:start w:val="1"/>
      <w:numFmt w:val="bullet"/>
      <w:lvlText w:val="•"/>
      <w:lvlJc w:val="left"/>
      <w:pPr>
        <w:ind w:left="1003" w:hanging="360"/>
      </w:pPr>
      <w:rPr>
        <w:rFonts w:hint="default"/>
      </w:rPr>
    </w:lvl>
    <w:lvl w:ilvl="3" w:tplc="0A66463E">
      <w:start w:val="1"/>
      <w:numFmt w:val="bullet"/>
      <w:lvlText w:val="•"/>
      <w:lvlJc w:val="left"/>
      <w:pPr>
        <w:ind w:left="1276" w:hanging="360"/>
      </w:pPr>
      <w:rPr>
        <w:rFonts w:hint="default"/>
      </w:rPr>
    </w:lvl>
    <w:lvl w:ilvl="4" w:tplc="374482B6">
      <w:start w:val="1"/>
      <w:numFmt w:val="bullet"/>
      <w:lvlText w:val="•"/>
      <w:lvlJc w:val="left"/>
      <w:pPr>
        <w:ind w:left="1548" w:hanging="360"/>
      </w:pPr>
      <w:rPr>
        <w:rFonts w:hint="default"/>
      </w:rPr>
    </w:lvl>
    <w:lvl w:ilvl="5" w:tplc="FE908AA0">
      <w:start w:val="1"/>
      <w:numFmt w:val="bullet"/>
      <w:lvlText w:val="•"/>
      <w:lvlJc w:val="left"/>
      <w:pPr>
        <w:ind w:left="1820" w:hanging="360"/>
      </w:pPr>
      <w:rPr>
        <w:rFonts w:hint="default"/>
      </w:rPr>
    </w:lvl>
    <w:lvl w:ilvl="6" w:tplc="B3CE62C4">
      <w:start w:val="1"/>
      <w:numFmt w:val="bullet"/>
      <w:lvlText w:val="•"/>
      <w:lvlJc w:val="left"/>
      <w:pPr>
        <w:ind w:left="2092" w:hanging="360"/>
      </w:pPr>
      <w:rPr>
        <w:rFonts w:hint="default"/>
      </w:rPr>
    </w:lvl>
    <w:lvl w:ilvl="7" w:tplc="82C42E2E">
      <w:start w:val="1"/>
      <w:numFmt w:val="bullet"/>
      <w:lvlText w:val="•"/>
      <w:lvlJc w:val="left"/>
      <w:pPr>
        <w:ind w:left="2364" w:hanging="360"/>
      </w:pPr>
      <w:rPr>
        <w:rFonts w:hint="default"/>
      </w:rPr>
    </w:lvl>
    <w:lvl w:ilvl="8" w:tplc="2A9E372E">
      <w:start w:val="1"/>
      <w:numFmt w:val="bullet"/>
      <w:lvlText w:val="•"/>
      <w:lvlJc w:val="left"/>
      <w:pPr>
        <w:ind w:left="2636" w:hanging="360"/>
      </w:pPr>
      <w:rPr>
        <w:rFonts w:hint="default"/>
      </w:rPr>
    </w:lvl>
  </w:abstractNum>
  <w:abstractNum w:abstractNumId="563" w15:restartNumberingAfterBreak="0">
    <w:nsid w:val="5B00555F"/>
    <w:multiLevelType w:val="hybridMultilevel"/>
    <w:tmpl w:val="F0A47C92"/>
    <w:lvl w:ilvl="0" w:tplc="7706BE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4" w15:restartNumberingAfterBreak="0">
    <w:nsid w:val="5B1E4C92"/>
    <w:multiLevelType w:val="hybridMultilevel"/>
    <w:tmpl w:val="9CBA3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5" w15:restartNumberingAfterBreak="0">
    <w:nsid w:val="5B1E4CAA"/>
    <w:multiLevelType w:val="hybridMultilevel"/>
    <w:tmpl w:val="CC2EA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5B4D71FC"/>
    <w:multiLevelType w:val="hybridMultilevel"/>
    <w:tmpl w:val="58288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5BB921E6"/>
    <w:multiLevelType w:val="hybridMultilevel"/>
    <w:tmpl w:val="5E0C8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8" w15:restartNumberingAfterBreak="0">
    <w:nsid w:val="5BBA260F"/>
    <w:multiLevelType w:val="hybridMultilevel"/>
    <w:tmpl w:val="B3C2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5BC01F93"/>
    <w:multiLevelType w:val="hybridMultilevel"/>
    <w:tmpl w:val="2A380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0" w15:restartNumberingAfterBreak="0">
    <w:nsid w:val="5BF51557"/>
    <w:multiLevelType w:val="hybridMultilevel"/>
    <w:tmpl w:val="D49AB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5BFD4CE7"/>
    <w:multiLevelType w:val="hybridMultilevel"/>
    <w:tmpl w:val="103C2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2" w15:restartNumberingAfterBreak="0">
    <w:nsid w:val="5C3704DC"/>
    <w:multiLevelType w:val="hybridMultilevel"/>
    <w:tmpl w:val="4B68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5C684801"/>
    <w:multiLevelType w:val="hybridMultilevel"/>
    <w:tmpl w:val="3C8AF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5C945354"/>
    <w:multiLevelType w:val="hybridMultilevel"/>
    <w:tmpl w:val="F4529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5CB44151"/>
    <w:multiLevelType w:val="hybridMultilevel"/>
    <w:tmpl w:val="0D92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5CB83FBD"/>
    <w:multiLevelType w:val="hybridMultilevel"/>
    <w:tmpl w:val="FB742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7" w15:restartNumberingAfterBreak="0">
    <w:nsid w:val="5CC669E3"/>
    <w:multiLevelType w:val="hybridMultilevel"/>
    <w:tmpl w:val="E1982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8" w15:restartNumberingAfterBreak="0">
    <w:nsid w:val="5CCC41FB"/>
    <w:multiLevelType w:val="hybridMultilevel"/>
    <w:tmpl w:val="DBE80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5CCD72BE"/>
    <w:multiLevelType w:val="hybridMultilevel"/>
    <w:tmpl w:val="1B32C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0" w15:restartNumberingAfterBreak="0">
    <w:nsid w:val="5CD46CB3"/>
    <w:multiLevelType w:val="hybridMultilevel"/>
    <w:tmpl w:val="DF02D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5CF033B3"/>
    <w:multiLevelType w:val="hybridMultilevel"/>
    <w:tmpl w:val="2C18E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5CF43E84"/>
    <w:multiLevelType w:val="hybridMultilevel"/>
    <w:tmpl w:val="06EE3E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3" w15:restartNumberingAfterBreak="0">
    <w:nsid w:val="5CF859F3"/>
    <w:multiLevelType w:val="hybridMultilevel"/>
    <w:tmpl w:val="16202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5D3F76C0"/>
    <w:multiLevelType w:val="hybridMultilevel"/>
    <w:tmpl w:val="D4E86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 w15:restartNumberingAfterBreak="0">
    <w:nsid w:val="5D902371"/>
    <w:multiLevelType w:val="hybridMultilevel"/>
    <w:tmpl w:val="A044D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 w15:restartNumberingAfterBreak="0">
    <w:nsid w:val="5DAA0080"/>
    <w:multiLevelType w:val="hybridMultilevel"/>
    <w:tmpl w:val="DC66E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5DB24DED"/>
    <w:multiLevelType w:val="hybridMultilevel"/>
    <w:tmpl w:val="9E32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5DB77A1B"/>
    <w:multiLevelType w:val="hybridMultilevel"/>
    <w:tmpl w:val="A7C0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89" w15:restartNumberingAfterBreak="0">
    <w:nsid w:val="5E040CF7"/>
    <w:multiLevelType w:val="hybridMultilevel"/>
    <w:tmpl w:val="9A6EE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5E150922"/>
    <w:multiLevelType w:val="hybridMultilevel"/>
    <w:tmpl w:val="1CF0A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1" w15:restartNumberingAfterBreak="0">
    <w:nsid w:val="5E5411FD"/>
    <w:multiLevelType w:val="hybridMultilevel"/>
    <w:tmpl w:val="A678F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5E5E780B"/>
    <w:multiLevelType w:val="hybridMultilevel"/>
    <w:tmpl w:val="0C649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5E733F32"/>
    <w:multiLevelType w:val="hybridMultilevel"/>
    <w:tmpl w:val="49886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4" w15:restartNumberingAfterBreak="0">
    <w:nsid w:val="5E8900FD"/>
    <w:multiLevelType w:val="hybridMultilevel"/>
    <w:tmpl w:val="12F0E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5" w15:restartNumberingAfterBreak="0">
    <w:nsid w:val="5E96583E"/>
    <w:multiLevelType w:val="hybridMultilevel"/>
    <w:tmpl w:val="36523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6" w15:restartNumberingAfterBreak="0">
    <w:nsid w:val="5E9A0694"/>
    <w:multiLevelType w:val="hybridMultilevel"/>
    <w:tmpl w:val="32B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 w15:restartNumberingAfterBreak="0">
    <w:nsid w:val="5E9B393A"/>
    <w:multiLevelType w:val="hybridMultilevel"/>
    <w:tmpl w:val="0AD8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8" w15:restartNumberingAfterBreak="0">
    <w:nsid w:val="5EB16834"/>
    <w:multiLevelType w:val="hybridMultilevel"/>
    <w:tmpl w:val="AFF2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9" w15:restartNumberingAfterBreak="0">
    <w:nsid w:val="5EE71197"/>
    <w:multiLevelType w:val="hybridMultilevel"/>
    <w:tmpl w:val="00841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0" w15:restartNumberingAfterBreak="0">
    <w:nsid w:val="5F296071"/>
    <w:multiLevelType w:val="hybridMultilevel"/>
    <w:tmpl w:val="19EA9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 w15:restartNumberingAfterBreak="0">
    <w:nsid w:val="5F2D0575"/>
    <w:multiLevelType w:val="hybridMultilevel"/>
    <w:tmpl w:val="1EF2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 w15:restartNumberingAfterBreak="0">
    <w:nsid w:val="5F3674DA"/>
    <w:multiLevelType w:val="hybridMultilevel"/>
    <w:tmpl w:val="400ED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 w15:restartNumberingAfterBreak="0">
    <w:nsid w:val="5F7D0B77"/>
    <w:multiLevelType w:val="hybridMultilevel"/>
    <w:tmpl w:val="EDA8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4" w15:restartNumberingAfterBreak="0">
    <w:nsid w:val="5F8841C4"/>
    <w:multiLevelType w:val="hybridMultilevel"/>
    <w:tmpl w:val="800A6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5" w15:restartNumberingAfterBreak="0">
    <w:nsid w:val="5F9F25B6"/>
    <w:multiLevelType w:val="hybridMultilevel"/>
    <w:tmpl w:val="C3704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 w15:restartNumberingAfterBreak="0">
    <w:nsid w:val="5FA33D5A"/>
    <w:multiLevelType w:val="hybridMultilevel"/>
    <w:tmpl w:val="C304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7" w15:restartNumberingAfterBreak="0">
    <w:nsid w:val="5FAE7361"/>
    <w:multiLevelType w:val="hybridMultilevel"/>
    <w:tmpl w:val="35427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8" w15:restartNumberingAfterBreak="0">
    <w:nsid w:val="60990C41"/>
    <w:multiLevelType w:val="hybridMultilevel"/>
    <w:tmpl w:val="8188B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9" w15:restartNumberingAfterBreak="0">
    <w:nsid w:val="60A97C11"/>
    <w:multiLevelType w:val="hybridMultilevel"/>
    <w:tmpl w:val="CD48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0" w15:restartNumberingAfterBreak="0">
    <w:nsid w:val="6108292F"/>
    <w:multiLevelType w:val="hybridMultilevel"/>
    <w:tmpl w:val="40382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1" w15:restartNumberingAfterBreak="0">
    <w:nsid w:val="611775CB"/>
    <w:multiLevelType w:val="hybridMultilevel"/>
    <w:tmpl w:val="86CEE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2" w15:restartNumberingAfterBreak="0">
    <w:nsid w:val="61A65F08"/>
    <w:multiLevelType w:val="hybridMultilevel"/>
    <w:tmpl w:val="0ACC9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3" w15:restartNumberingAfterBreak="0">
    <w:nsid w:val="61D1514B"/>
    <w:multiLevelType w:val="hybridMultilevel"/>
    <w:tmpl w:val="D530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4" w15:restartNumberingAfterBreak="0">
    <w:nsid w:val="61FA0495"/>
    <w:multiLevelType w:val="hybridMultilevel"/>
    <w:tmpl w:val="062C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5" w15:restartNumberingAfterBreak="0">
    <w:nsid w:val="62035380"/>
    <w:multiLevelType w:val="hybridMultilevel"/>
    <w:tmpl w:val="438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6" w15:restartNumberingAfterBreak="0">
    <w:nsid w:val="622B4C95"/>
    <w:multiLevelType w:val="hybridMultilevel"/>
    <w:tmpl w:val="57C6D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7" w15:restartNumberingAfterBreak="0">
    <w:nsid w:val="622C7845"/>
    <w:multiLevelType w:val="hybridMultilevel"/>
    <w:tmpl w:val="673AA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8" w15:restartNumberingAfterBreak="0">
    <w:nsid w:val="62400D32"/>
    <w:multiLevelType w:val="hybridMultilevel"/>
    <w:tmpl w:val="B99AC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9" w15:restartNumberingAfterBreak="0">
    <w:nsid w:val="62510222"/>
    <w:multiLevelType w:val="hybridMultilevel"/>
    <w:tmpl w:val="001EB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0" w15:restartNumberingAfterBreak="0">
    <w:nsid w:val="627900DE"/>
    <w:multiLevelType w:val="hybridMultilevel"/>
    <w:tmpl w:val="E3C6D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1" w15:restartNumberingAfterBreak="0">
    <w:nsid w:val="62843689"/>
    <w:multiLevelType w:val="hybridMultilevel"/>
    <w:tmpl w:val="E69CB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2" w15:restartNumberingAfterBreak="0">
    <w:nsid w:val="628B364C"/>
    <w:multiLevelType w:val="hybridMultilevel"/>
    <w:tmpl w:val="719E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 w15:restartNumberingAfterBreak="0">
    <w:nsid w:val="62B50BB1"/>
    <w:multiLevelType w:val="hybridMultilevel"/>
    <w:tmpl w:val="7BDAD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4" w15:restartNumberingAfterBreak="0">
    <w:nsid w:val="62BE6D2C"/>
    <w:multiLevelType w:val="hybridMultilevel"/>
    <w:tmpl w:val="13227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5" w15:restartNumberingAfterBreak="0">
    <w:nsid w:val="62C86F9A"/>
    <w:multiLevelType w:val="hybridMultilevel"/>
    <w:tmpl w:val="844A9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 w15:restartNumberingAfterBreak="0">
    <w:nsid w:val="63126ECF"/>
    <w:multiLevelType w:val="multilevel"/>
    <w:tmpl w:val="6DF0F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27" w15:restartNumberingAfterBreak="0">
    <w:nsid w:val="635C01A2"/>
    <w:multiLevelType w:val="hybridMultilevel"/>
    <w:tmpl w:val="9668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8" w15:restartNumberingAfterBreak="0">
    <w:nsid w:val="6367249C"/>
    <w:multiLevelType w:val="hybridMultilevel"/>
    <w:tmpl w:val="B83C46A6"/>
    <w:lvl w:ilvl="0" w:tplc="B2E800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 w15:restartNumberingAfterBreak="0">
    <w:nsid w:val="63864C78"/>
    <w:multiLevelType w:val="hybridMultilevel"/>
    <w:tmpl w:val="9D987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0" w15:restartNumberingAfterBreak="0">
    <w:nsid w:val="638E04A7"/>
    <w:multiLevelType w:val="hybridMultilevel"/>
    <w:tmpl w:val="55F407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1" w15:restartNumberingAfterBreak="0">
    <w:nsid w:val="63CE2B7F"/>
    <w:multiLevelType w:val="hybridMultilevel"/>
    <w:tmpl w:val="ADD2F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2" w15:restartNumberingAfterBreak="0">
    <w:nsid w:val="63E63E69"/>
    <w:multiLevelType w:val="hybridMultilevel"/>
    <w:tmpl w:val="0C7EA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3" w15:restartNumberingAfterBreak="0">
    <w:nsid w:val="642A6530"/>
    <w:multiLevelType w:val="hybridMultilevel"/>
    <w:tmpl w:val="8358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4" w15:restartNumberingAfterBreak="0">
    <w:nsid w:val="64352249"/>
    <w:multiLevelType w:val="hybridMultilevel"/>
    <w:tmpl w:val="E1BA3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5" w15:restartNumberingAfterBreak="0">
    <w:nsid w:val="64572F27"/>
    <w:multiLevelType w:val="hybridMultilevel"/>
    <w:tmpl w:val="67D01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 w15:restartNumberingAfterBreak="0">
    <w:nsid w:val="645D1CDB"/>
    <w:multiLevelType w:val="hybridMultilevel"/>
    <w:tmpl w:val="49500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7" w15:restartNumberingAfterBreak="0">
    <w:nsid w:val="64AF4BF4"/>
    <w:multiLevelType w:val="hybridMultilevel"/>
    <w:tmpl w:val="41B08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8" w15:restartNumberingAfterBreak="0">
    <w:nsid w:val="64C94EFE"/>
    <w:multiLevelType w:val="hybridMultilevel"/>
    <w:tmpl w:val="FBCA2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658B52DE"/>
    <w:multiLevelType w:val="hybridMultilevel"/>
    <w:tmpl w:val="B5DC6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0" w15:restartNumberingAfterBreak="0">
    <w:nsid w:val="65A650B1"/>
    <w:multiLevelType w:val="hybridMultilevel"/>
    <w:tmpl w:val="AC1094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1" w15:restartNumberingAfterBreak="0">
    <w:nsid w:val="65C15716"/>
    <w:multiLevelType w:val="hybridMultilevel"/>
    <w:tmpl w:val="58D69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2" w15:restartNumberingAfterBreak="0">
    <w:nsid w:val="65C92CCC"/>
    <w:multiLevelType w:val="hybridMultilevel"/>
    <w:tmpl w:val="B4409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3" w15:restartNumberingAfterBreak="0">
    <w:nsid w:val="65D143B5"/>
    <w:multiLevelType w:val="hybridMultilevel"/>
    <w:tmpl w:val="59185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4" w15:restartNumberingAfterBreak="0">
    <w:nsid w:val="66080B21"/>
    <w:multiLevelType w:val="hybridMultilevel"/>
    <w:tmpl w:val="25B4C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 w15:restartNumberingAfterBreak="0">
    <w:nsid w:val="66384BBB"/>
    <w:multiLevelType w:val="hybridMultilevel"/>
    <w:tmpl w:val="20444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6" w15:restartNumberingAfterBreak="0">
    <w:nsid w:val="664702F6"/>
    <w:multiLevelType w:val="hybridMultilevel"/>
    <w:tmpl w:val="A60E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7" w15:restartNumberingAfterBreak="0">
    <w:nsid w:val="668B3CC9"/>
    <w:multiLevelType w:val="hybridMultilevel"/>
    <w:tmpl w:val="6628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8" w15:restartNumberingAfterBreak="0">
    <w:nsid w:val="668D7DBC"/>
    <w:multiLevelType w:val="hybridMultilevel"/>
    <w:tmpl w:val="8F10C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9" w15:restartNumberingAfterBreak="0">
    <w:nsid w:val="66A40009"/>
    <w:multiLevelType w:val="hybridMultilevel"/>
    <w:tmpl w:val="1A4AF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 w15:restartNumberingAfterBreak="0">
    <w:nsid w:val="66AE76C0"/>
    <w:multiLevelType w:val="hybridMultilevel"/>
    <w:tmpl w:val="0F34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1" w15:restartNumberingAfterBreak="0">
    <w:nsid w:val="66C43488"/>
    <w:multiLevelType w:val="hybridMultilevel"/>
    <w:tmpl w:val="E70E8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 w15:restartNumberingAfterBreak="0">
    <w:nsid w:val="66E10052"/>
    <w:multiLevelType w:val="hybridMultilevel"/>
    <w:tmpl w:val="064E1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3" w15:restartNumberingAfterBreak="0">
    <w:nsid w:val="670455B5"/>
    <w:multiLevelType w:val="hybridMultilevel"/>
    <w:tmpl w:val="73C6C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4" w15:restartNumberingAfterBreak="0">
    <w:nsid w:val="67684A67"/>
    <w:multiLevelType w:val="hybridMultilevel"/>
    <w:tmpl w:val="3C282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5" w15:restartNumberingAfterBreak="0">
    <w:nsid w:val="676A0D77"/>
    <w:multiLevelType w:val="hybridMultilevel"/>
    <w:tmpl w:val="7D5E2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6" w15:restartNumberingAfterBreak="0">
    <w:nsid w:val="6777050D"/>
    <w:multiLevelType w:val="hybridMultilevel"/>
    <w:tmpl w:val="8C6439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7" w15:restartNumberingAfterBreak="0">
    <w:nsid w:val="67D816EC"/>
    <w:multiLevelType w:val="multilevel"/>
    <w:tmpl w:val="099A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67EB66C6"/>
    <w:multiLevelType w:val="hybridMultilevel"/>
    <w:tmpl w:val="19F63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9" w15:restartNumberingAfterBreak="0">
    <w:nsid w:val="67EB781D"/>
    <w:multiLevelType w:val="hybridMultilevel"/>
    <w:tmpl w:val="9184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0" w15:restartNumberingAfterBreak="0">
    <w:nsid w:val="68072296"/>
    <w:multiLevelType w:val="hybridMultilevel"/>
    <w:tmpl w:val="F57C1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1" w15:restartNumberingAfterBreak="0">
    <w:nsid w:val="68194C5F"/>
    <w:multiLevelType w:val="hybridMultilevel"/>
    <w:tmpl w:val="22241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 w15:restartNumberingAfterBreak="0">
    <w:nsid w:val="686C3607"/>
    <w:multiLevelType w:val="hybridMultilevel"/>
    <w:tmpl w:val="EB026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3" w15:restartNumberingAfterBreak="0">
    <w:nsid w:val="687C3ADF"/>
    <w:multiLevelType w:val="hybridMultilevel"/>
    <w:tmpl w:val="90383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4" w15:restartNumberingAfterBreak="0">
    <w:nsid w:val="68846C72"/>
    <w:multiLevelType w:val="hybridMultilevel"/>
    <w:tmpl w:val="1D161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5" w15:restartNumberingAfterBreak="0">
    <w:nsid w:val="68972D9A"/>
    <w:multiLevelType w:val="hybridMultilevel"/>
    <w:tmpl w:val="73E81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6" w15:restartNumberingAfterBreak="0">
    <w:nsid w:val="68990194"/>
    <w:multiLevelType w:val="hybridMultilevel"/>
    <w:tmpl w:val="9270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7" w15:restartNumberingAfterBreak="0">
    <w:nsid w:val="68FD72C1"/>
    <w:multiLevelType w:val="multilevel"/>
    <w:tmpl w:val="5DAC2DF6"/>
    <w:lvl w:ilvl="0">
      <w:start w:val="1"/>
      <w:numFmt w:val="none"/>
      <w:pStyle w:val="ListBullet4"/>
      <w:lvlText w:val="Note:"/>
      <w:lvlJc w:val="left"/>
      <w:pPr>
        <w:tabs>
          <w:tab w:val="num" w:pos="3168"/>
        </w:tabs>
        <w:ind w:left="3168" w:hanging="1008"/>
      </w:pPr>
      <w:rPr>
        <w:b/>
        <w:i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Section %1.%2"/>
      <w:lvlJc w:val="left"/>
      <w:pPr>
        <w:tabs>
          <w:tab w:val="num" w:pos="2520"/>
        </w:tabs>
        <w:ind w:left="0" w:firstLine="0"/>
      </w:pPr>
    </w:lvl>
    <w:lvl w:ilvl="2">
      <w:start w:val="1"/>
      <w:numFmt w:val="none"/>
      <w:lvlText w:val="Q."/>
      <w:lvlJc w:val="left"/>
      <w:pPr>
        <w:tabs>
          <w:tab w:val="num" w:pos="720"/>
        </w:tabs>
        <w:ind w:left="720" w:hanging="720"/>
      </w:pPr>
    </w:lvl>
    <w:lvl w:ilvl="3">
      <w:start w:val="1"/>
      <w:numFmt w:val="upperLetter"/>
      <w:lvlText w:val="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68" w15:restartNumberingAfterBreak="0">
    <w:nsid w:val="6927489C"/>
    <w:multiLevelType w:val="hybridMultilevel"/>
    <w:tmpl w:val="86F01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 w15:restartNumberingAfterBreak="0">
    <w:nsid w:val="698D2629"/>
    <w:multiLevelType w:val="hybridMultilevel"/>
    <w:tmpl w:val="CD6C5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 w15:restartNumberingAfterBreak="0">
    <w:nsid w:val="69924489"/>
    <w:multiLevelType w:val="hybridMultilevel"/>
    <w:tmpl w:val="1E42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1" w15:restartNumberingAfterBreak="0">
    <w:nsid w:val="6A377B90"/>
    <w:multiLevelType w:val="hybridMultilevel"/>
    <w:tmpl w:val="19AC3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2" w15:restartNumberingAfterBreak="0">
    <w:nsid w:val="6A377DAF"/>
    <w:multiLevelType w:val="hybridMultilevel"/>
    <w:tmpl w:val="852EC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 w15:restartNumberingAfterBreak="0">
    <w:nsid w:val="6A3F527C"/>
    <w:multiLevelType w:val="hybridMultilevel"/>
    <w:tmpl w:val="5F70C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4" w15:restartNumberingAfterBreak="0">
    <w:nsid w:val="6A49532F"/>
    <w:multiLevelType w:val="hybridMultilevel"/>
    <w:tmpl w:val="05E6C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 w15:restartNumberingAfterBreak="0">
    <w:nsid w:val="6A6D17C9"/>
    <w:multiLevelType w:val="hybridMultilevel"/>
    <w:tmpl w:val="59FECC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6" w15:restartNumberingAfterBreak="0">
    <w:nsid w:val="6A7F6599"/>
    <w:multiLevelType w:val="hybridMultilevel"/>
    <w:tmpl w:val="F356EA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7" w15:restartNumberingAfterBreak="0">
    <w:nsid w:val="6AB164C8"/>
    <w:multiLevelType w:val="hybridMultilevel"/>
    <w:tmpl w:val="24F8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8" w15:restartNumberingAfterBreak="0">
    <w:nsid w:val="6B2072AF"/>
    <w:multiLevelType w:val="hybridMultilevel"/>
    <w:tmpl w:val="C5784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9" w15:restartNumberingAfterBreak="0">
    <w:nsid w:val="6B27035B"/>
    <w:multiLevelType w:val="hybridMultilevel"/>
    <w:tmpl w:val="C7CEC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0" w15:restartNumberingAfterBreak="0">
    <w:nsid w:val="6B44633A"/>
    <w:multiLevelType w:val="hybridMultilevel"/>
    <w:tmpl w:val="D7661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 w15:restartNumberingAfterBreak="0">
    <w:nsid w:val="6BBB3123"/>
    <w:multiLevelType w:val="hybridMultilevel"/>
    <w:tmpl w:val="A77CB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 w15:restartNumberingAfterBreak="0">
    <w:nsid w:val="6BDF142F"/>
    <w:multiLevelType w:val="hybridMultilevel"/>
    <w:tmpl w:val="27C28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3" w15:restartNumberingAfterBreak="0">
    <w:nsid w:val="6BF14067"/>
    <w:multiLevelType w:val="hybridMultilevel"/>
    <w:tmpl w:val="F04E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 w15:restartNumberingAfterBreak="0">
    <w:nsid w:val="6C7E73F1"/>
    <w:multiLevelType w:val="hybridMultilevel"/>
    <w:tmpl w:val="5D12D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5" w15:restartNumberingAfterBreak="0">
    <w:nsid w:val="6C9551D8"/>
    <w:multiLevelType w:val="hybridMultilevel"/>
    <w:tmpl w:val="38CA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6" w15:restartNumberingAfterBreak="0">
    <w:nsid w:val="6CBE0AEA"/>
    <w:multiLevelType w:val="hybridMultilevel"/>
    <w:tmpl w:val="405ECB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7" w15:restartNumberingAfterBreak="0">
    <w:nsid w:val="6CC477AC"/>
    <w:multiLevelType w:val="hybridMultilevel"/>
    <w:tmpl w:val="BF34A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 w15:restartNumberingAfterBreak="0">
    <w:nsid w:val="6CFB20B4"/>
    <w:multiLevelType w:val="hybridMultilevel"/>
    <w:tmpl w:val="8F948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9" w15:restartNumberingAfterBreak="0">
    <w:nsid w:val="6D227FC3"/>
    <w:multiLevelType w:val="hybridMultilevel"/>
    <w:tmpl w:val="7BD2A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0" w15:restartNumberingAfterBreak="0">
    <w:nsid w:val="6D553018"/>
    <w:multiLevelType w:val="hybridMultilevel"/>
    <w:tmpl w:val="B0ECDB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1" w15:restartNumberingAfterBreak="0">
    <w:nsid w:val="6D580BA5"/>
    <w:multiLevelType w:val="hybridMultilevel"/>
    <w:tmpl w:val="B1189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 w15:restartNumberingAfterBreak="0">
    <w:nsid w:val="6D67600F"/>
    <w:multiLevelType w:val="hybridMultilevel"/>
    <w:tmpl w:val="C560B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3" w15:restartNumberingAfterBreak="0">
    <w:nsid w:val="6DB04A45"/>
    <w:multiLevelType w:val="hybridMultilevel"/>
    <w:tmpl w:val="E46A5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4" w15:restartNumberingAfterBreak="0">
    <w:nsid w:val="6DCB4953"/>
    <w:multiLevelType w:val="hybridMultilevel"/>
    <w:tmpl w:val="78C6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5" w15:restartNumberingAfterBreak="0">
    <w:nsid w:val="6E090C0E"/>
    <w:multiLevelType w:val="hybridMultilevel"/>
    <w:tmpl w:val="4D807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6" w15:restartNumberingAfterBreak="0">
    <w:nsid w:val="6E312201"/>
    <w:multiLevelType w:val="hybridMultilevel"/>
    <w:tmpl w:val="89089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7" w15:restartNumberingAfterBreak="0">
    <w:nsid w:val="6E3E0DAC"/>
    <w:multiLevelType w:val="hybridMultilevel"/>
    <w:tmpl w:val="3E18A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8" w15:restartNumberingAfterBreak="0">
    <w:nsid w:val="6E4349C9"/>
    <w:multiLevelType w:val="hybridMultilevel"/>
    <w:tmpl w:val="E90E6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9" w15:restartNumberingAfterBreak="0">
    <w:nsid w:val="6E7832D2"/>
    <w:multiLevelType w:val="hybridMultilevel"/>
    <w:tmpl w:val="AA5C0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0" w15:restartNumberingAfterBreak="0">
    <w:nsid w:val="6E7B29E7"/>
    <w:multiLevelType w:val="hybridMultilevel"/>
    <w:tmpl w:val="75DE4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1" w15:restartNumberingAfterBreak="0">
    <w:nsid w:val="6EDB24BC"/>
    <w:multiLevelType w:val="hybridMultilevel"/>
    <w:tmpl w:val="1284C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2" w15:restartNumberingAfterBreak="0">
    <w:nsid w:val="6EDF3F98"/>
    <w:multiLevelType w:val="hybridMultilevel"/>
    <w:tmpl w:val="B0FEB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3" w15:restartNumberingAfterBreak="0">
    <w:nsid w:val="6EEA53DE"/>
    <w:multiLevelType w:val="hybridMultilevel"/>
    <w:tmpl w:val="5F0A6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4" w15:restartNumberingAfterBreak="0">
    <w:nsid w:val="6F1260EF"/>
    <w:multiLevelType w:val="hybridMultilevel"/>
    <w:tmpl w:val="DC0C6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5" w15:restartNumberingAfterBreak="0">
    <w:nsid w:val="6F4B6E04"/>
    <w:multiLevelType w:val="hybridMultilevel"/>
    <w:tmpl w:val="B4861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6" w15:restartNumberingAfterBreak="0">
    <w:nsid w:val="6F6079D3"/>
    <w:multiLevelType w:val="hybridMultilevel"/>
    <w:tmpl w:val="D47C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7" w15:restartNumberingAfterBreak="0">
    <w:nsid w:val="6F734CBF"/>
    <w:multiLevelType w:val="hybridMultilevel"/>
    <w:tmpl w:val="1CC65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8" w15:restartNumberingAfterBreak="0">
    <w:nsid w:val="6F950533"/>
    <w:multiLevelType w:val="hybridMultilevel"/>
    <w:tmpl w:val="36DC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9" w15:restartNumberingAfterBreak="0">
    <w:nsid w:val="6F990496"/>
    <w:multiLevelType w:val="hybridMultilevel"/>
    <w:tmpl w:val="1E86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0" w15:restartNumberingAfterBreak="0">
    <w:nsid w:val="6FBC5B18"/>
    <w:multiLevelType w:val="hybridMultilevel"/>
    <w:tmpl w:val="D0FC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1" w15:restartNumberingAfterBreak="0">
    <w:nsid w:val="6FC81806"/>
    <w:multiLevelType w:val="multilevel"/>
    <w:tmpl w:val="0054DFF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2" w15:restartNumberingAfterBreak="0">
    <w:nsid w:val="6FEF03BF"/>
    <w:multiLevelType w:val="hybridMultilevel"/>
    <w:tmpl w:val="CBA03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3" w15:restartNumberingAfterBreak="0">
    <w:nsid w:val="70541489"/>
    <w:multiLevelType w:val="hybridMultilevel"/>
    <w:tmpl w:val="0CA21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4" w15:restartNumberingAfterBreak="0">
    <w:nsid w:val="70664052"/>
    <w:multiLevelType w:val="hybridMultilevel"/>
    <w:tmpl w:val="9642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5" w15:restartNumberingAfterBreak="0">
    <w:nsid w:val="70885956"/>
    <w:multiLevelType w:val="hybridMultilevel"/>
    <w:tmpl w:val="EB861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6" w15:restartNumberingAfterBreak="0">
    <w:nsid w:val="708D20FE"/>
    <w:multiLevelType w:val="hybridMultilevel"/>
    <w:tmpl w:val="B3427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7" w15:restartNumberingAfterBreak="0">
    <w:nsid w:val="70A8338C"/>
    <w:multiLevelType w:val="multilevel"/>
    <w:tmpl w:val="9574E740"/>
    <w:lvl w:ilvl="0">
      <w:start w:val="1"/>
      <w:numFmt w:val="bullet"/>
      <w:pStyle w:val="Bullet-DoubleS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70CB5AF2"/>
    <w:multiLevelType w:val="hybridMultilevel"/>
    <w:tmpl w:val="7A4C5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9" w15:restartNumberingAfterBreak="0">
    <w:nsid w:val="71214D24"/>
    <w:multiLevelType w:val="hybridMultilevel"/>
    <w:tmpl w:val="2C26F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0" w15:restartNumberingAfterBreak="0">
    <w:nsid w:val="712E49D2"/>
    <w:multiLevelType w:val="hybridMultilevel"/>
    <w:tmpl w:val="7F72A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 w15:restartNumberingAfterBreak="0">
    <w:nsid w:val="71686F37"/>
    <w:multiLevelType w:val="hybridMultilevel"/>
    <w:tmpl w:val="AEE04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2" w15:restartNumberingAfterBreak="0">
    <w:nsid w:val="71895C95"/>
    <w:multiLevelType w:val="hybridMultilevel"/>
    <w:tmpl w:val="F37C6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3" w15:restartNumberingAfterBreak="0">
    <w:nsid w:val="71C901E0"/>
    <w:multiLevelType w:val="hybridMultilevel"/>
    <w:tmpl w:val="59741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4" w15:restartNumberingAfterBreak="0">
    <w:nsid w:val="71EB0292"/>
    <w:multiLevelType w:val="hybridMultilevel"/>
    <w:tmpl w:val="B4409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 w15:restartNumberingAfterBreak="0">
    <w:nsid w:val="71F63A59"/>
    <w:multiLevelType w:val="hybridMultilevel"/>
    <w:tmpl w:val="51DAA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6" w15:restartNumberingAfterBreak="0">
    <w:nsid w:val="71F645DE"/>
    <w:multiLevelType w:val="hybridMultilevel"/>
    <w:tmpl w:val="2E40D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7" w15:restartNumberingAfterBreak="0">
    <w:nsid w:val="722E249B"/>
    <w:multiLevelType w:val="hybridMultilevel"/>
    <w:tmpl w:val="350EB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 w15:restartNumberingAfterBreak="0">
    <w:nsid w:val="72457EE9"/>
    <w:multiLevelType w:val="hybridMultilevel"/>
    <w:tmpl w:val="1172B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9" w15:restartNumberingAfterBreak="0">
    <w:nsid w:val="72713086"/>
    <w:multiLevelType w:val="hybridMultilevel"/>
    <w:tmpl w:val="68AC1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0" w15:restartNumberingAfterBreak="0">
    <w:nsid w:val="729462CC"/>
    <w:multiLevelType w:val="hybridMultilevel"/>
    <w:tmpl w:val="D196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1" w15:restartNumberingAfterBreak="0">
    <w:nsid w:val="729D3FA3"/>
    <w:multiLevelType w:val="hybridMultilevel"/>
    <w:tmpl w:val="FDD6C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2" w15:restartNumberingAfterBreak="0">
    <w:nsid w:val="72BA1CB7"/>
    <w:multiLevelType w:val="hybridMultilevel"/>
    <w:tmpl w:val="8848C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3" w15:restartNumberingAfterBreak="0">
    <w:nsid w:val="72E91D3C"/>
    <w:multiLevelType w:val="hybridMultilevel"/>
    <w:tmpl w:val="932EDBB0"/>
    <w:lvl w:ilvl="0" w:tplc="7706BE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4" w15:restartNumberingAfterBreak="0">
    <w:nsid w:val="7327027F"/>
    <w:multiLevelType w:val="hybridMultilevel"/>
    <w:tmpl w:val="C1DA6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5" w15:restartNumberingAfterBreak="0">
    <w:nsid w:val="73485647"/>
    <w:multiLevelType w:val="hybridMultilevel"/>
    <w:tmpl w:val="31B09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6" w15:restartNumberingAfterBreak="0">
    <w:nsid w:val="73C116C3"/>
    <w:multiLevelType w:val="hybridMultilevel"/>
    <w:tmpl w:val="D5E68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7" w15:restartNumberingAfterBreak="0">
    <w:nsid w:val="73D57334"/>
    <w:multiLevelType w:val="hybridMultilevel"/>
    <w:tmpl w:val="E59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8" w15:restartNumberingAfterBreak="0">
    <w:nsid w:val="74106D9B"/>
    <w:multiLevelType w:val="hybridMultilevel"/>
    <w:tmpl w:val="5D1A0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 w15:restartNumberingAfterBreak="0">
    <w:nsid w:val="74292657"/>
    <w:multiLevelType w:val="hybridMultilevel"/>
    <w:tmpl w:val="733AD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0" w15:restartNumberingAfterBreak="0">
    <w:nsid w:val="7450646B"/>
    <w:multiLevelType w:val="hybridMultilevel"/>
    <w:tmpl w:val="1ED05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 w15:restartNumberingAfterBreak="0">
    <w:nsid w:val="74692707"/>
    <w:multiLevelType w:val="hybridMultilevel"/>
    <w:tmpl w:val="FFE22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2" w15:restartNumberingAfterBreak="0">
    <w:nsid w:val="74C03D16"/>
    <w:multiLevelType w:val="hybridMultilevel"/>
    <w:tmpl w:val="746E3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3" w15:restartNumberingAfterBreak="0">
    <w:nsid w:val="74C0426A"/>
    <w:multiLevelType w:val="hybridMultilevel"/>
    <w:tmpl w:val="5540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4" w15:restartNumberingAfterBreak="0">
    <w:nsid w:val="74CE53BE"/>
    <w:multiLevelType w:val="hybridMultilevel"/>
    <w:tmpl w:val="B2005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5" w15:restartNumberingAfterBreak="0">
    <w:nsid w:val="74EC4105"/>
    <w:multiLevelType w:val="hybridMultilevel"/>
    <w:tmpl w:val="208C0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6" w15:restartNumberingAfterBreak="0">
    <w:nsid w:val="75063628"/>
    <w:multiLevelType w:val="hybridMultilevel"/>
    <w:tmpl w:val="94D2D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7" w15:restartNumberingAfterBreak="0">
    <w:nsid w:val="75092BAC"/>
    <w:multiLevelType w:val="hybridMultilevel"/>
    <w:tmpl w:val="55B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8" w15:restartNumberingAfterBreak="0">
    <w:nsid w:val="751F0251"/>
    <w:multiLevelType w:val="hybridMultilevel"/>
    <w:tmpl w:val="FC168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9" w15:restartNumberingAfterBreak="0">
    <w:nsid w:val="752C64E8"/>
    <w:multiLevelType w:val="hybridMultilevel"/>
    <w:tmpl w:val="BBF66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0" w15:restartNumberingAfterBreak="0">
    <w:nsid w:val="752E3C17"/>
    <w:multiLevelType w:val="hybridMultilevel"/>
    <w:tmpl w:val="ED626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1" w15:restartNumberingAfterBreak="0">
    <w:nsid w:val="756B51BF"/>
    <w:multiLevelType w:val="hybridMultilevel"/>
    <w:tmpl w:val="95489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2" w15:restartNumberingAfterBreak="0">
    <w:nsid w:val="758C57EE"/>
    <w:multiLevelType w:val="hybridMultilevel"/>
    <w:tmpl w:val="3F10D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3" w15:restartNumberingAfterBreak="0">
    <w:nsid w:val="75C4395B"/>
    <w:multiLevelType w:val="hybridMultilevel"/>
    <w:tmpl w:val="38DCD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4" w15:restartNumberingAfterBreak="0">
    <w:nsid w:val="75D12421"/>
    <w:multiLevelType w:val="hybridMultilevel"/>
    <w:tmpl w:val="70281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5" w15:restartNumberingAfterBreak="0">
    <w:nsid w:val="75D1303B"/>
    <w:multiLevelType w:val="hybridMultilevel"/>
    <w:tmpl w:val="0C162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6" w15:restartNumberingAfterBreak="0">
    <w:nsid w:val="75DC51C0"/>
    <w:multiLevelType w:val="hybridMultilevel"/>
    <w:tmpl w:val="D3BC8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7" w15:restartNumberingAfterBreak="0">
    <w:nsid w:val="760E4206"/>
    <w:multiLevelType w:val="hybridMultilevel"/>
    <w:tmpl w:val="50D8E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8" w15:restartNumberingAfterBreak="0">
    <w:nsid w:val="761678B0"/>
    <w:multiLevelType w:val="hybridMultilevel"/>
    <w:tmpl w:val="ABF4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9" w15:restartNumberingAfterBreak="0">
    <w:nsid w:val="76420C8C"/>
    <w:multiLevelType w:val="hybridMultilevel"/>
    <w:tmpl w:val="F3EC3C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0" w15:restartNumberingAfterBreak="0">
    <w:nsid w:val="764876F2"/>
    <w:multiLevelType w:val="hybridMultilevel"/>
    <w:tmpl w:val="84008FE2"/>
    <w:lvl w:ilvl="0" w:tplc="BEAC6F42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61" w15:restartNumberingAfterBreak="0">
    <w:nsid w:val="7684070A"/>
    <w:multiLevelType w:val="hybridMultilevel"/>
    <w:tmpl w:val="97DAE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76A570BA"/>
    <w:multiLevelType w:val="hybridMultilevel"/>
    <w:tmpl w:val="DF78B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3" w15:restartNumberingAfterBreak="0">
    <w:nsid w:val="76B67CFE"/>
    <w:multiLevelType w:val="hybridMultilevel"/>
    <w:tmpl w:val="CDB2D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4" w15:restartNumberingAfterBreak="0">
    <w:nsid w:val="76D3428F"/>
    <w:multiLevelType w:val="hybridMultilevel"/>
    <w:tmpl w:val="6C2E8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5" w15:restartNumberingAfterBreak="0">
    <w:nsid w:val="76F73640"/>
    <w:multiLevelType w:val="hybridMultilevel"/>
    <w:tmpl w:val="DEA61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6" w15:restartNumberingAfterBreak="0">
    <w:nsid w:val="77182DD2"/>
    <w:multiLevelType w:val="hybridMultilevel"/>
    <w:tmpl w:val="2D3010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7" w15:restartNumberingAfterBreak="0">
    <w:nsid w:val="77431A2A"/>
    <w:multiLevelType w:val="hybridMultilevel"/>
    <w:tmpl w:val="D5466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8" w15:restartNumberingAfterBreak="0">
    <w:nsid w:val="774F6A96"/>
    <w:multiLevelType w:val="hybridMultilevel"/>
    <w:tmpl w:val="AB1033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9" w15:restartNumberingAfterBreak="0">
    <w:nsid w:val="77CB0149"/>
    <w:multiLevelType w:val="hybridMultilevel"/>
    <w:tmpl w:val="12EA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0" w15:restartNumberingAfterBreak="0">
    <w:nsid w:val="77E438F1"/>
    <w:multiLevelType w:val="hybridMultilevel"/>
    <w:tmpl w:val="7DDE0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1" w15:restartNumberingAfterBreak="0">
    <w:nsid w:val="78397463"/>
    <w:multiLevelType w:val="hybridMultilevel"/>
    <w:tmpl w:val="A5D8F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2" w15:restartNumberingAfterBreak="0">
    <w:nsid w:val="789D7459"/>
    <w:multiLevelType w:val="hybridMultilevel"/>
    <w:tmpl w:val="ADA63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3" w15:restartNumberingAfterBreak="0">
    <w:nsid w:val="78A1077F"/>
    <w:multiLevelType w:val="hybridMultilevel"/>
    <w:tmpl w:val="81028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4" w15:restartNumberingAfterBreak="0">
    <w:nsid w:val="78A238BD"/>
    <w:multiLevelType w:val="hybridMultilevel"/>
    <w:tmpl w:val="E4D8E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5" w15:restartNumberingAfterBreak="0">
    <w:nsid w:val="78D858D9"/>
    <w:multiLevelType w:val="hybridMultilevel"/>
    <w:tmpl w:val="ADB45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6" w15:restartNumberingAfterBreak="0">
    <w:nsid w:val="78E11917"/>
    <w:multiLevelType w:val="hybridMultilevel"/>
    <w:tmpl w:val="6ECCE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7" w15:restartNumberingAfterBreak="0">
    <w:nsid w:val="791911DD"/>
    <w:multiLevelType w:val="hybridMultilevel"/>
    <w:tmpl w:val="D806F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8" w15:restartNumberingAfterBreak="0">
    <w:nsid w:val="79825586"/>
    <w:multiLevelType w:val="hybridMultilevel"/>
    <w:tmpl w:val="5A1C6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9" w15:restartNumberingAfterBreak="0">
    <w:nsid w:val="79835D4C"/>
    <w:multiLevelType w:val="hybridMultilevel"/>
    <w:tmpl w:val="EA9AB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0" w15:restartNumberingAfterBreak="0">
    <w:nsid w:val="798834E7"/>
    <w:multiLevelType w:val="hybridMultilevel"/>
    <w:tmpl w:val="94C0F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1" w15:restartNumberingAfterBreak="0">
    <w:nsid w:val="79910CA1"/>
    <w:multiLevelType w:val="hybridMultilevel"/>
    <w:tmpl w:val="B492F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2" w15:restartNumberingAfterBreak="0">
    <w:nsid w:val="7A044F01"/>
    <w:multiLevelType w:val="hybridMultilevel"/>
    <w:tmpl w:val="21DEB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3" w15:restartNumberingAfterBreak="0">
    <w:nsid w:val="7A2769ED"/>
    <w:multiLevelType w:val="hybridMultilevel"/>
    <w:tmpl w:val="D660B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4" w15:restartNumberingAfterBreak="0">
    <w:nsid w:val="7A377216"/>
    <w:multiLevelType w:val="hybridMultilevel"/>
    <w:tmpl w:val="1BD4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5" w15:restartNumberingAfterBreak="0">
    <w:nsid w:val="7A39418F"/>
    <w:multiLevelType w:val="hybridMultilevel"/>
    <w:tmpl w:val="9F8AF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6" w15:restartNumberingAfterBreak="0">
    <w:nsid w:val="7A526507"/>
    <w:multiLevelType w:val="hybridMultilevel"/>
    <w:tmpl w:val="0AF83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7" w15:restartNumberingAfterBreak="0">
    <w:nsid w:val="7A80511B"/>
    <w:multiLevelType w:val="hybridMultilevel"/>
    <w:tmpl w:val="83A01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8" w15:restartNumberingAfterBreak="0">
    <w:nsid w:val="7A8C175D"/>
    <w:multiLevelType w:val="hybridMultilevel"/>
    <w:tmpl w:val="1956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9" w15:restartNumberingAfterBreak="0">
    <w:nsid w:val="7B3C048A"/>
    <w:multiLevelType w:val="hybridMultilevel"/>
    <w:tmpl w:val="88EAF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0" w15:restartNumberingAfterBreak="0">
    <w:nsid w:val="7BA65033"/>
    <w:multiLevelType w:val="hybridMultilevel"/>
    <w:tmpl w:val="10865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1" w15:restartNumberingAfterBreak="0">
    <w:nsid w:val="7BEC6C22"/>
    <w:multiLevelType w:val="hybridMultilevel"/>
    <w:tmpl w:val="56DCC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2" w15:restartNumberingAfterBreak="0">
    <w:nsid w:val="7C300D8B"/>
    <w:multiLevelType w:val="hybridMultilevel"/>
    <w:tmpl w:val="7E7E0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3" w15:restartNumberingAfterBreak="0">
    <w:nsid w:val="7C5818E9"/>
    <w:multiLevelType w:val="hybridMultilevel"/>
    <w:tmpl w:val="8C9C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4" w15:restartNumberingAfterBreak="0">
    <w:nsid w:val="7CA517E2"/>
    <w:multiLevelType w:val="hybridMultilevel"/>
    <w:tmpl w:val="810AD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95" w15:restartNumberingAfterBreak="0">
    <w:nsid w:val="7CAA6896"/>
    <w:multiLevelType w:val="hybridMultilevel"/>
    <w:tmpl w:val="424CE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6" w15:restartNumberingAfterBreak="0">
    <w:nsid w:val="7CE773A2"/>
    <w:multiLevelType w:val="hybridMultilevel"/>
    <w:tmpl w:val="C54A3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7" w15:restartNumberingAfterBreak="0">
    <w:nsid w:val="7D0F021C"/>
    <w:multiLevelType w:val="hybridMultilevel"/>
    <w:tmpl w:val="45AA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8" w15:restartNumberingAfterBreak="0">
    <w:nsid w:val="7D4229E2"/>
    <w:multiLevelType w:val="hybridMultilevel"/>
    <w:tmpl w:val="0F10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9" w15:restartNumberingAfterBreak="0">
    <w:nsid w:val="7D5871FF"/>
    <w:multiLevelType w:val="hybridMultilevel"/>
    <w:tmpl w:val="33BAF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0" w15:restartNumberingAfterBreak="0">
    <w:nsid w:val="7D587E83"/>
    <w:multiLevelType w:val="hybridMultilevel"/>
    <w:tmpl w:val="43707626"/>
    <w:lvl w:ilvl="0" w:tplc="7F9E45D4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01" w15:restartNumberingAfterBreak="0">
    <w:nsid w:val="7D805F54"/>
    <w:multiLevelType w:val="hybridMultilevel"/>
    <w:tmpl w:val="E3200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7DA61D13"/>
    <w:multiLevelType w:val="hybridMultilevel"/>
    <w:tmpl w:val="2F2E8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3" w15:restartNumberingAfterBreak="0">
    <w:nsid w:val="7DA73359"/>
    <w:multiLevelType w:val="hybridMultilevel"/>
    <w:tmpl w:val="2BC46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4" w15:restartNumberingAfterBreak="0">
    <w:nsid w:val="7DDF1A72"/>
    <w:multiLevelType w:val="hybridMultilevel"/>
    <w:tmpl w:val="7FDA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5" w15:restartNumberingAfterBreak="0">
    <w:nsid w:val="7DEF18F9"/>
    <w:multiLevelType w:val="hybridMultilevel"/>
    <w:tmpl w:val="9B7C7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6" w15:restartNumberingAfterBreak="0">
    <w:nsid w:val="7E861ED9"/>
    <w:multiLevelType w:val="hybridMultilevel"/>
    <w:tmpl w:val="4770F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7" w15:restartNumberingAfterBreak="0">
    <w:nsid w:val="7EAD0354"/>
    <w:multiLevelType w:val="hybridMultilevel"/>
    <w:tmpl w:val="00342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8" w15:restartNumberingAfterBreak="0">
    <w:nsid w:val="7EE601F9"/>
    <w:multiLevelType w:val="hybridMultilevel"/>
    <w:tmpl w:val="D91ED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9" w15:restartNumberingAfterBreak="0">
    <w:nsid w:val="7F2F1049"/>
    <w:multiLevelType w:val="hybridMultilevel"/>
    <w:tmpl w:val="C3204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0" w15:restartNumberingAfterBreak="0">
    <w:nsid w:val="7F437323"/>
    <w:multiLevelType w:val="hybridMultilevel"/>
    <w:tmpl w:val="B4AE2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1" w15:restartNumberingAfterBreak="0">
    <w:nsid w:val="7F7803DC"/>
    <w:multiLevelType w:val="hybridMultilevel"/>
    <w:tmpl w:val="5ADAB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2" w15:restartNumberingAfterBreak="0">
    <w:nsid w:val="7F8606AF"/>
    <w:multiLevelType w:val="hybridMultilevel"/>
    <w:tmpl w:val="3A0A1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3" w15:restartNumberingAfterBreak="0">
    <w:nsid w:val="7FAD72FE"/>
    <w:multiLevelType w:val="hybridMultilevel"/>
    <w:tmpl w:val="BC1C0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4" w15:restartNumberingAfterBreak="0">
    <w:nsid w:val="7FD90F7F"/>
    <w:multiLevelType w:val="hybridMultilevel"/>
    <w:tmpl w:val="4170B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5" w15:restartNumberingAfterBreak="0">
    <w:nsid w:val="7FF40C8A"/>
    <w:multiLevelType w:val="hybridMultilevel"/>
    <w:tmpl w:val="82F0A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2"/>
  </w:num>
  <w:num w:numId="2">
    <w:abstractNumId w:val="7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91"/>
  </w:num>
  <w:num w:numId="5">
    <w:abstractNumId w:val="546"/>
  </w:num>
  <w:num w:numId="6">
    <w:abstractNumId w:val="481"/>
  </w:num>
  <w:num w:numId="7">
    <w:abstractNumId w:val="313"/>
  </w:num>
  <w:num w:numId="8">
    <w:abstractNumId w:val="352"/>
  </w:num>
  <w:num w:numId="9">
    <w:abstractNumId w:val="156"/>
  </w:num>
  <w:num w:numId="10">
    <w:abstractNumId w:val="423"/>
  </w:num>
  <w:num w:numId="11">
    <w:abstractNumId w:val="782"/>
  </w:num>
  <w:num w:numId="12">
    <w:abstractNumId w:val="608"/>
  </w:num>
  <w:num w:numId="13">
    <w:abstractNumId w:val="524"/>
  </w:num>
  <w:num w:numId="14">
    <w:abstractNumId w:val="264"/>
  </w:num>
  <w:num w:numId="15">
    <w:abstractNumId w:val="510"/>
  </w:num>
  <w:num w:numId="16">
    <w:abstractNumId w:val="728"/>
  </w:num>
  <w:num w:numId="17">
    <w:abstractNumId w:val="99"/>
  </w:num>
  <w:num w:numId="18">
    <w:abstractNumId w:val="422"/>
  </w:num>
  <w:num w:numId="19">
    <w:abstractNumId w:val="300"/>
  </w:num>
  <w:num w:numId="20">
    <w:abstractNumId w:val="331"/>
  </w:num>
  <w:num w:numId="21">
    <w:abstractNumId w:val="116"/>
  </w:num>
  <w:num w:numId="22">
    <w:abstractNumId w:val="382"/>
  </w:num>
  <w:num w:numId="23">
    <w:abstractNumId w:val="117"/>
  </w:num>
  <w:num w:numId="24">
    <w:abstractNumId w:val="150"/>
  </w:num>
  <w:num w:numId="25">
    <w:abstractNumId w:val="257"/>
  </w:num>
  <w:num w:numId="26">
    <w:abstractNumId w:val="748"/>
  </w:num>
  <w:num w:numId="27">
    <w:abstractNumId w:val="207"/>
  </w:num>
  <w:num w:numId="28">
    <w:abstractNumId w:val="367"/>
  </w:num>
  <w:num w:numId="29">
    <w:abstractNumId w:val="135"/>
  </w:num>
  <w:num w:numId="30">
    <w:abstractNumId w:val="285"/>
  </w:num>
  <w:num w:numId="31">
    <w:abstractNumId w:val="475"/>
  </w:num>
  <w:num w:numId="32">
    <w:abstractNumId w:val="375"/>
  </w:num>
  <w:num w:numId="33">
    <w:abstractNumId w:val="581"/>
  </w:num>
  <w:num w:numId="34">
    <w:abstractNumId w:val="271"/>
  </w:num>
  <w:num w:numId="35">
    <w:abstractNumId w:val="725"/>
  </w:num>
  <w:num w:numId="36">
    <w:abstractNumId w:val="350"/>
  </w:num>
  <w:num w:numId="37">
    <w:abstractNumId w:val="338"/>
  </w:num>
  <w:num w:numId="38">
    <w:abstractNumId w:val="0"/>
  </w:num>
  <w:num w:numId="39">
    <w:abstractNumId w:val="723"/>
  </w:num>
  <w:num w:numId="40">
    <w:abstractNumId w:val="107"/>
  </w:num>
  <w:num w:numId="41">
    <w:abstractNumId w:val="804"/>
  </w:num>
  <w:num w:numId="42">
    <w:abstractNumId w:val="61"/>
  </w:num>
  <w:num w:numId="43">
    <w:abstractNumId w:val="78"/>
  </w:num>
  <w:num w:numId="44">
    <w:abstractNumId w:val="432"/>
  </w:num>
  <w:num w:numId="45">
    <w:abstractNumId w:val="360"/>
  </w:num>
  <w:num w:numId="46">
    <w:abstractNumId w:val="221"/>
  </w:num>
  <w:num w:numId="47">
    <w:abstractNumId w:val="596"/>
  </w:num>
  <w:num w:numId="48">
    <w:abstractNumId w:val="490"/>
  </w:num>
  <w:num w:numId="49">
    <w:abstractNumId w:val="579"/>
  </w:num>
  <w:num w:numId="50">
    <w:abstractNumId w:val="208"/>
  </w:num>
  <w:num w:numId="51">
    <w:abstractNumId w:val="611"/>
  </w:num>
  <w:num w:numId="52">
    <w:abstractNumId w:val="445"/>
  </w:num>
  <w:num w:numId="53">
    <w:abstractNumId w:val="405"/>
  </w:num>
  <w:num w:numId="54">
    <w:abstractNumId w:val="483"/>
  </w:num>
  <w:num w:numId="55">
    <w:abstractNumId w:val="339"/>
  </w:num>
  <w:num w:numId="56">
    <w:abstractNumId w:val="647"/>
  </w:num>
  <w:num w:numId="57">
    <w:abstractNumId w:val="679"/>
  </w:num>
  <w:num w:numId="58">
    <w:abstractNumId w:val="344"/>
  </w:num>
  <w:num w:numId="59">
    <w:abstractNumId w:val="811"/>
  </w:num>
  <w:num w:numId="60">
    <w:abstractNumId w:val="738"/>
  </w:num>
  <w:num w:numId="61">
    <w:abstractNumId w:val="525"/>
  </w:num>
  <w:num w:numId="62">
    <w:abstractNumId w:val="341"/>
  </w:num>
  <w:num w:numId="63">
    <w:abstractNumId w:val="772"/>
  </w:num>
  <w:num w:numId="64">
    <w:abstractNumId w:val="245"/>
  </w:num>
  <w:num w:numId="65">
    <w:abstractNumId w:val="396"/>
  </w:num>
  <w:num w:numId="66">
    <w:abstractNumId w:val="443"/>
  </w:num>
  <w:num w:numId="67">
    <w:abstractNumId w:val="455"/>
  </w:num>
  <w:num w:numId="68">
    <w:abstractNumId w:val="737"/>
  </w:num>
  <w:num w:numId="69">
    <w:abstractNumId w:val="732"/>
  </w:num>
  <w:num w:numId="70">
    <w:abstractNumId w:val="625"/>
  </w:num>
  <w:num w:numId="71">
    <w:abstractNumId w:val="598"/>
  </w:num>
  <w:num w:numId="72">
    <w:abstractNumId w:val="168"/>
  </w:num>
  <w:num w:numId="73">
    <w:abstractNumId w:val="163"/>
  </w:num>
  <w:num w:numId="74">
    <w:abstractNumId w:val="796"/>
  </w:num>
  <w:num w:numId="75">
    <w:abstractNumId w:val="601"/>
  </w:num>
  <w:num w:numId="76">
    <w:abstractNumId w:val="301"/>
  </w:num>
  <w:num w:numId="77">
    <w:abstractNumId w:val="311"/>
  </w:num>
  <w:num w:numId="78">
    <w:abstractNumId w:val="263"/>
  </w:num>
  <w:num w:numId="79">
    <w:abstractNumId w:val="814"/>
  </w:num>
  <w:num w:numId="80">
    <w:abstractNumId w:val="345"/>
  </w:num>
  <w:num w:numId="81">
    <w:abstractNumId w:val="464"/>
  </w:num>
  <w:num w:numId="82">
    <w:abstractNumId w:val="262"/>
  </w:num>
  <w:num w:numId="83">
    <w:abstractNumId w:val="6"/>
  </w:num>
  <w:num w:numId="84">
    <w:abstractNumId w:val="646"/>
  </w:num>
  <w:num w:numId="85">
    <w:abstractNumId w:val="802"/>
  </w:num>
  <w:num w:numId="86">
    <w:abstractNumId w:val="614"/>
  </w:num>
  <w:num w:numId="87">
    <w:abstractNumId w:val="620"/>
  </w:num>
  <w:num w:numId="88">
    <w:abstractNumId w:val="67"/>
  </w:num>
  <w:num w:numId="89">
    <w:abstractNumId w:val="307"/>
  </w:num>
  <w:num w:numId="90">
    <w:abstractNumId w:val="492"/>
  </w:num>
  <w:num w:numId="91">
    <w:abstractNumId w:val="279"/>
  </w:num>
  <w:num w:numId="92">
    <w:abstractNumId w:val="448"/>
  </w:num>
  <w:num w:numId="93">
    <w:abstractNumId w:val="35"/>
  </w:num>
  <w:num w:numId="94">
    <w:abstractNumId w:val="171"/>
  </w:num>
  <w:num w:numId="95">
    <w:abstractNumId w:val="629"/>
  </w:num>
  <w:num w:numId="96">
    <w:abstractNumId w:val="594"/>
  </w:num>
  <w:num w:numId="97">
    <w:abstractNumId w:val="574"/>
  </w:num>
  <w:num w:numId="98">
    <w:abstractNumId w:val="45"/>
  </w:num>
  <w:num w:numId="99">
    <w:abstractNumId w:val="247"/>
  </w:num>
  <w:num w:numId="100">
    <w:abstractNumId w:val="750"/>
  </w:num>
  <w:num w:numId="101">
    <w:abstractNumId w:val="280"/>
  </w:num>
  <w:num w:numId="102">
    <w:abstractNumId w:val="700"/>
  </w:num>
  <w:num w:numId="103">
    <w:abstractNumId w:val="183"/>
  </w:num>
  <w:num w:numId="104">
    <w:abstractNumId w:val="38"/>
  </w:num>
  <w:num w:numId="105">
    <w:abstractNumId w:val="730"/>
  </w:num>
  <w:num w:numId="106">
    <w:abstractNumId w:val="745"/>
  </w:num>
  <w:num w:numId="107">
    <w:abstractNumId w:val="3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4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6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7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779"/>
  </w:num>
  <w:num w:numId="114">
    <w:abstractNumId w:val="469"/>
  </w:num>
  <w:num w:numId="115">
    <w:abstractNumId w:val="191"/>
  </w:num>
  <w:num w:numId="116">
    <w:abstractNumId w:val="101"/>
  </w:num>
  <w:num w:numId="117">
    <w:abstractNumId w:val="696"/>
  </w:num>
  <w:num w:numId="118">
    <w:abstractNumId w:val="521"/>
  </w:num>
  <w:num w:numId="119">
    <w:abstractNumId w:val="713"/>
  </w:num>
  <w:num w:numId="120">
    <w:abstractNumId w:val="2"/>
  </w:num>
  <w:num w:numId="121">
    <w:abstractNumId w:val="29"/>
  </w:num>
  <w:num w:numId="122">
    <w:abstractNumId w:val="36"/>
  </w:num>
  <w:num w:numId="123">
    <w:abstractNumId w:val="374"/>
  </w:num>
  <w:num w:numId="124">
    <w:abstractNumId w:val="559"/>
  </w:num>
  <w:num w:numId="125">
    <w:abstractNumId w:val="334"/>
  </w:num>
  <w:num w:numId="126">
    <w:abstractNumId w:val="5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803"/>
  </w:num>
  <w:num w:numId="129">
    <w:abstractNumId w:val="456"/>
  </w:num>
  <w:num w:numId="130">
    <w:abstractNumId w:val="626"/>
  </w:num>
  <w:num w:numId="131">
    <w:abstractNumId w:val="809"/>
  </w:num>
  <w:num w:numId="132">
    <w:abstractNumId w:val="195"/>
  </w:num>
  <w:num w:numId="133">
    <w:abstractNumId w:val="46"/>
  </w:num>
  <w:num w:numId="134">
    <w:abstractNumId w:val="145"/>
  </w:num>
  <w:num w:numId="135">
    <w:abstractNumId w:val="291"/>
  </w:num>
  <w:num w:numId="136">
    <w:abstractNumId w:val="720"/>
  </w:num>
  <w:num w:numId="137">
    <w:abstractNumId w:val="259"/>
  </w:num>
  <w:num w:numId="138">
    <w:abstractNumId w:val="185"/>
  </w:num>
  <w:num w:numId="139">
    <w:abstractNumId w:val="595"/>
  </w:num>
  <w:num w:numId="140">
    <w:abstractNumId w:val="783"/>
  </w:num>
  <w:num w:numId="141">
    <w:abstractNumId w:val="60"/>
  </w:num>
  <w:num w:numId="142">
    <w:abstractNumId w:val="227"/>
  </w:num>
  <w:num w:numId="143">
    <w:abstractNumId w:val="487"/>
  </w:num>
  <w:num w:numId="144">
    <w:abstractNumId w:val="220"/>
  </w:num>
  <w:num w:numId="145">
    <w:abstractNumId w:val="115"/>
  </w:num>
  <w:num w:numId="146">
    <w:abstractNumId w:val="265"/>
  </w:num>
  <w:num w:numId="147">
    <w:abstractNumId w:val="392"/>
  </w:num>
  <w:num w:numId="148">
    <w:abstractNumId w:val="90"/>
  </w:num>
  <w:num w:numId="149">
    <w:abstractNumId w:val="578"/>
  </w:num>
  <w:num w:numId="150">
    <w:abstractNumId w:val="639"/>
  </w:num>
  <w:num w:numId="151">
    <w:abstractNumId w:val="4"/>
  </w:num>
  <w:num w:numId="152">
    <w:abstractNumId w:val="542"/>
  </w:num>
  <w:num w:numId="153">
    <w:abstractNumId w:val="576"/>
  </w:num>
  <w:num w:numId="154">
    <w:abstractNumId w:val="72"/>
  </w:num>
  <w:num w:numId="155">
    <w:abstractNumId w:val="74"/>
  </w:num>
  <w:num w:numId="156">
    <w:abstractNumId w:val="41"/>
  </w:num>
  <w:num w:numId="157">
    <w:abstractNumId w:val="447"/>
  </w:num>
  <w:num w:numId="158">
    <w:abstractNumId w:val="218"/>
  </w:num>
  <w:num w:numId="159">
    <w:abstractNumId w:val="113"/>
  </w:num>
  <w:num w:numId="160">
    <w:abstractNumId w:val="764"/>
  </w:num>
  <w:num w:numId="161">
    <w:abstractNumId w:val="296"/>
  </w:num>
  <w:num w:numId="162">
    <w:abstractNumId w:val="425"/>
  </w:num>
  <w:num w:numId="163">
    <w:abstractNumId w:val="275"/>
  </w:num>
  <w:num w:numId="164">
    <w:abstractNumId w:val="144"/>
  </w:num>
  <w:num w:numId="165">
    <w:abstractNumId w:val="753"/>
  </w:num>
  <w:num w:numId="166">
    <w:abstractNumId w:val="799"/>
  </w:num>
  <w:num w:numId="167">
    <w:abstractNumId w:val="39"/>
  </w:num>
  <w:num w:numId="168">
    <w:abstractNumId w:val="461"/>
  </w:num>
  <w:num w:numId="169">
    <w:abstractNumId w:val="102"/>
  </w:num>
  <w:num w:numId="170">
    <w:abstractNumId w:val="134"/>
  </w:num>
  <w:num w:numId="171">
    <w:abstractNumId w:val="189"/>
  </w:num>
  <w:num w:numId="172">
    <w:abstractNumId w:val="336"/>
  </w:num>
  <w:num w:numId="173">
    <w:abstractNumId w:val="28"/>
  </w:num>
  <w:num w:numId="174">
    <w:abstractNumId w:val="780"/>
  </w:num>
  <w:num w:numId="175">
    <w:abstractNumId w:val="527"/>
  </w:num>
  <w:num w:numId="176">
    <w:abstractNumId w:val="249"/>
  </w:num>
  <w:num w:numId="177">
    <w:abstractNumId w:val="795"/>
  </w:num>
  <w:num w:numId="178">
    <w:abstractNumId w:val="153"/>
  </w:num>
  <w:num w:numId="179">
    <w:abstractNumId w:val="756"/>
  </w:num>
  <w:num w:numId="180">
    <w:abstractNumId w:val="624"/>
  </w:num>
  <w:num w:numId="181">
    <w:abstractNumId w:val="370"/>
  </w:num>
  <w:num w:numId="182">
    <w:abstractNumId w:val="597"/>
  </w:num>
  <w:num w:numId="183">
    <w:abstractNumId w:val="126"/>
  </w:num>
  <w:num w:numId="184">
    <w:abstractNumId w:val="480"/>
  </w:num>
  <w:num w:numId="185">
    <w:abstractNumId w:val="68"/>
  </w:num>
  <w:num w:numId="186">
    <w:abstractNumId w:val="388"/>
  </w:num>
  <w:num w:numId="187">
    <w:abstractNumId w:val="498"/>
  </w:num>
  <w:num w:numId="188">
    <w:abstractNumId w:val="628"/>
  </w:num>
  <w:num w:numId="189">
    <w:abstractNumId w:val="32"/>
  </w:num>
  <w:num w:numId="190">
    <w:abstractNumId w:val="196"/>
  </w:num>
  <w:num w:numId="191">
    <w:abstractNumId w:val="246"/>
  </w:num>
  <w:num w:numId="192">
    <w:abstractNumId w:val="468"/>
  </w:num>
  <w:num w:numId="193">
    <w:abstractNumId w:val="310"/>
  </w:num>
  <w:num w:numId="194">
    <w:abstractNumId w:val="693"/>
  </w:num>
  <w:num w:numId="195">
    <w:abstractNumId w:val="224"/>
  </w:num>
  <w:num w:numId="196">
    <w:abstractNumId w:val="182"/>
  </w:num>
  <w:num w:numId="197">
    <w:abstractNumId w:val="303"/>
  </w:num>
  <w:num w:numId="198">
    <w:abstractNumId w:val="288"/>
  </w:num>
  <w:num w:numId="199">
    <w:abstractNumId w:val="254"/>
  </w:num>
  <w:num w:numId="200">
    <w:abstractNumId w:val="584"/>
  </w:num>
  <w:num w:numId="201">
    <w:abstractNumId w:val="541"/>
  </w:num>
  <w:num w:numId="202">
    <w:abstractNumId w:val="703"/>
  </w:num>
  <w:num w:numId="203">
    <w:abstractNumId w:val="84"/>
  </w:num>
  <w:num w:numId="204">
    <w:abstractNumId w:val="321"/>
  </w:num>
  <w:num w:numId="205">
    <w:abstractNumId w:val="428"/>
  </w:num>
  <w:num w:numId="206">
    <w:abstractNumId w:val="10"/>
  </w:num>
  <w:num w:numId="207">
    <w:abstractNumId w:val="272"/>
  </w:num>
  <w:num w:numId="208">
    <w:abstractNumId w:val="505"/>
  </w:num>
  <w:num w:numId="209">
    <w:abstractNumId w:val="789"/>
  </w:num>
  <w:num w:numId="210">
    <w:abstractNumId w:val="290"/>
  </w:num>
  <w:num w:numId="211">
    <w:abstractNumId w:val="603"/>
  </w:num>
  <w:num w:numId="212">
    <w:abstractNumId w:val="161"/>
  </w:num>
  <w:num w:numId="213">
    <w:abstractNumId w:val="162"/>
  </w:num>
  <w:num w:numId="214">
    <w:abstractNumId w:val="327"/>
  </w:num>
  <w:num w:numId="215">
    <w:abstractNumId w:val="276"/>
  </w:num>
  <w:num w:numId="216">
    <w:abstractNumId w:val="507"/>
  </w:num>
  <w:num w:numId="217">
    <w:abstractNumId w:val="361"/>
  </w:num>
  <w:num w:numId="218">
    <w:abstractNumId w:val="293"/>
  </w:num>
  <w:num w:numId="219">
    <w:abstractNumId w:val="758"/>
  </w:num>
  <w:num w:numId="220">
    <w:abstractNumId w:val="531"/>
  </w:num>
  <w:num w:numId="221">
    <w:abstractNumId w:val="215"/>
  </w:num>
  <w:num w:numId="222">
    <w:abstractNumId w:val="253"/>
  </w:num>
  <w:num w:numId="223">
    <w:abstractNumId w:val="175"/>
  </w:num>
  <w:num w:numId="224">
    <w:abstractNumId w:val="670"/>
  </w:num>
  <w:num w:numId="225">
    <w:abstractNumId w:val="411"/>
  </w:num>
  <w:num w:numId="226">
    <w:abstractNumId w:val="364"/>
  </w:num>
  <w:num w:numId="227">
    <w:abstractNumId w:val="408"/>
  </w:num>
  <w:num w:numId="228">
    <w:abstractNumId w:val="58"/>
  </w:num>
  <w:num w:numId="229">
    <w:abstractNumId w:val="417"/>
  </w:num>
  <w:num w:numId="230">
    <w:abstractNumId w:val="86"/>
  </w:num>
  <w:num w:numId="231">
    <w:abstractNumId w:val="623"/>
  </w:num>
  <w:num w:numId="232">
    <w:abstractNumId w:val="106"/>
  </w:num>
  <w:num w:numId="233">
    <w:abstractNumId w:val="241"/>
  </w:num>
  <w:num w:numId="234">
    <w:abstractNumId w:val="395"/>
  </w:num>
  <w:num w:numId="235">
    <w:abstractNumId w:val="609"/>
  </w:num>
  <w:num w:numId="236">
    <w:abstractNumId w:val="211"/>
  </w:num>
  <w:num w:numId="237">
    <w:abstractNumId w:val="62"/>
  </w:num>
  <w:num w:numId="238">
    <w:abstractNumId w:val="112"/>
  </w:num>
  <w:num w:numId="239">
    <w:abstractNumId w:val="810"/>
  </w:num>
  <w:num w:numId="240">
    <w:abstractNumId w:val="716"/>
  </w:num>
  <w:num w:numId="241">
    <w:abstractNumId w:val="95"/>
  </w:num>
  <w:num w:numId="242">
    <w:abstractNumId w:val="404"/>
  </w:num>
  <w:num w:numId="243">
    <w:abstractNumId w:val="278"/>
  </w:num>
  <w:num w:numId="244">
    <w:abstractNumId w:val="205"/>
  </w:num>
  <w:num w:numId="245">
    <w:abstractNumId w:val="281"/>
  </w:num>
  <w:num w:numId="246">
    <w:abstractNumId w:val="504"/>
  </w:num>
  <w:num w:numId="247">
    <w:abstractNumId w:val="266"/>
  </w:num>
  <w:num w:numId="248">
    <w:abstractNumId w:val="320"/>
  </w:num>
  <w:num w:numId="249">
    <w:abstractNumId w:val="569"/>
  </w:num>
  <w:num w:numId="250">
    <w:abstractNumId w:val="349"/>
  </w:num>
  <w:num w:numId="251">
    <w:abstractNumId w:val="274"/>
  </w:num>
  <w:num w:numId="252">
    <w:abstractNumId w:val="538"/>
  </w:num>
  <w:num w:numId="253">
    <w:abstractNumId w:val="141"/>
  </w:num>
  <w:num w:numId="254">
    <w:abstractNumId w:val="121"/>
  </w:num>
  <w:num w:numId="255">
    <w:abstractNumId w:val="619"/>
  </w:num>
  <w:num w:numId="256">
    <w:abstractNumId w:val="650"/>
  </w:num>
  <w:num w:numId="257">
    <w:abstractNumId w:val="174"/>
  </w:num>
  <w:num w:numId="258">
    <w:abstractNumId w:val="557"/>
  </w:num>
  <w:num w:numId="259">
    <w:abstractNumId w:val="91"/>
  </w:num>
  <w:num w:numId="260">
    <w:abstractNumId w:val="746"/>
  </w:num>
  <w:num w:numId="261">
    <w:abstractNumId w:val="329"/>
  </w:num>
  <w:num w:numId="262">
    <w:abstractNumId w:val="85"/>
  </w:num>
  <w:num w:numId="263">
    <w:abstractNumId w:val="552"/>
  </w:num>
  <w:num w:numId="264">
    <w:abstractNumId w:val="399"/>
  </w:num>
  <w:num w:numId="265">
    <w:abstractNumId w:val="537"/>
  </w:num>
  <w:num w:numId="266">
    <w:abstractNumId w:val="550"/>
  </w:num>
  <w:num w:numId="267">
    <w:abstractNumId w:val="511"/>
  </w:num>
  <w:num w:numId="268">
    <w:abstractNumId w:val="378"/>
  </w:num>
  <w:num w:numId="269">
    <w:abstractNumId w:val="98"/>
  </w:num>
  <w:num w:numId="270">
    <w:abstractNumId w:val="688"/>
  </w:num>
  <w:num w:numId="271">
    <w:abstractNumId w:val="673"/>
  </w:num>
  <w:num w:numId="272">
    <w:abstractNumId w:val="509"/>
  </w:num>
  <w:num w:numId="273">
    <w:abstractNumId w:val="6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4">
    <w:abstractNumId w:val="558"/>
  </w:num>
  <w:num w:numId="275">
    <w:abstractNumId w:val="489"/>
  </w:num>
  <w:num w:numId="276">
    <w:abstractNumId w:val="410"/>
  </w:num>
  <w:num w:numId="277">
    <w:abstractNumId w:val="534"/>
  </w:num>
  <w:num w:numId="278">
    <w:abstractNumId w:val="105"/>
  </w:num>
  <w:num w:numId="279">
    <w:abstractNumId w:val="294"/>
  </w:num>
  <w:num w:numId="280">
    <w:abstractNumId w:val="393"/>
  </w:num>
  <w:num w:numId="281">
    <w:abstractNumId w:val="151"/>
  </w:num>
  <w:num w:numId="282">
    <w:abstractNumId w:val="479"/>
  </w:num>
  <w:num w:numId="283">
    <w:abstractNumId w:val="781"/>
  </w:num>
  <w:num w:numId="284">
    <w:abstractNumId w:val="442"/>
  </w:num>
  <w:num w:numId="285">
    <w:abstractNumId w:val="430"/>
  </w:num>
  <w:num w:numId="286">
    <w:abstractNumId w:val="690"/>
  </w:num>
  <w:num w:numId="287">
    <w:abstractNumId w:val="390"/>
  </w:num>
  <w:num w:numId="288">
    <w:abstractNumId w:val="242"/>
  </w:num>
  <w:num w:numId="289">
    <w:abstractNumId w:val="771"/>
  </w:num>
  <w:num w:numId="290">
    <w:abstractNumId w:val="740"/>
  </w:num>
  <w:num w:numId="291">
    <w:abstractNumId w:val="340"/>
  </w:num>
  <w:num w:numId="292">
    <w:abstractNumId w:val="63"/>
  </w:num>
  <w:num w:numId="293">
    <w:abstractNumId w:val="363"/>
  </w:num>
  <w:num w:numId="294">
    <w:abstractNumId w:val="295"/>
  </w:num>
  <w:num w:numId="295">
    <w:abstractNumId w:val="186"/>
  </w:num>
  <w:num w:numId="296">
    <w:abstractNumId w:val="686"/>
  </w:num>
  <w:num w:numId="297">
    <w:abstractNumId w:val="381"/>
  </w:num>
  <w:num w:numId="298">
    <w:abstractNumId w:val="768"/>
  </w:num>
  <w:num w:numId="299">
    <w:abstractNumId w:val="127"/>
  </w:num>
  <w:num w:numId="300">
    <w:abstractNumId w:val="433"/>
  </w:num>
  <w:num w:numId="301">
    <w:abstractNumId w:val="4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2">
    <w:abstractNumId w:val="708"/>
  </w:num>
  <w:num w:numId="303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4">
    <w:abstractNumId w:val="450"/>
  </w:num>
  <w:num w:numId="305">
    <w:abstractNumId w:val="337"/>
  </w:num>
  <w:num w:numId="306">
    <w:abstractNumId w:val="602"/>
  </w:num>
  <w:num w:numId="307">
    <w:abstractNumId w:val="297"/>
  </w:num>
  <w:num w:numId="308">
    <w:abstractNumId w:val="500"/>
  </w:num>
  <w:num w:numId="309">
    <w:abstractNumId w:val="166"/>
  </w:num>
  <w:num w:numId="310">
    <w:abstractNumId w:val="508"/>
  </w:num>
  <w:num w:numId="311">
    <w:abstractNumId w:val="515"/>
  </w:num>
  <w:num w:numId="312">
    <w:abstractNumId w:val="376"/>
  </w:num>
  <w:num w:numId="313">
    <w:abstractNumId w:val="774"/>
  </w:num>
  <w:num w:numId="314">
    <w:abstractNumId w:val="142"/>
  </w:num>
  <w:num w:numId="315">
    <w:abstractNumId w:val="136"/>
  </w:num>
  <w:num w:numId="316">
    <w:abstractNumId w:val="665"/>
  </w:num>
  <w:num w:numId="317">
    <w:abstractNumId w:val="606"/>
  </w:num>
  <w:num w:numId="318">
    <w:abstractNumId w:val="324"/>
  </w:num>
  <w:num w:numId="319">
    <w:abstractNumId w:val="209"/>
  </w:num>
  <w:num w:numId="320">
    <w:abstractNumId w:val="24"/>
  </w:num>
  <w:num w:numId="321">
    <w:abstractNumId w:val="333"/>
  </w:num>
  <w:num w:numId="322">
    <w:abstractNumId w:val="726"/>
  </w:num>
  <w:num w:numId="323">
    <w:abstractNumId w:val="316"/>
  </w:num>
  <w:num w:numId="324">
    <w:abstractNumId w:val="533"/>
  </w:num>
  <w:num w:numId="325">
    <w:abstractNumId w:val="225"/>
  </w:num>
  <w:num w:numId="326">
    <w:abstractNumId w:val="155"/>
  </w:num>
  <w:num w:numId="327">
    <w:abstractNumId w:val="172"/>
  </w:num>
  <w:num w:numId="328">
    <w:abstractNumId w:val="529"/>
  </w:num>
  <w:num w:numId="329">
    <w:abstractNumId w:val="658"/>
  </w:num>
  <w:num w:numId="330">
    <w:abstractNumId w:val="415"/>
  </w:num>
  <w:num w:numId="331">
    <w:abstractNumId w:val="627"/>
  </w:num>
  <w:num w:numId="332">
    <w:abstractNumId w:val="785"/>
  </w:num>
  <w:num w:numId="333">
    <w:abstractNumId w:val="173"/>
  </w:num>
  <w:num w:numId="334">
    <w:abstractNumId w:val="698"/>
  </w:num>
  <w:num w:numId="335">
    <w:abstractNumId w:val="575"/>
  </w:num>
  <w:num w:numId="336">
    <w:abstractNumId w:val="571"/>
  </w:num>
  <w:num w:numId="337">
    <w:abstractNumId w:val="44"/>
  </w:num>
  <w:num w:numId="338">
    <w:abstractNumId w:val="441"/>
  </w:num>
  <w:num w:numId="339">
    <w:abstractNumId w:val="238"/>
  </w:num>
  <w:num w:numId="340">
    <w:abstractNumId w:val="284"/>
  </w:num>
  <w:num w:numId="341">
    <w:abstractNumId w:val="234"/>
  </w:num>
  <w:num w:numId="342">
    <w:abstractNumId w:val="137"/>
  </w:num>
  <w:num w:numId="343">
    <w:abstractNumId w:val="643"/>
  </w:num>
  <w:num w:numId="344">
    <w:abstractNumId w:val="424"/>
  </w:num>
  <w:num w:numId="345">
    <w:abstractNumId w:val="682"/>
  </w:num>
  <w:num w:numId="346">
    <w:abstractNumId w:val="92"/>
  </w:num>
  <w:num w:numId="347">
    <w:abstractNumId w:val="709"/>
  </w:num>
  <w:num w:numId="348">
    <w:abstractNumId w:val="484"/>
  </w:num>
  <w:num w:numId="349">
    <w:abstractNumId w:val="328"/>
  </w:num>
  <w:num w:numId="350">
    <w:abstractNumId w:val="413"/>
  </w:num>
  <w:num w:numId="351">
    <w:abstractNumId w:val="270"/>
  </w:num>
  <w:num w:numId="352">
    <w:abstractNumId w:val="353"/>
  </w:num>
  <w:num w:numId="353">
    <w:abstractNumId w:val="219"/>
  </w:num>
  <w:num w:numId="354">
    <w:abstractNumId w:val="42"/>
  </w:num>
  <w:num w:numId="355">
    <w:abstractNumId w:val="326"/>
  </w:num>
  <w:num w:numId="356">
    <w:abstractNumId w:val="536"/>
  </w:num>
  <w:num w:numId="357">
    <w:abstractNumId w:val="672"/>
  </w:num>
  <w:num w:numId="358">
    <w:abstractNumId w:val="648"/>
  </w:num>
  <w:num w:numId="359">
    <w:abstractNumId w:val="111"/>
  </w:num>
  <w:num w:numId="360">
    <w:abstractNumId w:val="704"/>
  </w:num>
  <w:num w:numId="361">
    <w:abstractNumId w:val="16"/>
  </w:num>
  <w:num w:numId="362">
    <w:abstractNumId w:val="520"/>
  </w:num>
  <w:num w:numId="363">
    <w:abstractNumId w:val="655"/>
  </w:num>
  <w:num w:numId="364">
    <w:abstractNumId w:val="472"/>
  </w:num>
  <w:num w:numId="365">
    <w:abstractNumId w:val="567"/>
  </w:num>
  <w:num w:numId="366">
    <w:abstractNumId w:val="397"/>
  </w:num>
  <w:num w:numId="367">
    <w:abstractNumId w:val="409"/>
  </w:num>
  <w:num w:numId="368">
    <w:abstractNumId w:val="158"/>
  </w:num>
  <w:num w:numId="369">
    <w:abstractNumId w:val="671"/>
  </w:num>
  <w:num w:numId="370">
    <w:abstractNumId w:val="9"/>
  </w:num>
  <w:num w:numId="371">
    <w:abstractNumId w:val="167"/>
  </w:num>
  <w:num w:numId="372">
    <w:abstractNumId w:val="386"/>
  </w:num>
  <w:num w:numId="373">
    <w:abstractNumId w:val="402"/>
  </w:num>
  <w:num w:numId="374">
    <w:abstractNumId w:val="640"/>
  </w:num>
  <w:num w:numId="375">
    <w:abstractNumId w:val="523"/>
  </w:num>
  <w:num w:numId="376">
    <w:abstractNumId w:val="560"/>
  </w:num>
  <w:num w:numId="377">
    <w:abstractNumId w:val="467"/>
  </w:num>
  <w:num w:numId="378">
    <w:abstractNumId w:val="187"/>
  </w:num>
  <w:num w:numId="379">
    <w:abstractNumId w:val="110"/>
  </w:num>
  <w:num w:numId="380">
    <w:abstractNumId w:val="530"/>
  </w:num>
  <w:num w:numId="381">
    <w:abstractNumId w:val="94"/>
  </w:num>
  <w:num w:numId="382">
    <w:abstractNumId w:val="466"/>
  </w:num>
  <w:num w:numId="383">
    <w:abstractNumId w:val="727"/>
  </w:num>
  <w:num w:numId="384">
    <w:abstractNumId w:val="718"/>
  </w:num>
  <w:num w:numId="385">
    <w:abstractNumId w:val="486"/>
  </w:num>
  <w:num w:numId="386">
    <w:abstractNumId w:val="668"/>
  </w:num>
  <w:num w:numId="387">
    <w:abstractNumId w:val="298"/>
  </w:num>
  <w:num w:numId="388">
    <w:abstractNumId w:val="48"/>
  </w:num>
  <w:num w:numId="389">
    <w:abstractNumId w:val="719"/>
  </w:num>
  <w:num w:numId="390">
    <w:abstractNumId w:val="449"/>
  </w:num>
  <w:num w:numId="391">
    <w:abstractNumId w:val="592"/>
  </w:num>
  <w:num w:numId="392">
    <w:abstractNumId w:val="75"/>
  </w:num>
  <w:num w:numId="393">
    <w:abstractNumId w:val="653"/>
  </w:num>
  <w:num w:numId="394">
    <w:abstractNumId w:val="129"/>
  </w:num>
  <w:num w:numId="395">
    <w:abstractNumId w:val="545"/>
  </w:num>
  <w:num w:numId="396">
    <w:abstractNumId w:val="100"/>
  </w:num>
  <w:num w:numId="397">
    <w:abstractNumId w:val="778"/>
  </w:num>
  <w:num w:numId="398">
    <w:abstractNumId w:val="401"/>
  </w:num>
  <w:num w:numId="399">
    <w:abstractNumId w:val="435"/>
  </w:num>
  <w:num w:numId="400">
    <w:abstractNumId w:val="699"/>
  </w:num>
  <w:num w:numId="401">
    <w:abstractNumId w:val="89"/>
  </w:num>
  <w:num w:numId="402">
    <w:abstractNumId w:val="638"/>
  </w:num>
  <w:num w:numId="403">
    <w:abstractNumId w:val="77"/>
  </w:num>
  <w:num w:numId="404">
    <w:abstractNumId w:val="687"/>
  </w:num>
  <w:num w:numId="405">
    <w:abstractNumId w:val="556"/>
  </w:num>
  <w:num w:numId="406">
    <w:abstractNumId w:val="54"/>
  </w:num>
  <w:num w:numId="407">
    <w:abstractNumId w:val="429"/>
  </w:num>
  <w:num w:numId="408">
    <w:abstractNumId w:val="1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9">
    <w:abstractNumId w:val="582"/>
  </w:num>
  <w:num w:numId="410">
    <w:abstractNumId w:val="621"/>
  </w:num>
  <w:num w:numId="411">
    <w:abstractNumId w:val="387"/>
  </w:num>
  <w:num w:numId="412">
    <w:abstractNumId w:val="383"/>
  </w:num>
  <w:num w:numId="413">
    <w:abstractNumId w:val="548"/>
  </w:num>
  <w:num w:numId="414">
    <w:abstractNumId w:val="497"/>
  </w:num>
  <w:num w:numId="415">
    <w:abstractNumId w:val="573"/>
  </w:num>
  <w:num w:numId="416">
    <w:abstractNumId w:val="715"/>
  </w:num>
  <w:num w:numId="417">
    <w:abstractNumId w:val="57"/>
  </w:num>
  <w:num w:numId="418">
    <w:abstractNumId w:val="210"/>
  </w:num>
  <w:num w:numId="419">
    <w:abstractNumId w:val="237"/>
  </w:num>
  <w:num w:numId="420">
    <w:abstractNumId w:val="188"/>
  </w:num>
  <w:num w:numId="421">
    <w:abstractNumId w:val="694"/>
  </w:num>
  <w:num w:numId="422">
    <w:abstractNumId w:val="744"/>
  </w:num>
  <w:num w:numId="423">
    <w:abstractNumId w:val="335"/>
  </w:num>
  <w:num w:numId="424">
    <w:abstractNumId w:val="1"/>
  </w:num>
  <w:num w:numId="425">
    <w:abstractNumId w:val="635"/>
  </w:num>
  <w:num w:numId="426">
    <w:abstractNumId w:val="18"/>
  </w:num>
  <w:num w:numId="427">
    <w:abstractNumId w:val="202"/>
  </w:num>
  <w:num w:numId="428">
    <w:abstractNumId w:val="678"/>
  </w:num>
  <w:num w:numId="429">
    <w:abstractNumId w:val="496"/>
  </w:num>
  <w:num w:numId="430">
    <w:abstractNumId w:val="518"/>
  </w:num>
  <w:num w:numId="431">
    <w:abstractNumId w:val="689"/>
  </w:num>
  <w:num w:numId="432">
    <w:abstractNumId w:val="634"/>
  </w:num>
  <w:num w:numId="433">
    <w:abstractNumId w:val="317"/>
  </w:num>
  <w:num w:numId="434">
    <w:abstractNumId w:val="705"/>
  </w:num>
  <w:num w:numId="435">
    <w:abstractNumId w:val="64"/>
  </w:num>
  <w:num w:numId="436">
    <w:abstractNumId w:val="108"/>
  </w:num>
  <w:num w:numId="437">
    <w:abstractNumId w:val="181"/>
  </w:num>
  <w:num w:numId="438">
    <w:abstractNumId w:val="14"/>
  </w:num>
  <w:num w:numId="439">
    <w:abstractNumId w:val="776"/>
  </w:num>
  <w:num w:numId="440">
    <w:abstractNumId w:val="240"/>
  </w:num>
  <w:num w:numId="441">
    <w:abstractNumId w:val="568"/>
  </w:num>
  <w:num w:numId="442">
    <w:abstractNumId w:val="286"/>
  </w:num>
  <w:num w:numId="443">
    <w:abstractNumId w:val="8"/>
  </w:num>
  <w:num w:numId="444">
    <w:abstractNumId w:val="239"/>
  </w:num>
  <w:num w:numId="445">
    <w:abstractNumId w:val="128"/>
  </w:num>
  <w:num w:numId="446">
    <w:abstractNumId w:val="491"/>
  </w:num>
  <w:num w:numId="447">
    <w:abstractNumId w:val="40"/>
  </w:num>
  <w:num w:numId="448">
    <w:abstractNumId w:val="593"/>
  </w:num>
  <w:num w:numId="449">
    <w:abstractNumId w:val="513"/>
  </w:num>
  <w:num w:numId="450">
    <w:abstractNumId w:val="752"/>
  </w:num>
  <w:num w:numId="451">
    <w:abstractNumId w:val="200"/>
  </w:num>
  <w:num w:numId="452">
    <w:abstractNumId w:val="193"/>
  </w:num>
  <w:num w:numId="453">
    <w:abstractNumId w:val="434"/>
  </w:num>
  <w:num w:numId="454">
    <w:abstractNumId w:val="414"/>
  </w:num>
  <w:num w:numId="455">
    <w:abstractNumId w:val="30"/>
  </w:num>
  <w:num w:numId="456">
    <w:abstractNumId w:val="561"/>
  </w:num>
  <w:num w:numId="457">
    <w:abstractNumId w:val="27"/>
  </w:num>
  <w:num w:numId="458">
    <w:abstractNumId w:val="88"/>
  </w:num>
  <w:num w:numId="459">
    <w:abstractNumId w:val="710"/>
  </w:num>
  <w:num w:numId="460">
    <w:abstractNumId w:val="398"/>
  </w:num>
  <w:num w:numId="461">
    <w:abstractNumId w:val="797"/>
  </w:num>
  <w:num w:numId="462">
    <w:abstractNumId w:val="731"/>
  </w:num>
  <w:num w:numId="463">
    <w:abstractNumId w:val="462"/>
  </w:num>
  <w:num w:numId="464">
    <w:abstractNumId w:val="473"/>
  </w:num>
  <w:num w:numId="465">
    <w:abstractNumId w:val="197"/>
  </w:num>
  <w:num w:numId="466">
    <w:abstractNumId w:val="669"/>
  </w:num>
  <w:num w:numId="467">
    <w:abstractNumId w:val="133"/>
  </w:num>
  <w:num w:numId="468">
    <w:abstractNumId w:val="735"/>
  </w:num>
  <w:num w:numId="469">
    <w:abstractNumId w:val="633"/>
  </w:num>
  <w:num w:numId="470">
    <w:abstractNumId w:val="815"/>
  </w:num>
  <w:num w:numId="471">
    <w:abstractNumId w:val="217"/>
  </w:num>
  <w:num w:numId="472">
    <w:abstractNumId w:val="586"/>
  </w:num>
  <w:num w:numId="473">
    <w:abstractNumId w:val="416"/>
  </w:num>
  <w:num w:numId="474">
    <w:abstractNumId w:val="198"/>
  </w:num>
  <w:num w:numId="475">
    <w:abstractNumId w:val="741"/>
  </w:num>
  <w:num w:numId="476">
    <w:abstractNumId w:val="437"/>
  </w:num>
  <w:num w:numId="477">
    <w:abstractNumId w:val="641"/>
  </w:num>
  <w:num w:numId="478">
    <w:abstractNumId w:val="82"/>
  </w:num>
  <w:num w:numId="479">
    <w:abstractNumId w:val="470"/>
  </w:num>
  <w:num w:numId="480">
    <w:abstractNumId w:val="152"/>
  </w:num>
  <w:num w:numId="481">
    <w:abstractNumId w:val="149"/>
  </w:num>
  <w:num w:numId="482">
    <w:abstractNumId w:val="681"/>
  </w:num>
  <w:num w:numId="483">
    <w:abstractNumId w:val="572"/>
  </w:num>
  <w:num w:numId="484">
    <w:abstractNumId w:val="231"/>
  </w:num>
  <w:num w:numId="485">
    <w:abstractNumId w:val="499"/>
  </w:num>
  <w:num w:numId="486">
    <w:abstractNumId w:val="250"/>
  </w:num>
  <w:num w:numId="487">
    <w:abstractNumId w:val="763"/>
  </w:num>
  <w:num w:numId="488">
    <w:abstractNumId w:val="21"/>
  </w:num>
  <w:num w:numId="489">
    <w:abstractNumId w:val="652"/>
  </w:num>
  <w:num w:numId="490">
    <w:abstractNumId w:val="6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1">
    <w:abstractNumId w:val="319"/>
  </w:num>
  <w:num w:numId="492">
    <w:abstractNumId w:val="368"/>
  </w:num>
  <w:num w:numId="493">
    <w:abstractNumId w:val="176"/>
  </w:num>
  <w:num w:numId="494">
    <w:abstractNumId w:val="287"/>
  </w:num>
  <w:num w:numId="495">
    <w:abstractNumId w:val="292"/>
  </w:num>
  <w:num w:numId="496">
    <w:abstractNumId w:val="645"/>
  </w:num>
  <w:num w:numId="497">
    <w:abstractNumId w:val="517"/>
  </w:num>
  <w:num w:numId="498">
    <w:abstractNumId w:val="138"/>
  </w:num>
  <w:num w:numId="499">
    <w:abstractNumId w:val="50"/>
  </w:num>
  <w:num w:numId="500">
    <w:abstractNumId w:val="66"/>
  </w:num>
  <w:num w:numId="501">
    <w:abstractNumId w:val="618"/>
  </w:num>
  <w:num w:numId="502">
    <w:abstractNumId w:val="357"/>
  </w:num>
  <w:num w:numId="503">
    <w:abstractNumId w:val="55"/>
  </w:num>
  <w:num w:numId="504">
    <w:abstractNumId w:val="49"/>
  </w:num>
  <w:num w:numId="505">
    <w:abstractNumId w:val="159"/>
  </w:num>
  <w:num w:numId="506">
    <w:abstractNumId w:val="661"/>
  </w:num>
  <w:num w:numId="507">
    <w:abstractNumId w:val="660"/>
  </w:num>
  <w:num w:numId="508">
    <w:abstractNumId w:val="549"/>
  </w:num>
  <w:num w:numId="509">
    <w:abstractNumId w:val="372"/>
  </w:num>
  <w:num w:numId="510">
    <w:abstractNumId w:val="775"/>
  </w:num>
  <w:num w:numId="511">
    <w:abstractNumId w:val="194"/>
  </w:num>
  <w:num w:numId="512">
    <w:abstractNumId w:val="43"/>
  </w:num>
  <w:num w:numId="513">
    <w:abstractNumId w:val="177"/>
  </w:num>
  <w:num w:numId="514">
    <w:abstractNumId w:val="482"/>
  </w:num>
  <w:num w:numId="515">
    <w:abstractNumId w:val="403"/>
  </w:num>
  <w:num w:numId="516">
    <w:abstractNumId w:val="212"/>
  </w:num>
  <w:num w:numId="517">
    <w:abstractNumId w:val="465"/>
  </w:num>
  <w:num w:numId="518">
    <w:abstractNumId w:val="420"/>
  </w:num>
  <w:num w:numId="519">
    <w:abstractNumId w:val="96"/>
  </w:num>
  <w:num w:numId="520">
    <w:abstractNumId w:val="711"/>
  </w:num>
  <w:num w:numId="521">
    <w:abstractNumId w:val="739"/>
  </w:num>
  <w:num w:numId="522">
    <w:abstractNumId w:val="37"/>
  </w:num>
  <w:num w:numId="523">
    <w:abstractNumId w:val="476"/>
  </w:num>
  <w:num w:numId="524">
    <w:abstractNumId w:val="662"/>
  </w:num>
  <w:num w:numId="525">
    <w:abstractNumId w:val="384"/>
  </w:num>
  <w:num w:numId="526">
    <w:abstractNumId w:val="798"/>
  </w:num>
  <w:num w:numId="527">
    <w:abstractNumId w:val="751"/>
  </w:num>
  <w:num w:numId="528">
    <w:abstractNumId w:val="17"/>
  </w:num>
  <w:num w:numId="529">
    <w:abstractNumId w:val="630"/>
  </w:num>
  <w:num w:numId="530">
    <w:abstractNumId w:val="179"/>
  </w:num>
  <w:num w:numId="531">
    <w:abstractNumId w:val="446"/>
  </w:num>
  <w:num w:numId="532">
    <w:abstractNumId w:val="787"/>
  </w:num>
  <w:num w:numId="533">
    <w:abstractNumId w:val="564"/>
  </w:num>
  <w:num w:numId="534">
    <w:abstractNumId w:val="283"/>
  </w:num>
  <w:num w:numId="535">
    <w:abstractNumId w:val="120"/>
  </w:num>
  <w:num w:numId="536">
    <w:abstractNumId w:val="583"/>
  </w:num>
  <w:num w:numId="537">
    <w:abstractNumId w:val="712"/>
  </w:num>
  <w:num w:numId="538">
    <w:abstractNumId w:val="613"/>
  </w:num>
  <w:num w:numId="539">
    <w:abstractNumId w:val="431"/>
  </w:num>
  <w:num w:numId="540">
    <w:abstractNumId w:val="706"/>
  </w:num>
  <w:num w:numId="541">
    <w:abstractNumId w:val="617"/>
  </w:num>
  <w:num w:numId="542">
    <w:abstractNumId w:val="229"/>
  </w:num>
  <w:num w:numId="543">
    <w:abstractNumId w:val="318"/>
  </w:num>
  <w:num w:numId="544">
    <w:abstractNumId w:val="749"/>
  </w:num>
  <w:num w:numId="545">
    <w:abstractNumId w:val="47"/>
  </w:num>
  <w:num w:numId="546">
    <w:abstractNumId w:val="147"/>
  </w:num>
  <w:num w:numId="547">
    <w:abstractNumId w:val="766"/>
  </w:num>
  <w:num w:numId="548">
    <w:abstractNumId w:val="590"/>
  </w:num>
  <w:num w:numId="549">
    <w:abstractNumId w:val="526"/>
  </w:num>
  <w:num w:numId="550">
    <w:abstractNumId w:val="261"/>
  </w:num>
  <w:num w:numId="551">
    <w:abstractNumId w:val="132"/>
  </w:num>
  <w:num w:numId="552">
    <w:abstractNumId w:val="244"/>
  </w:num>
  <w:num w:numId="553">
    <w:abstractNumId w:val="255"/>
  </w:num>
  <w:num w:numId="554">
    <w:abstractNumId w:val="201"/>
  </w:num>
  <w:num w:numId="555">
    <w:abstractNumId w:val="734"/>
  </w:num>
  <w:num w:numId="556">
    <w:abstractNumId w:val="80"/>
  </w:num>
  <w:num w:numId="557">
    <w:abstractNumId w:val="604"/>
  </w:num>
  <w:num w:numId="558">
    <w:abstractNumId w:val="256"/>
  </w:num>
  <w:num w:numId="559">
    <w:abstractNumId w:val="805"/>
  </w:num>
  <w:num w:numId="560">
    <w:abstractNumId w:val="438"/>
  </w:num>
  <w:num w:numId="561">
    <w:abstractNumId w:val="644"/>
  </w:num>
  <w:num w:numId="562">
    <w:abstractNumId w:val="13"/>
  </w:num>
  <w:num w:numId="563">
    <w:abstractNumId w:val="642"/>
  </w:num>
  <w:num w:numId="564">
    <w:abstractNumId w:val="371"/>
  </w:num>
  <w:num w:numId="565">
    <w:abstractNumId w:val="616"/>
  </w:num>
  <w:num w:numId="566">
    <w:abstractNumId w:val="369"/>
  </w:num>
  <w:num w:numId="567">
    <w:abstractNumId w:val="309"/>
  </w:num>
  <w:num w:numId="568">
    <w:abstractNumId w:val="412"/>
  </w:num>
  <w:num w:numId="569">
    <w:abstractNumId w:val="119"/>
  </w:num>
  <w:num w:numId="570">
    <w:abstractNumId w:val="591"/>
  </w:num>
  <w:num w:numId="571">
    <w:abstractNumId w:val="790"/>
  </w:num>
  <w:num w:numId="572">
    <w:abstractNumId w:val="532"/>
  </w:num>
  <w:num w:numId="573">
    <w:abstractNumId w:val="34"/>
  </w:num>
  <w:num w:numId="574">
    <w:abstractNumId w:val="52"/>
  </w:num>
  <w:num w:numId="575">
    <w:abstractNumId w:val="73"/>
  </w:num>
  <w:num w:numId="576">
    <w:abstractNumId w:val="786"/>
  </w:num>
  <w:num w:numId="577">
    <w:abstractNumId w:val="203"/>
  </w:num>
  <w:num w:numId="578">
    <w:abstractNumId w:val="315"/>
  </w:num>
  <w:num w:numId="579">
    <w:abstractNumId w:val="342"/>
  </w:num>
  <w:num w:numId="580">
    <w:abstractNumId w:val="69"/>
  </w:num>
  <w:num w:numId="581">
    <w:abstractNumId w:val="736"/>
  </w:num>
  <w:num w:numId="582">
    <w:abstractNumId w:val="587"/>
  </w:num>
  <w:num w:numId="583">
    <w:abstractNumId w:val="501"/>
  </w:num>
  <w:num w:numId="584">
    <w:abstractNumId w:val="724"/>
  </w:num>
  <w:num w:numId="585">
    <w:abstractNumId w:val="544"/>
  </w:num>
  <w:num w:numId="586">
    <w:abstractNumId w:val="729"/>
  </w:num>
  <w:num w:numId="587">
    <w:abstractNumId w:val="139"/>
  </w:num>
  <w:num w:numId="588">
    <w:abstractNumId w:val="566"/>
  </w:num>
  <w:num w:numId="589">
    <w:abstractNumId w:val="722"/>
  </w:num>
  <w:num w:numId="590">
    <w:abstractNumId w:val="743"/>
  </w:num>
  <w:num w:numId="591">
    <w:abstractNumId w:val="478"/>
  </w:num>
  <w:num w:numId="592">
    <w:abstractNumId w:val="130"/>
  </w:num>
  <w:num w:numId="593">
    <w:abstractNumId w:val="439"/>
  </w:num>
  <w:num w:numId="594">
    <w:abstractNumId w:val="377"/>
  </w:num>
  <w:num w:numId="595">
    <w:abstractNumId w:val="114"/>
  </w:num>
  <w:num w:numId="596">
    <w:abstractNumId w:val="701"/>
  </w:num>
  <w:num w:numId="597">
    <w:abstractNumId w:val="282"/>
  </w:num>
  <w:num w:numId="598">
    <w:abstractNumId w:val="457"/>
  </w:num>
  <w:num w:numId="599">
    <w:abstractNumId w:val="314"/>
  </w:num>
  <w:num w:numId="600">
    <w:abstractNumId w:val="164"/>
  </w:num>
  <w:num w:numId="601">
    <w:abstractNumId w:val="666"/>
  </w:num>
  <w:num w:numId="602">
    <w:abstractNumId w:val="146"/>
  </w:num>
  <w:num w:numId="603">
    <w:abstractNumId w:val="471"/>
  </w:num>
  <w:num w:numId="604">
    <w:abstractNumId w:val="659"/>
  </w:num>
  <w:num w:numId="605">
    <w:abstractNumId w:val="199"/>
  </w:num>
  <w:num w:numId="606">
    <w:abstractNumId w:val="222"/>
  </w:num>
  <w:num w:numId="607">
    <w:abstractNumId w:val="692"/>
  </w:num>
  <w:num w:numId="608">
    <w:abstractNumId w:val="400"/>
  </w:num>
  <w:num w:numId="609">
    <w:abstractNumId w:val="306"/>
  </w:num>
  <w:num w:numId="610">
    <w:abstractNumId w:val="22"/>
  </w:num>
  <w:num w:numId="611">
    <w:abstractNumId w:val="610"/>
  </w:num>
  <w:num w:numId="612">
    <w:abstractNumId w:val="622"/>
  </w:num>
  <w:num w:numId="613">
    <w:abstractNumId w:val="697"/>
  </w:num>
  <w:num w:numId="614">
    <w:abstractNumId w:val="418"/>
  </w:num>
  <w:num w:numId="615">
    <w:abstractNumId w:val="702"/>
  </w:num>
  <w:num w:numId="616">
    <w:abstractNumId w:val="463"/>
  </w:num>
  <w:num w:numId="617">
    <w:abstractNumId w:val="485"/>
  </w:num>
  <w:num w:numId="618">
    <w:abstractNumId w:val="70"/>
  </w:num>
  <w:num w:numId="619">
    <w:abstractNumId w:val="143"/>
  </w:num>
  <w:num w:numId="620">
    <w:abstractNumId w:val="204"/>
  </w:num>
  <w:num w:numId="621">
    <w:abstractNumId w:val="394"/>
  </w:num>
  <w:num w:numId="622">
    <w:abstractNumId w:val="444"/>
  </w:num>
  <w:num w:numId="623">
    <w:abstractNumId w:val="277"/>
  </w:num>
  <w:num w:numId="624">
    <w:abstractNumId w:val="528"/>
  </w:num>
  <w:num w:numId="625">
    <w:abstractNumId w:val="812"/>
  </w:num>
  <w:num w:numId="626">
    <w:abstractNumId w:val="251"/>
  </w:num>
  <w:num w:numId="627">
    <w:abstractNumId w:val="51"/>
  </w:num>
  <w:num w:numId="628">
    <w:abstractNumId w:val="140"/>
  </w:num>
  <w:num w:numId="629">
    <w:abstractNumId w:val="427"/>
  </w:num>
  <w:num w:numId="630">
    <w:abstractNumId w:val="493"/>
  </w:num>
  <w:num w:numId="631">
    <w:abstractNumId w:val="252"/>
  </w:num>
  <w:num w:numId="632">
    <w:abstractNumId w:val="685"/>
  </w:num>
  <w:num w:numId="633">
    <w:abstractNumId w:val="757"/>
  </w:num>
  <w:num w:numId="634">
    <w:abstractNumId w:val="11"/>
  </w:num>
  <w:num w:numId="635">
    <w:abstractNumId w:val="122"/>
  </w:num>
  <w:num w:numId="636">
    <w:abstractNumId w:val="761"/>
  </w:num>
  <w:num w:numId="637">
    <w:abstractNumId w:val="677"/>
  </w:num>
  <w:num w:numId="638">
    <w:abstractNumId w:val="124"/>
  </w:num>
  <w:num w:numId="639">
    <w:abstractNumId w:val="71"/>
  </w:num>
  <w:num w:numId="640">
    <w:abstractNumId w:val="632"/>
  </w:num>
  <w:num w:numId="641">
    <w:abstractNumId w:val="347"/>
  </w:num>
  <w:num w:numId="642">
    <w:abstractNumId w:val="362"/>
  </w:num>
  <w:num w:numId="643">
    <w:abstractNumId w:val="684"/>
  </w:num>
  <w:num w:numId="644">
    <w:abstractNumId w:val="683"/>
  </w:num>
  <w:num w:numId="645">
    <w:abstractNumId w:val="547"/>
  </w:num>
  <w:num w:numId="646">
    <w:abstractNumId w:val="767"/>
  </w:num>
  <w:num w:numId="647">
    <w:abstractNumId w:val="806"/>
  </w:num>
  <w:num w:numId="648">
    <w:abstractNumId w:val="607"/>
  </w:num>
  <w:num w:numId="649">
    <w:abstractNumId w:val="330"/>
  </w:num>
  <w:num w:numId="650">
    <w:abstractNumId w:val="791"/>
  </w:num>
  <w:num w:numId="651">
    <w:abstractNumId w:val="5"/>
  </w:num>
  <w:num w:numId="652">
    <w:abstractNumId w:val="769"/>
  </w:num>
  <w:num w:numId="653">
    <w:abstractNumId w:val="59"/>
  </w:num>
  <w:num w:numId="654">
    <w:abstractNumId w:val="695"/>
  </w:num>
  <w:num w:numId="655">
    <w:abstractNumId w:val="169"/>
  </w:num>
  <w:num w:numId="656">
    <w:abstractNumId w:val="148"/>
  </w:num>
  <w:num w:numId="657">
    <w:abstractNumId w:val="406"/>
  </w:num>
  <w:num w:numId="658">
    <w:abstractNumId w:val="553"/>
  </w:num>
  <w:num w:numId="659">
    <w:abstractNumId w:val="765"/>
  </w:num>
  <w:num w:numId="660">
    <w:abstractNumId w:val="637"/>
  </w:num>
  <w:num w:numId="661">
    <w:abstractNumId w:val="380"/>
  </w:num>
  <w:num w:numId="662">
    <w:abstractNumId w:val="477"/>
  </w:num>
  <w:num w:numId="663">
    <w:abstractNumId w:val="214"/>
  </w:num>
  <w:num w:numId="664">
    <w:abstractNumId w:val="773"/>
  </w:num>
  <w:num w:numId="665">
    <w:abstractNumId w:val="707"/>
  </w:num>
  <w:num w:numId="666">
    <w:abstractNumId w:val="792"/>
  </w:num>
  <w:num w:numId="667">
    <w:abstractNumId w:val="104"/>
  </w:num>
  <w:num w:numId="668">
    <w:abstractNumId w:val="273"/>
  </w:num>
  <w:num w:numId="669">
    <w:abstractNumId w:val="109"/>
  </w:num>
  <w:num w:numId="670">
    <w:abstractNumId w:val="555"/>
  </w:num>
  <w:num w:numId="671">
    <w:abstractNumId w:val="577"/>
  </w:num>
  <w:num w:numId="672">
    <w:abstractNumId w:val="503"/>
  </w:num>
  <w:num w:numId="673">
    <w:abstractNumId w:val="260"/>
  </w:num>
  <w:num w:numId="674">
    <w:abstractNumId w:val="178"/>
  </w:num>
  <w:num w:numId="675">
    <w:abstractNumId w:val="289"/>
  </w:num>
  <w:num w:numId="676">
    <w:abstractNumId w:val="12"/>
  </w:num>
  <w:num w:numId="677">
    <w:abstractNumId w:val="33"/>
  </w:num>
  <w:num w:numId="678">
    <w:abstractNumId w:val="407"/>
  </w:num>
  <w:num w:numId="679">
    <w:abstractNumId w:val="754"/>
  </w:num>
  <w:num w:numId="680">
    <w:abstractNumId w:val="348"/>
  </w:num>
  <w:num w:numId="681">
    <w:abstractNumId w:val="514"/>
  </w:num>
  <w:num w:numId="682">
    <w:abstractNumId w:val="87"/>
  </w:num>
  <w:num w:numId="683">
    <w:abstractNumId w:val="506"/>
  </w:num>
  <w:num w:numId="684">
    <w:abstractNumId w:val="755"/>
  </w:num>
  <w:num w:numId="685">
    <w:abstractNumId w:val="236"/>
  </w:num>
  <w:num w:numId="686">
    <w:abstractNumId w:val="15"/>
  </w:num>
  <w:num w:numId="687">
    <w:abstractNumId w:val="759"/>
  </w:num>
  <w:num w:numId="688">
    <w:abstractNumId w:val="454"/>
  </w:num>
  <w:num w:numId="689">
    <w:abstractNumId w:val="389"/>
  </w:num>
  <w:num w:numId="690">
    <w:abstractNumId w:val="97"/>
  </w:num>
  <w:num w:numId="691">
    <w:abstractNumId w:val="426"/>
  </w:num>
  <w:num w:numId="692">
    <w:abstractNumId w:val="228"/>
  </w:num>
  <w:num w:numId="693">
    <w:abstractNumId w:val="123"/>
  </w:num>
  <w:num w:numId="694">
    <w:abstractNumId w:val="793"/>
  </w:num>
  <w:num w:numId="695">
    <w:abstractNumId w:val="304"/>
  </w:num>
  <w:num w:numId="696">
    <w:abstractNumId w:val="519"/>
  </w:num>
  <w:num w:numId="697">
    <w:abstractNumId w:val="813"/>
  </w:num>
  <w:num w:numId="698">
    <w:abstractNumId w:val="502"/>
  </w:num>
  <w:num w:numId="699">
    <w:abstractNumId w:val="230"/>
  </w:num>
  <w:num w:numId="700">
    <w:abstractNumId w:val="459"/>
  </w:num>
  <w:num w:numId="701">
    <w:abstractNumId w:val="565"/>
  </w:num>
  <w:num w:numId="702">
    <w:abstractNumId w:val="131"/>
  </w:num>
  <w:num w:numId="703">
    <w:abstractNumId w:val="674"/>
  </w:num>
  <w:num w:numId="704">
    <w:abstractNumId w:val="784"/>
  </w:num>
  <w:num w:numId="705">
    <w:abstractNumId w:val="543"/>
  </w:num>
  <w:num w:numId="706">
    <w:abstractNumId w:val="663"/>
  </w:num>
  <w:num w:numId="707">
    <w:abstractNumId w:val="308"/>
  </w:num>
  <w:num w:numId="708">
    <w:abstractNumId w:val="365"/>
  </w:num>
  <w:num w:numId="709">
    <w:abstractNumId w:val="570"/>
  </w:num>
  <w:num w:numId="710">
    <w:abstractNumId w:val="343"/>
  </w:num>
  <w:num w:numId="711">
    <w:abstractNumId w:val="654"/>
  </w:num>
  <w:num w:numId="712">
    <w:abstractNumId w:val="664"/>
  </w:num>
  <w:num w:numId="713">
    <w:abstractNumId w:val="474"/>
  </w:num>
  <w:num w:numId="714">
    <w:abstractNumId w:val="631"/>
  </w:num>
  <w:num w:numId="715">
    <w:abstractNumId w:val="312"/>
  </w:num>
  <w:num w:numId="716">
    <w:abstractNumId w:val="184"/>
  </w:num>
  <w:num w:numId="717">
    <w:abstractNumId w:val="585"/>
  </w:num>
  <w:num w:numId="718">
    <w:abstractNumId w:val="190"/>
  </w:num>
  <w:num w:numId="719">
    <w:abstractNumId w:val="325"/>
  </w:num>
  <w:num w:numId="720">
    <w:abstractNumId w:val="762"/>
  </w:num>
  <w:num w:numId="721">
    <w:abstractNumId w:val="488"/>
  </w:num>
  <w:num w:numId="722">
    <w:abstractNumId w:val="460"/>
  </w:num>
  <w:num w:numId="723">
    <w:abstractNumId w:val="192"/>
  </w:num>
  <w:num w:numId="724">
    <w:abstractNumId w:val="788"/>
  </w:num>
  <w:num w:numId="725">
    <w:abstractNumId w:val="580"/>
  </w:num>
  <w:num w:numId="726">
    <w:abstractNumId w:val="495"/>
  </w:num>
  <w:num w:numId="727">
    <w:abstractNumId w:val="551"/>
  </w:num>
  <w:num w:numId="728">
    <w:abstractNumId w:val="770"/>
  </w:num>
  <w:num w:numId="729">
    <w:abstractNumId w:val="600"/>
  </w:num>
  <w:num w:numId="730">
    <w:abstractNumId w:val="125"/>
  </w:num>
  <w:num w:numId="731">
    <w:abstractNumId w:val="83"/>
  </w:num>
  <w:num w:numId="732">
    <w:abstractNumId w:val="373"/>
  </w:num>
  <w:num w:numId="733">
    <w:abstractNumId w:val="243"/>
  </w:num>
  <w:num w:numId="734">
    <w:abstractNumId w:val="53"/>
  </w:num>
  <w:num w:numId="735">
    <w:abstractNumId w:val="223"/>
  </w:num>
  <w:num w:numId="736">
    <w:abstractNumId w:val="366"/>
  </w:num>
  <w:num w:numId="737">
    <w:abstractNumId w:val="458"/>
  </w:num>
  <w:num w:numId="738">
    <w:abstractNumId w:val="346"/>
  </w:num>
  <w:num w:numId="739">
    <w:abstractNumId w:val="589"/>
  </w:num>
  <w:num w:numId="740">
    <w:abstractNumId w:val="742"/>
  </w:num>
  <w:num w:numId="741">
    <w:abstractNumId w:val="453"/>
  </w:num>
  <w:num w:numId="742">
    <w:abstractNumId w:val="807"/>
  </w:num>
  <w:num w:numId="743">
    <w:abstractNumId w:val="656"/>
  </w:num>
  <w:num w:numId="744">
    <w:abstractNumId w:val="421"/>
  </w:num>
  <w:num w:numId="745">
    <w:abstractNumId w:val="165"/>
  </w:num>
  <w:num w:numId="746">
    <w:abstractNumId w:val="358"/>
  </w:num>
  <w:num w:numId="747">
    <w:abstractNumId w:val="323"/>
  </w:num>
  <w:num w:numId="748">
    <w:abstractNumId w:val="235"/>
  </w:num>
  <w:num w:numId="749">
    <w:abstractNumId w:val="233"/>
  </w:num>
  <w:num w:numId="750">
    <w:abstractNumId w:val="539"/>
  </w:num>
  <w:num w:numId="751">
    <w:abstractNumId w:val="332"/>
  </w:num>
  <w:num w:numId="752">
    <w:abstractNumId w:val="216"/>
  </w:num>
  <w:num w:numId="753">
    <w:abstractNumId w:val="516"/>
  </w:num>
  <w:num w:numId="754">
    <w:abstractNumId w:val="535"/>
  </w:num>
  <w:num w:numId="755">
    <w:abstractNumId w:val="680"/>
  </w:num>
  <w:num w:numId="756">
    <w:abstractNumId w:val="808"/>
  </w:num>
  <w:num w:numId="757">
    <w:abstractNumId w:val="213"/>
  </w:num>
  <w:num w:numId="758">
    <w:abstractNumId w:val="794"/>
  </w:num>
  <w:num w:numId="759">
    <w:abstractNumId w:val="3"/>
  </w:num>
  <w:num w:numId="760">
    <w:abstractNumId w:val="588"/>
  </w:num>
  <w:num w:numId="761">
    <w:abstractNumId w:val="605"/>
  </w:num>
  <w:num w:numId="762">
    <w:abstractNumId w:val="31"/>
  </w:num>
  <w:num w:numId="763">
    <w:abstractNumId w:val="721"/>
  </w:num>
  <w:num w:numId="764">
    <w:abstractNumId w:val="522"/>
  </w:num>
  <w:num w:numId="765">
    <w:abstractNumId w:val="612"/>
  </w:num>
  <w:num w:numId="766">
    <w:abstractNumId w:val="23"/>
  </w:num>
  <w:num w:numId="767">
    <w:abstractNumId w:val="747"/>
  </w:num>
  <w:num w:numId="768">
    <w:abstractNumId w:val="563"/>
  </w:num>
  <w:num w:numId="769">
    <w:abstractNumId w:val="248"/>
  </w:num>
  <w:num w:numId="770">
    <w:abstractNumId w:val="419"/>
  </w:num>
  <w:num w:numId="771">
    <w:abstractNumId w:val="636"/>
  </w:num>
  <w:num w:numId="772">
    <w:abstractNumId w:val="451"/>
  </w:num>
  <w:num w:numId="773">
    <w:abstractNumId w:val="385"/>
  </w:num>
  <w:num w:numId="774">
    <w:abstractNumId w:val="760"/>
  </w:num>
  <w:num w:numId="775">
    <w:abstractNumId w:val="800"/>
  </w:num>
  <w:num w:numId="776">
    <w:abstractNumId w:val="733"/>
  </w:num>
  <w:num w:numId="777">
    <w:abstractNumId w:val="355"/>
  </w:num>
  <w:num w:numId="778">
    <w:abstractNumId w:val="440"/>
  </w:num>
  <w:num w:numId="779">
    <w:abstractNumId w:val="226"/>
  </w:num>
  <w:num w:numId="780">
    <w:abstractNumId w:val="269"/>
  </w:num>
  <w:num w:numId="781">
    <w:abstractNumId w:val="206"/>
  </w:num>
  <w:num w:numId="782">
    <w:abstractNumId w:val="379"/>
  </w:num>
  <w:num w:numId="783">
    <w:abstractNumId w:val="79"/>
  </w:num>
  <w:num w:numId="784">
    <w:abstractNumId w:val="801"/>
  </w:num>
  <w:num w:numId="785">
    <w:abstractNumId w:val="649"/>
  </w:num>
  <w:num w:numId="786">
    <w:abstractNumId w:val="351"/>
  </w:num>
  <w:num w:numId="787">
    <w:abstractNumId w:val="65"/>
  </w:num>
  <w:num w:numId="788">
    <w:abstractNumId w:val="103"/>
  </w:num>
  <w:num w:numId="789">
    <w:abstractNumId w:val="562"/>
  </w:num>
  <w:num w:numId="790">
    <w:abstractNumId w:val="322"/>
  </w:num>
  <w:num w:numId="791">
    <w:abstractNumId w:val="391"/>
  </w:num>
  <w:num w:numId="792">
    <w:abstractNumId w:val="651"/>
  </w:num>
  <w:num w:numId="793">
    <w:abstractNumId w:val="777"/>
  </w:num>
  <w:num w:numId="794">
    <w:abstractNumId w:val="512"/>
  </w:num>
  <w:num w:numId="795">
    <w:abstractNumId w:val="19"/>
  </w:num>
  <w:num w:numId="796">
    <w:abstractNumId w:val="359"/>
  </w:num>
  <w:num w:numId="797">
    <w:abstractNumId w:val="20"/>
  </w:num>
  <w:num w:numId="798">
    <w:abstractNumId w:val="494"/>
  </w:num>
  <w:num w:numId="799">
    <w:abstractNumId w:val="93"/>
  </w:num>
  <w:num w:numId="800">
    <w:abstractNumId w:val="714"/>
  </w:num>
  <w:num w:numId="801">
    <w:abstractNumId w:val="615"/>
  </w:num>
  <w:num w:numId="802">
    <w:abstractNumId w:val="180"/>
  </w:num>
  <w:num w:numId="803">
    <w:abstractNumId w:val="354"/>
  </w:num>
  <w:num w:numId="804">
    <w:abstractNumId w:val="676"/>
  </w:num>
  <w:num w:numId="805">
    <w:abstractNumId w:val="554"/>
  </w:num>
  <w:num w:numId="806">
    <w:abstractNumId w:val="56"/>
  </w:num>
  <w:num w:numId="807">
    <w:abstractNumId w:val="540"/>
  </w:num>
  <w:num w:numId="808">
    <w:abstractNumId w:val="302"/>
  </w:num>
  <w:num w:numId="809">
    <w:abstractNumId w:val="25"/>
  </w:num>
  <w:num w:numId="810">
    <w:abstractNumId w:val="675"/>
  </w:num>
  <w:num w:numId="811">
    <w:abstractNumId w:val="258"/>
  </w:num>
  <w:num w:numId="812">
    <w:abstractNumId w:val="299"/>
  </w:num>
  <w:num w:numId="813">
    <w:abstractNumId w:val="26"/>
  </w:num>
  <w:num w:numId="814">
    <w:abstractNumId w:val="154"/>
  </w:num>
  <w:num w:numId="815">
    <w:abstractNumId w:val="160"/>
  </w:num>
  <w:num w:numId="816">
    <w:abstractNumId w:val="267"/>
  </w:num>
  <w:numIdMacAtCleanup w:val="8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AU" w:vendorID="64" w:dllVersion="0" w:nlCheck="1" w:checkStyle="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SIPltSel" w:val="0þ"/>
  </w:docVars>
  <w:rsids>
    <w:rsidRoot w:val="00B76251"/>
    <w:rsid w:val="00001118"/>
    <w:rsid w:val="0000216A"/>
    <w:rsid w:val="00002ECC"/>
    <w:rsid w:val="00003E09"/>
    <w:rsid w:val="000046C9"/>
    <w:rsid w:val="00005132"/>
    <w:rsid w:val="00010B47"/>
    <w:rsid w:val="000155CD"/>
    <w:rsid w:val="000158C5"/>
    <w:rsid w:val="00016602"/>
    <w:rsid w:val="00017B5D"/>
    <w:rsid w:val="00020227"/>
    <w:rsid w:val="00020343"/>
    <w:rsid w:val="00020AE9"/>
    <w:rsid w:val="000216F3"/>
    <w:rsid w:val="0002226C"/>
    <w:rsid w:val="0002418F"/>
    <w:rsid w:val="0002633A"/>
    <w:rsid w:val="00030A8F"/>
    <w:rsid w:val="00030FF9"/>
    <w:rsid w:val="000311BC"/>
    <w:rsid w:val="00031F20"/>
    <w:rsid w:val="00034D8A"/>
    <w:rsid w:val="0003763F"/>
    <w:rsid w:val="00037DCC"/>
    <w:rsid w:val="000419B5"/>
    <w:rsid w:val="000425EE"/>
    <w:rsid w:val="00045302"/>
    <w:rsid w:val="00046161"/>
    <w:rsid w:val="000463B2"/>
    <w:rsid w:val="0004773E"/>
    <w:rsid w:val="000510D4"/>
    <w:rsid w:val="0005184E"/>
    <w:rsid w:val="00052173"/>
    <w:rsid w:val="00052EF7"/>
    <w:rsid w:val="00053B61"/>
    <w:rsid w:val="00053F0D"/>
    <w:rsid w:val="00054F38"/>
    <w:rsid w:val="0005641C"/>
    <w:rsid w:val="0005699E"/>
    <w:rsid w:val="00056A55"/>
    <w:rsid w:val="00060255"/>
    <w:rsid w:val="00061396"/>
    <w:rsid w:val="00061B9F"/>
    <w:rsid w:val="00065852"/>
    <w:rsid w:val="0007081E"/>
    <w:rsid w:val="00075F23"/>
    <w:rsid w:val="000768C3"/>
    <w:rsid w:val="00077758"/>
    <w:rsid w:val="000800D3"/>
    <w:rsid w:val="000811F7"/>
    <w:rsid w:val="000824EF"/>
    <w:rsid w:val="00084826"/>
    <w:rsid w:val="0008502F"/>
    <w:rsid w:val="00087A40"/>
    <w:rsid w:val="00087EB0"/>
    <w:rsid w:val="000917C9"/>
    <w:rsid w:val="00091925"/>
    <w:rsid w:val="00091A33"/>
    <w:rsid w:val="00092BE7"/>
    <w:rsid w:val="00093C97"/>
    <w:rsid w:val="000968C1"/>
    <w:rsid w:val="000A149E"/>
    <w:rsid w:val="000A1509"/>
    <w:rsid w:val="000A2ADA"/>
    <w:rsid w:val="000B0C0A"/>
    <w:rsid w:val="000B19E0"/>
    <w:rsid w:val="000B1F30"/>
    <w:rsid w:val="000B2657"/>
    <w:rsid w:val="000B409F"/>
    <w:rsid w:val="000B4DBC"/>
    <w:rsid w:val="000B69CF"/>
    <w:rsid w:val="000C0958"/>
    <w:rsid w:val="000C11B7"/>
    <w:rsid w:val="000C4180"/>
    <w:rsid w:val="000C46ED"/>
    <w:rsid w:val="000C5218"/>
    <w:rsid w:val="000C6882"/>
    <w:rsid w:val="000C6D44"/>
    <w:rsid w:val="000C7937"/>
    <w:rsid w:val="000D04FD"/>
    <w:rsid w:val="000D30EC"/>
    <w:rsid w:val="000D39A1"/>
    <w:rsid w:val="000D4A2C"/>
    <w:rsid w:val="000D61B2"/>
    <w:rsid w:val="000D64C7"/>
    <w:rsid w:val="000E0CC4"/>
    <w:rsid w:val="000E2FA2"/>
    <w:rsid w:val="000E3725"/>
    <w:rsid w:val="000E47FD"/>
    <w:rsid w:val="000E56C8"/>
    <w:rsid w:val="000E79F7"/>
    <w:rsid w:val="000F01E1"/>
    <w:rsid w:val="000F3250"/>
    <w:rsid w:val="000F399B"/>
    <w:rsid w:val="000F3C86"/>
    <w:rsid w:val="000F4C19"/>
    <w:rsid w:val="000F5743"/>
    <w:rsid w:val="000F67A9"/>
    <w:rsid w:val="000F7127"/>
    <w:rsid w:val="000F7A95"/>
    <w:rsid w:val="00100854"/>
    <w:rsid w:val="0010119F"/>
    <w:rsid w:val="001024EC"/>
    <w:rsid w:val="001040D1"/>
    <w:rsid w:val="00104A6D"/>
    <w:rsid w:val="00107907"/>
    <w:rsid w:val="00107A52"/>
    <w:rsid w:val="00110A2C"/>
    <w:rsid w:val="00113EA0"/>
    <w:rsid w:val="0011418B"/>
    <w:rsid w:val="0011663E"/>
    <w:rsid w:val="00123BEA"/>
    <w:rsid w:val="00125358"/>
    <w:rsid w:val="001279F1"/>
    <w:rsid w:val="00130B85"/>
    <w:rsid w:val="00131790"/>
    <w:rsid w:val="001323CC"/>
    <w:rsid w:val="00132CA3"/>
    <w:rsid w:val="001338EF"/>
    <w:rsid w:val="00134C10"/>
    <w:rsid w:val="00134C58"/>
    <w:rsid w:val="00135F3F"/>
    <w:rsid w:val="0013796F"/>
    <w:rsid w:val="001411A9"/>
    <w:rsid w:val="00142971"/>
    <w:rsid w:val="0014742C"/>
    <w:rsid w:val="00147950"/>
    <w:rsid w:val="00150BCB"/>
    <w:rsid w:val="00151E6C"/>
    <w:rsid w:val="001522A3"/>
    <w:rsid w:val="0015787E"/>
    <w:rsid w:val="001629F8"/>
    <w:rsid w:val="0016371A"/>
    <w:rsid w:val="00166892"/>
    <w:rsid w:val="00167D71"/>
    <w:rsid w:val="00170892"/>
    <w:rsid w:val="00170F82"/>
    <w:rsid w:val="001710BC"/>
    <w:rsid w:val="00173C59"/>
    <w:rsid w:val="00175EED"/>
    <w:rsid w:val="0017702B"/>
    <w:rsid w:val="00177330"/>
    <w:rsid w:val="00177D52"/>
    <w:rsid w:val="00180284"/>
    <w:rsid w:val="001815B5"/>
    <w:rsid w:val="00181EE4"/>
    <w:rsid w:val="00181F4C"/>
    <w:rsid w:val="001842F4"/>
    <w:rsid w:val="00184983"/>
    <w:rsid w:val="001903B2"/>
    <w:rsid w:val="00190D1E"/>
    <w:rsid w:val="00190DE0"/>
    <w:rsid w:val="00190EC9"/>
    <w:rsid w:val="00195079"/>
    <w:rsid w:val="00195B77"/>
    <w:rsid w:val="001A06D2"/>
    <w:rsid w:val="001A0C8C"/>
    <w:rsid w:val="001A1887"/>
    <w:rsid w:val="001A321B"/>
    <w:rsid w:val="001A4AAB"/>
    <w:rsid w:val="001B5A97"/>
    <w:rsid w:val="001C4841"/>
    <w:rsid w:val="001C49C8"/>
    <w:rsid w:val="001C65F3"/>
    <w:rsid w:val="001C7562"/>
    <w:rsid w:val="001D00DC"/>
    <w:rsid w:val="001D0514"/>
    <w:rsid w:val="001D4254"/>
    <w:rsid w:val="001D542D"/>
    <w:rsid w:val="001D630C"/>
    <w:rsid w:val="001D7ABF"/>
    <w:rsid w:val="001E311A"/>
    <w:rsid w:val="001E3446"/>
    <w:rsid w:val="001E547F"/>
    <w:rsid w:val="001E6455"/>
    <w:rsid w:val="001E67E8"/>
    <w:rsid w:val="001E7454"/>
    <w:rsid w:val="001F0F6D"/>
    <w:rsid w:val="001F5890"/>
    <w:rsid w:val="001F7E35"/>
    <w:rsid w:val="00206703"/>
    <w:rsid w:val="002110AA"/>
    <w:rsid w:val="00212E38"/>
    <w:rsid w:val="00213E7F"/>
    <w:rsid w:val="00214F9E"/>
    <w:rsid w:val="00215C6D"/>
    <w:rsid w:val="00216B0A"/>
    <w:rsid w:val="00216D64"/>
    <w:rsid w:val="00217089"/>
    <w:rsid w:val="002173C8"/>
    <w:rsid w:val="002175CB"/>
    <w:rsid w:val="0022059E"/>
    <w:rsid w:val="002206C0"/>
    <w:rsid w:val="00220F1E"/>
    <w:rsid w:val="00221B82"/>
    <w:rsid w:val="00221E90"/>
    <w:rsid w:val="00225007"/>
    <w:rsid w:val="00225B0D"/>
    <w:rsid w:val="002267BD"/>
    <w:rsid w:val="00226EE8"/>
    <w:rsid w:val="00227B0D"/>
    <w:rsid w:val="0023014E"/>
    <w:rsid w:val="002308A0"/>
    <w:rsid w:val="002312F5"/>
    <w:rsid w:val="00231821"/>
    <w:rsid w:val="002328F6"/>
    <w:rsid w:val="00234055"/>
    <w:rsid w:val="002367F0"/>
    <w:rsid w:val="00237ACC"/>
    <w:rsid w:val="00242E2D"/>
    <w:rsid w:val="00242FB3"/>
    <w:rsid w:val="00243B03"/>
    <w:rsid w:val="0024616D"/>
    <w:rsid w:val="002468AD"/>
    <w:rsid w:val="0024740A"/>
    <w:rsid w:val="0024759E"/>
    <w:rsid w:val="002476D7"/>
    <w:rsid w:val="00250BB1"/>
    <w:rsid w:val="002518FD"/>
    <w:rsid w:val="0025238D"/>
    <w:rsid w:val="00254E79"/>
    <w:rsid w:val="00255AD5"/>
    <w:rsid w:val="00256497"/>
    <w:rsid w:val="00256D53"/>
    <w:rsid w:val="00260684"/>
    <w:rsid w:val="002619E6"/>
    <w:rsid w:val="00262F57"/>
    <w:rsid w:val="002631F0"/>
    <w:rsid w:val="00263789"/>
    <w:rsid w:val="00263C0E"/>
    <w:rsid w:val="00264E6E"/>
    <w:rsid w:val="00266939"/>
    <w:rsid w:val="002678F9"/>
    <w:rsid w:val="002723A1"/>
    <w:rsid w:val="00272A62"/>
    <w:rsid w:val="00273380"/>
    <w:rsid w:val="00275B17"/>
    <w:rsid w:val="0028098B"/>
    <w:rsid w:val="00284C37"/>
    <w:rsid w:val="00284CD8"/>
    <w:rsid w:val="00285046"/>
    <w:rsid w:val="002860CD"/>
    <w:rsid w:val="0028728F"/>
    <w:rsid w:val="0029077C"/>
    <w:rsid w:val="002913C3"/>
    <w:rsid w:val="00292D90"/>
    <w:rsid w:val="0029538B"/>
    <w:rsid w:val="00296726"/>
    <w:rsid w:val="002A04E1"/>
    <w:rsid w:val="002A154D"/>
    <w:rsid w:val="002A5044"/>
    <w:rsid w:val="002A6BD3"/>
    <w:rsid w:val="002B0990"/>
    <w:rsid w:val="002B1CB7"/>
    <w:rsid w:val="002B1ECC"/>
    <w:rsid w:val="002B386F"/>
    <w:rsid w:val="002B39E2"/>
    <w:rsid w:val="002B5E21"/>
    <w:rsid w:val="002B7D99"/>
    <w:rsid w:val="002C2EA5"/>
    <w:rsid w:val="002C3025"/>
    <w:rsid w:val="002C3375"/>
    <w:rsid w:val="002C4635"/>
    <w:rsid w:val="002C5E28"/>
    <w:rsid w:val="002C6425"/>
    <w:rsid w:val="002C6B39"/>
    <w:rsid w:val="002D428E"/>
    <w:rsid w:val="002D68FA"/>
    <w:rsid w:val="002E46F7"/>
    <w:rsid w:val="002E57F3"/>
    <w:rsid w:val="002E66E7"/>
    <w:rsid w:val="002F2676"/>
    <w:rsid w:val="002F2E28"/>
    <w:rsid w:val="002F4F03"/>
    <w:rsid w:val="002F6A93"/>
    <w:rsid w:val="002F7E2B"/>
    <w:rsid w:val="00301DC9"/>
    <w:rsid w:val="00301E70"/>
    <w:rsid w:val="00302129"/>
    <w:rsid w:val="00302265"/>
    <w:rsid w:val="003030DB"/>
    <w:rsid w:val="00304C70"/>
    <w:rsid w:val="00305C22"/>
    <w:rsid w:val="0030730C"/>
    <w:rsid w:val="003079CC"/>
    <w:rsid w:val="0031053B"/>
    <w:rsid w:val="00310A57"/>
    <w:rsid w:val="00311A32"/>
    <w:rsid w:val="00313271"/>
    <w:rsid w:val="00313DD8"/>
    <w:rsid w:val="00314CD2"/>
    <w:rsid w:val="00315423"/>
    <w:rsid w:val="00315D7D"/>
    <w:rsid w:val="00315E72"/>
    <w:rsid w:val="00316D43"/>
    <w:rsid w:val="00317425"/>
    <w:rsid w:val="00317AB7"/>
    <w:rsid w:val="00321A1D"/>
    <w:rsid w:val="00321AAA"/>
    <w:rsid w:val="00321AD0"/>
    <w:rsid w:val="00321DF2"/>
    <w:rsid w:val="003224EB"/>
    <w:rsid w:val="0032389D"/>
    <w:rsid w:val="00323BCD"/>
    <w:rsid w:val="003248A4"/>
    <w:rsid w:val="00325A82"/>
    <w:rsid w:val="00325AA4"/>
    <w:rsid w:val="00325D71"/>
    <w:rsid w:val="00326CCC"/>
    <w:rsid w:val="00330BBB"/>
    <w:rsid w:val="00330E80"/>
    <w:rsid w:val="003315BF"/>
    <w:rsid w:val="003323C3"/>
    <w:rsid w:val="00332709"/>
    <w:rsid w:val="00332A9F"/>
    <w:rsid w:val="003344CC"/>
    <w:rsid w:val="00334570"/>
    <w:rsid w:val="00335379"/>
    <w:rsid w:val="003378AE"/>
    <w:rsid w:val="00337FD2"/>
    <w:rsid w:val="003408E0"/>
    <w:rsid w:val="00340B1B"/>
    <w:rsid w:val="00341840"/>
    <w:rsid w:val="00341C43"/>
    <w:rsid w:val="00341D0B"/>
    <w:rsid w:val="00341E10"/>
    <w:rsid w:val="0034201B"/>
    <w:rsid w:val="003443CF"/>
    <w:rsid w:val="00344960"/>
    <w:rsid w:val="003454E9"/>
    <w:rsid w:val="00345C28"/>
    <w:rsid w:val="00347F69"/>
    <w:rsid w:val="003538CC"/>
    <w:rsid w:val="00354753"/>
    <w:rsid w:val="003561CB"/>
    <w:rsid w:val="00356AED"/>
    <w:rsid w:val="00357224"/>
    <w:rsid w:val="003602C0"/>
    <w:rsid w:val="0036051D"/>
    <w:rsid w:val="00362E11"/>
    <w:rsid w:val="003634BA"/>
    <w:rsid w:val="00363C82"/>
    <w:rsid w:val="00364D79"/>
    <w:rsid w:val="00365B30"/>
    <w:rsid w:val="003660D3"/>
    <w:rsid w:val="00367C6C"/>
    <w:rsid w:val="00367DAA"/>
    <w:rsid w:val="00370C6B"/>
    <w:rsid w:val="0037267E"/>
    <w:rsid w:val="003728B0"/>
    <w:rsid w:val="0037315F"/>
    <w:rsid w:val="003756B9"/>
    <w:rsid w:val="0037683C"/>
    <w:rsid w:val="00377FA1"/>
    <w:rsid w:val="003809AF"/>
    <w:rsid w:val="00381067"/>
    <w:rsid w:val="0038339D"/>
    <w:rsid w:val="00383DDE"/>
    <w:rsid w:val="003864FA"/>
    <w:rsid w:val="00386502"/>
    <w:rsid w:val="00387803"/>
    <w:rsid w:val="0039179C"/>
    <w:rsid w:val="003964C4"/>
    <w:rsid w:val="003A2388"/>
    <w:rsid w:val="003A447C"/>
    <w:rsid w:val="003A54E7"/>
    <w:rsid w:val="003A6872"/>
    <w:rsid w:val="003A7ABC"/>
    <w:rsid w:val="003A7F33"/>
    <w:rsid w:val="003B0F09"/>
    <w:rsid w:val="003B3E30"/>
    <w:rsid w:val="003B4D7A"/>
    <w:rsid w:val="003B5A00"/>
    <w:rsid w:val="003B627E"/>
    <w:rsid w:val="003B6B32"/>
    <w:rsid w:val="003C05AC"/>
    <w:rsid w:val="003C0A48"/>
    <w:rsid w:val="003C10DE"/>
    <w:rsid w:val="003C12F0"/>
    <w:rsid w:val="003C1EA9"/>
    <w:rsid w:val="003C6276"/>
    <w:rsid w:val="003C6B3A"/>
    <w:rsid w:val="003C7A46"/>
    <w:rsid w:val="003D0475"/>
    <w:rsid w:val="003D1878"/>
    <w:rsid w:val="003D1C39"/>
    <w:rsid w:val="003D2879"/>
    <w:rsid w:val="003D4FD3"/>
    <w:rsid w:val="003D5EEB"/>
    <w:rsid w:val="003D686E"/>
    <w:rsid w:val="003D7DF3"/>
    <w:rsid w:val="003E4C79"/>
    <w:rsid w:val="003E603F"/>
    <w:rsid w:val="003F1DB8"/>
    <w:rsid w:val="003F22F3"/>
    <w:rsid w:val="003F2678"/>
    <w:rsid w:val="003F5571"/>
    <w:rsid w:val="003F5B39"/>
    <w:rsid w:val="003F6758"/>
    <w:rsid w:val="00401CE9"/>
    <w:rsid w:val="004020DB"/>
    <w:rsid w:val="004025A5"/>
    <w:rsid w:val="004030CA"/>
    <w:rsid w:val="004039EA"/>
    <w:rsid w:val="0040439F"/>
    <w:rsid w:val="004051F9"/>
    <w:rsid w:val="004059A6"/>
    <w:rsid w:val="00407224"/>
    <w:rsid w:val="004074A1"/>
    <w:rsid w:val="00407605"/>
    <w:rsid w:val="00410050"/>
    <w:rsid w:val="00411A76"/>
    <w:rsid w:val="00414318"/>
    <w:rsid w:val="004149F1"/>
    <w:rsid w:val="00416E33"/>
    <w:rsid w:val="00416EA4"/>
    <w:rsid w:val="0042109C"/>
    <w:rsid w:val="004227BF"/>
    <w:rsid w:val="00423165"/>
    <w:rsid w:val="0042367C"/>
    <w:rsid w:val="00423785"/>
    <w:rsid w:val="00423E2C"/>
    <w:rsid w:val="004279B1"/>
    <w:rsid w:val="004324B5"/>
    <w:rsid w:val="004324FE"/>
    <w:rsid w:val="00433632"/>
    <w:rsid w:val="00434838"/>
    <w:rsid w:val="00435D5A"/>
    <w:rsid w:val="004372FB"/>
    <w:rsid w:val="00437A59"/>
    <w:rsid w:val="00441CCB"/>
    <w:rsid w:val="00441E8C"/>
    <w:rsid w:val="00446646"/>
    <w:rsid w:val="004544E3"/>
    <w:rsid w:val="0045755A"/>
    <w:rsid w:val="00457EBD"/>
    <w:rsid w:val="00457F81"/>
    <w:rsid w:val="00461D9D"/>
    <w:rsid w:val="00463AF8"/>
    <w:rsid w:val="00466A2F"/>
    <w:rsid w:val="004675B7"/>
    <w:rsid w:val="004678FF"/>
    <w:rsid w:val="004701FD"/>
    <w:rsid w:val="00470631"/>
    <w:rsid w:val="00470971"/>
    <w:rsid w:val="004723C0"/>
    <w:rsid w:val="00474965"/>
    <w:rsid w:val="00477EC3"/>
    <w:rsid w:val="00481FF6"/>
    <w:rsid w:val="00482A74"/>
    <w:rsid w:val="00486D46"/>
    <w:rsid w:val="00487BB4"/>
    <w:rsid w:val="00492D52"/>
    <w:rsid w:val="00494687"/>
    <w:rsid w:val="00497C5D"/>
    <w:rsid w:val="004A0949"/>
    <w:rsid w:val="004A0F24"/>
    <w:rsid w:val="004A1C1C"/>
    <w:rsid w:val="004A1C5B"/>
    <w:rsid w:val="004A29DE"/>
    <w:rsid w:val="004A34E2"/>
    <w:rsid w:val="004A4257"/>
    <w:rsid w:val="004A4A2B"/>
    <w:rsid w:val="004B24F9"/>
    <w:rsid w:val="004B2B8A"/>
    <w:rsid w:val="004B3EAF"/>
    <w:rsid w:val="004B454E"/>
    <w:rsid w:val="004B4CD1"/>
    <w:rsid w:val="004B6798"/>
    <w:rsid w:val="004B6A26"/>
    <w:rsid w:val="004B71FA"/>
    <w:rsid w:val="004C087F"/>
    <w:rsid w:val="004C34FD"/>
    <w:rsid w:val="004C4E01"/>
    <w:rsid w:val="004C5C64"/>
    <w:rsid w:val="004C71FC"/>
    <w:rsid w:val="004D03EA"/>
    <w:rsid w:val="004D054E"/>
    <w:rsid w:val="004D2809"/>
    <w:rsid w:val="004D4C7F"/>
    <w:rsid w:val="004D5FA0"/>
    <w:rsid w:val="004E015F"/>
    <w:rsid w:val="004E1532"/>
    <w:rsid w:val="004E2BC8"/>
    <w:rsid w:val="004E46F4"/>
    <w:rsid w:val="004E473D"/>
    <w:rsid w:val="004E4CC3"/>
    <w:rsid w:val="004E58B3"/>
    <w:rsid w:val="004E6557"/>
    <w:rsid w:val="004E6C47"/>
    <w:rsid w:val="004F2ADE"/>
    <w:rsid w:val="004F497A"/>
    <w:rsid w:val="004F4E7D"/>
    <w:rsid w:val="004F6F04"/>
    <w:rsid w:val="004F75B6"/>
    <w:rsid w:val="00500DD2"/>
    <w:rsid w:val="00501FAB"/>
    <w:rsid w:val="00507D0D"/>
    <w:rsid w:val="00513492"/>
    <w:rsid w:val="0051368A"/>
    <w:rsid w:val="00513F8F"/>
    <w:rsid w:val="005162D9"/>
    <w:rsid w:val="00516E7E"/>
    <w:rsid w:val="0052340A"/>
    <w:rsid w:val="00523909"/>
    <w:rsid w:val="00525447"/>
    <w:rsid w:val="0052565A"/>
    <w:rsid w:val="00534F58"/>
    <w:rsid w:val="00535246"/>
    <w:rsid w:val="00536C08"/>
    <w:rsid w:val="00540610"/>
    <w:rsid w:val="00544C2F"/>
    <w:rsid w:val="005458D5"/>
    <w:rsid w:val="0054663A"/>
    <w:rsid w:val="005474A4"/>
    <w:rsid w:val="00547E8F"/>
    <w:rsid w:val="0055148A"/>
    <w:rsid w:val="00551D40"/>
    <w:rsid w:val="005556C0"/>
    <w:rsid w:val="005623F8"/>
    <w:rsid w:val="00564F3A"/>
    <w:rsid w:val="005667AD"/>
    <w:rsid w:val="00566A89"/>
    <w:rsid w:val="005674FA"/>
    <w:rsid w:val="00567A29"/>
    <w:rsid w:val="005713D5"/>
    <w:rsid w:val="005728EC"/>
    <w:rsid w:val="0057711A"/>
    <w:rsid w:val="00580289"/>
    <w:rsid w:val="005802F5"/>
    <w:rsid w:val="0058090D"/>
    <w:rsid w:val="0058397A"/>
    <w:rsid w:val="00583C8E"/>
    <w:rsid w:val="00584DA4"/>
    <w:rsid w:val="00585A4C"/>
    <w:rsid w:val="005865D2"/>
    <w:rsid w:val="00586DD7"/>
    <w:rsid w:val="00586FB4"/>
    <w:rsid w:val="00591718"/>
    <w:rsid w:val="005955D9"/>
    <w:rsid w:val="00595EFE"/>
    <w:rsid w:val="005971CD"/>
    <w:rsid w:val="005A0C14"/>
    <w:rsid w:val="005A1EED"/>
    <w:rsid w:val="005A23AB"/>
    <w:rsid w:val="005A2B73"/>
    <w:rsid w:val="005A59F0"/>
    <w:rsid w:val="005A7A04"/>
    <w:rsid w:val="005B1511"/>
    <w:rsid w:val="005B407A"/>
    <w:rsid w:val="005B5FEC"/>
    <w:rsid w:val="005C115B"/>
    <w:rsid w:val="005C3A96"/>
    <w:rsid w:val="005C620B"/>
    <w:rsid w:val="005C663E"/>
    <w:rsid w:val="005C7F24"/>
    <w:rsid w:val="005D14D6"/>
    <w:rsid w:val="005D2BF8"/>
    <w:rsid w:val="005D4622"/>
    <w:rsid w:val="005D5FDF"/>
    <w:rsid w:val="005D6D42"/>
    <w:rsid w:val="005E1653"/>
    <w:rsid w:val="005E183A"/>
    <w:rsid w:val="005E1D63"/>
    <w:rsid w:val="005E3BF0"/>
    <w:rsid w:val="005E6BCA"/>
    <w:rsid w:val="005E6BEB"/>
    <w:rsid w:val="005F2573"/>
    <w:rsid w:val="005F3A3B"/>
    <w:rsid w:val="005F4BCB"/>
    <w:rsid w:val="005F7803"/>
    <w:rsid w:val="00600098"/>
    <w:rsid w:val="00600843"/>
    <w:rsid w:val="00600F8D"/>
    <w:rsid w:val="00602CDB"/>
    <w:rsid w:val="0060496A"/>
    <w:rsid w:val="0060610A"/>
    <w:rsid w:val="00607721"/>
    <w:rsid w:val="00610B24"/>
    <w:rsid w:val="00611CBF"/>
    <w:rsid w:val="00613A00"/>
    <w:rsid w:val="00613A64"/>
    <w:rsid w:val="00614882"/>
    <w:rsid w:val="00615072"/>
    <w:rsid w:val="00616066"/>
    <w:rsid w:val="00617ECC"/>
    <w:rsid w:val="00617F56"/>
    <w:rsid w:val="0062034C"/>
    <w:rsid w:val="00622391"/>
    <w:rsid w:val="006228B5"/>
    <w:rsid w:val="00623726"/>
    <w:rsid w:val="006268C2"/>
    <w:rsid w:val="0063059A"/>
    <w:rsid w:val="00630DEC"/>
    <w:rsid w:val="00632601"/>
    <w:rsid w:val="00633C45"/>
    <w:rsid w:val="00635159"/>
    <w:rsid w:val="0063520B"/>
    <w:rsid w:val="006352F5"/>
    <w:rsid w:val="006359A3"/>
    <w:rsid w:val="00636FF0"/>
    <w:rsid w:val="00645739"/>
    <w:rsid w:val="00647B34"/>
    <w:rsid w:val="00650251"/>
    <w:rsid w:val="00651B9D"/>
    <w:rsid w:val="00655264"/>
    <w:rsid w:val="00655B6A"/>
    <w:rsid w:val="00657D18"/>
    <w:rsid w:val="00660E19"/>
    <w:rsid w:val="00662902"/>
    <w:rsid w:val="00662ADB"/>
    <w:rsid w:val="0066304A"/>
    <w:rsid w:val="00664192"/>
    <w:rsid w:val="00664EAC"/>
    <w:rsid w:val="006656D8"/>
    <w:rsid w:val="00665A50"/>
    <w:rsid w:val="00665BE6"/>
    <w:rsid w:val="0066760B"/>
    <w:rsid w:val="00667D29"/>
    <w:rsid w:val="006701F0"/>
    <w:rsid w:val="00670570"/>
    <w:rsid w:val="006717D4"/>
    <w:rsid w:val="00671E92"/>
    <w:rsid w:val="00672EB8"/>
    <w:rsid w:val="00672FFC"/>
    <w:rsid w:val="006735AE"/>
    <w:rsid w:val="0067513D"/>
    <w:rsid w:val="00677CE3"/>
    <w:rsid w:val="0068101C"/>
    <w:rsid w:val="00682796"/>
    <w:rsid w:val="006875C3"/>
    <w:rsid w:val="00691E6A"/>
    <w:rsid w:val="00691F5E"/>
    <w:rsid w:val="00696B3E"/>
    <w:rsid w:val="00696FC0"/>
    <w:rsid w:val="00697A38"/>
    <w:rsid w:val="006A0287"/>
    <w:rsid w:val="006A12B7"/>
    <w:rsid w:val="006A1360"/>
    <w:rsid w:val="006A2994"/>
    <w:rsid w:val="006A386E"/>
    <w:rsid w:val="006A3A45"/>
    <w:rsid w:val="006B120F"/>
    <w:rsid w:val="006B20D8"/>
    <w:rsid w:val="006B23B1"/>
    <w:rsid w:val="006B60A4"/>
    <w:rsid w:val="006C011C"/>
    <w:rsid w:val="006C13CF"/>
    <w:rsid w:val="006C1DE6"/>
    <w:rsid w:val="006C2C33"/>
    <w:rsid w:val="006C476D"/>
    <w:rsid w:val="006C640A"/>
    <w:rsid w:val="006C6A31"/>
    <w:rsid w:val="006C6A74"/>
    <w:rsid w:val="006D0156"/>
    <w:rsid w:val="006D36E5"/>
    <w:rsid w:val="006D3C46"/>
    <w:rsid w:val="006D3D1C"/>
    <w:rsid w:val="006D5B6C"/>
    <w:rsid w:val="006D6A30"/>
    <w:rsid w:val="006E0931"/>
    <w:rsid w:val="006E3903"/>
    <w:rsid w:val="006E42F3"/>
    <w:rsid w:val="006E4475"/>
    <w:rsid w:val="006E4D7E"/>
    <w:rsid w:val="006E57E5"/>
    <w:rsid w:val="006E5EBC"/>
    <w:rsid w:val="006E78A4"/>
    <w:rsid w:val="006F0AEC"/>
    <w:rsid w:val="006F0B3B"/>
    <w:rsid w:val="006F1331"/>
    <w:rsid w:val="006F3596"/>
    <w:rsid w:val="006F3BD5"/>
    <w:rsid w:val="006F3D35"/>
    <w:rsid w:val="006F42C2"/>
    <w:rsid w:val="006F5024"/>
    <w:rsid w:val="006F5F13"/>
    <w:rsid w:val="00700975"/>
    <w:rsid w:val="00701641"/>
    <w:rsid w:val="00702375"/>
    <w:rsid w:val="00702E07"/>
    <w:rsid w:val="00704BDC"/>
    <w:rsid w:val="007103A8"/>
    <w:rsid w:val="007103D5"/>
    <w:rsid w:val="00710552"/>
    <w:rsid w:val="00716957"/>
    <w:rsid w:val="007173E3"/>
    <w:rsid w:val="0072099A"/>
    <w:rsid w:val="00723A07"/>
    <w:rsid w:val="00724678"/>
    <w:rsid w:val="00724B6E"/>
    <w:rsid w:val="007261D5"/>
    <w:rsid w:val="00727021"/>
    <w:rsid w:val="007307B2"/>
    <w:rsid w:val="007345BB"/>
    <w:rsid w:val="00735AEA"/>
    <w:rsid w:val="00737396"/>
    <w:rsid w:val="007408C4"/>
    <w:rsid w:val="00741828"/>
    <w:rsid w:val="007431CF"/>
    <w:rsid w:val="007453B3"/>
    <w:rsid w:val="00745CA4"/>
    <w:rsid w:val="00747EDF"/>
    <w:rsid w:val="0075053F"/>
    <w:rsid w:val="007528BF"/>
    <w:rsid w:val="00753F0D"/>
    <w:rsid w:val="00755535"/>
    <w:rsid w:val="00755A9A"/>
    <w:rsid w:val="00757307"/>
    <w:rsid w:val="00763E3E"/>
    <w:rsid w:val="007655AC"/>
    <w:rsid w:val="0077090D"/>
    <w:rsid w:val="0077211F"/>
    <w:rsid w:val="00772BF0"/>
    <w:rsid w:val="00772F73"/>
    <w:rsid w:val="00780743"/>
    <w:rsid w:val="00780A54"/>
    <w:rsid w:val="00783C2C"/>
    <w:rsid w:val="00787882"/>
    <w:rsid w:val="0079046D"/>
    <w:rsid w:val="007907D0"/>
    <w:rsid w:val="00791B5F"/>
    <w:rsid w:val="007941ED"/>
    <w:rsid w:val="0079463B"/>
    <w:rsid w:val="0079564F"/>
    <w:rsid w:val="007957E3"/>
    <w:rsid w:val="007969EE"/>
    <w:rsid w:val="007A3F9C"/>
    <w:rsid w:val="007A546E"/>
    <w:rsid w:val="007A6BBB"/>
    <w:rsid w:val="007B127C"/>
    <w:rsid w:val="007B4B30"/>
    <w:rsid w:val="007B57B8"/>
    <w:rsid w:val="007B6B8B"/>
    <w:rsid w:val="007B6B93"/>
    <w:rsid w:val="007C0367"/>
    <w:rsid w:val="007C0B1D"/>
    <w:rsid w:val="007C1F19"/>
    <w:rsid w:val="007C22F2"/>
    <w:rsid w:val="007C2484"/>
    <w:rsid w:val="007C24F2"/>
    <w:rsid w:val="007C6D34"/>
    <w:rsid w:val="007D13F2"/>
    <w:rsid w:val="007D18A9"/>
    <w:rsid w:val="007D1D22"/>
    <w:rsid w:val="007D2561"/>
    <w:rsid w:val="007D7DAE"/>
    <w:rsid w:val="007E0AFC"/>
    <w:rsid w:val="007E20DB"/>
    <w:rsid w:val="007E6189"/>
    <w:rsid w:val="007F1373"/>
    <w:rsid w:val="007F23C8"/>
    <w:rsid w:val="007F60BF"/>
    <w:rsid w:val="007F75E5"/>
    <w:rsid w:val="00800A9C"/>
    <w:rsid w:val="0080151E"/>
    <w:rsid w:val="008022F9"/>
    <w:rsid w:val="0080530C"/>
    <w:rsid w:val="008067AB"/>
    <w:rsid w:val="00807928"/>
    <w:rsid w:val="0081093A"/>
    <w:rsid w:val="008122B0"/>
    <w:rsid w:val="00812966"/>
    <w:rsid w:val="008130C6"/>
    <w:rsid w:val="008134AF"/>
    <w:rsid w:val="00815EC1"/>
    <w:rsid w:val="00816111"/>
    <w:rsid w:val="00817B7E"/>
    <w:rsid w:val="00817D8E"/>
    <w:rsid w:val="008213A9"/>
    <w:rsid w:val="00822580"/>
    <w:rsid w:val="00822A16"/>
    <w:rsid w:val="00822F9D"/>
    <w:rsid w:val="00827123"/>
    <w:rsid w:val="0083112C"/>
    <w:rsid w:val="008359C7"/>
    <w:rsid w:val="00837C28"/>
    <w:rsid w:val="0084064C"/>
    <w:rsid w:val="00840890"/>
    <w:rsid w:val="00840EB6"/>
    <w:rsid w:val="0084249D"/>
    <w:rsid w:val="00845B2A"/>
    <w:rsid w:val="00852CE1"/>
    <w:rsid w:val="00854510"/>
    <w:rsid w:val="00854F41"/>
    <w:rsid w:val="008557EC"/>
    <w:rsid w:val="00857B0F"/>
    <w:rsid w:val="00862637"/>
    <w:rsid w:val="00862B3B"/>
    <w:rsid w:val="00864C1F"/>
    <w:rsid w:val="00865918"/>
    <w:rsid w:val="00870F78"/>
    <w:rsid w:val="00871E49"/>
    <w:rsid w:val="00871EF7"/>
    <w:rsid w:val="0087271F"/>
    <w:rsid w:val="00874874"/>
    <w:rsid w:val="00874B46"/>
    <w:rsid w:val="008773A7"/>
    <w:rsid w:val="008800D5"/>
    <w:rsid w:val="008826C1"/>
    <w:rsid w:val="008828C9"/>
    <w:rsid w:val="0088342F"/>
    <w:rsid w:val="00883E68"/>
    <w:rsid w:val="0088417D"/>
    <w:rsid w:val="0088606C"/>
    <w:rsid w:val="0089005B"/>
    <w:rsid w:val="00892FB5"/>
    <w:rsid w:val="008930A1"/>
    <w:rsid w:val="00894361"/>
    <w:rsid w:val="00895B51"/>
    <w:rsid w:val="00897F3A"/>
    <w:rsid w:val="008A0364"/>
    <w:rsid w:val="008A1CF0"/>
    <w:rsid w:val="008A1DFE"/>
    <w:rsid w:val="008A2885"/>
    <w:rsid w:val="008A29BD"/>
    <w:rsid w:val="008A422D"/>
    <w:rsid w:val="008A492B"/>
    <w:rsid w:val="008A5145"/>
    <w:rsid w:val="008A62AC"/>
    <w:rsid w:val="008B0B06"/>
    <w:rsid w:val="008B11F2"/>
    <w:rsid w:val="008B3FFE"/>
    <w:rsid w:val="008B4287"/>
    <w:rsid w:val="008B51CB"/>
    <w:rsid w:val="008B5880"/>
    <w:rsid w:val="008B66A9"/>
    <w:rsid w:val="008B70C1"/>
    <w:rsid w:val="008B7244"/>
    <w:rsid w:val="008B7C44"/>
    <w:rsid w:val="008C0743"/>
    <w:rsid w:val="008C6C50"/>
    <w:rsid w:val="008C7177"/>
    <w:rsid w:val="008C783D"/>
    <w:rsid w:val="008C7B0C"/>
    <w:rsid w:val="008C7E08"/>
    <w:rsid w:val="008D10FE"/>
    <w:rsid w:val="008D114F"/>
    <w:rsid w:val="008D1159"/>
    <w:rsid w:val="008D1C5C"/>
    <w:rsid w:val="008E14BD"/>
    <w:rsid w:val="008E1CD7"/>
    <w:rsid w:val="008E30B2"/>
    <w:rsid w:val="008E5C7B"/>
    <w:rsid w:val="008F1420"/>
    <w:rsid w:val="008F2FBC"/>
    <w:rsid w:val="008F389C"/>
    <w:rsid w:val="008F3DD9"/>
    <w:rsid w:val="008F44EA"/>
    <w:rsid w:val="008F4875"/>
    <w:rsid w:val="008F4981"/>
    <w:rsid w:val="008F580B"/>
    <w:rsid w:val="00910577"/>
    <w:rsid w:val="00910C52"/>
    <w:rsid w:val="00910DB3"/>
    <w:rsid w:val="00911D16"/>
    <w:rsid w:val="00912480"/>
    <w:rsid w:val="009145ED"/>
    <w:rsid w:val="00916ACE"/>
    <w:rsid w:val="00917211"/>
    <w:rsid w:val="00920204"/>
    <w:rsid w:val="00925F97"/>
    <w:rsid w:val="00927A32"/>
    <w:rsid w:val="00927C87"/>
    <w:rsid w:val="0093135A"/>
    <w:rsid w:val="009314E2"/>
    <w:rsid w:val="00934A88"/>
    <w:rsid w:val="00942945"/>
    <w:rsid w:val="00943506"/>
    <w:rsid w:val="00943F41"/>
    <w:rsid w:val="00944DF9"/>
    <w:rsid w:val="009454A5"/>
    <w:rsid w:val="00945C25"/>
    <w:rsid w:val="009465BB"/>
    <w:rsid w:val="009466C2"/>
    <w:rsid w:val="00950B97"/>
    <w:rsid w:val="00950E81"/>
    <w:rsid w:val="009513D7"/>
    <w:rsid w:val="00951400"/>
    <w:rsid w:val="00951B57"/>
    <w:rsid w:val="00951BA9"/>
    <w:rsid w:val="00952155"/>
    <w:rsid w:val="0095241C"/>
    <w:rsid w:val="009550A6"/>
    <w:rsid w:val="009550F7"/>
    <w:rsid w:val="009561A5"/>
    <w:rsid w:val="009569A4"/>
    <w:rsid w:val="00956ACB"/>
    <w:rsid w:val="00957A36"/>
    <w:rsid w:val="00957D3B"/>
    <w:rsid w:val="00957F23"/>
    <w:rsid w:val="00960641"/>
    <w:rsid w:val="00960797"/>
    <w:rsid w:val="009630A6"/>
    <w:rsid w:val="00966031"/>
    <w:rsid w:val="00970ED9"/>
    <w:rsid w:val="009717B1"/>
    <w:rsid w:val="00973A53"/>
    <w:rsid w:val="00975409"/>
    <w:rsid w:val="00980D58"/>
    <w:rsid w:val="0098259F"/>
    <w:rsid w:val="00982B6E"/>
    <w:rsid w:val="0098508B"/>
    <w:rsid w:val="00986EE7"/>
    <w:rsid w:val="009872D3"/>
    <w:rsid w:val="0098735C"/>
    <w:rsid w:val="009875DC"/>
    <w:rsid w:val="009876D2"/>
    <w:rsid w:val="009903F7"/>
    <w:rsid w:val="00990BBB"/>
    <w:rsid w:val="00990EE5"/>
    <w:rsid w:val="00991C84"/>
    <w:rsid w:val="00993C04"/>
    <w:rsid w:val="0099453E"/>
    <w:rsid w:val="0099518E"/>
    <w:rsid w:val="009959A3"/>
    <w:rsid w:val="009960CC"/>
    <w:rsid w:val="0099643F"/>
    <w:rsid w:val="0099670C"/>
    <w:rsid w:val="00997181"/>
    <w:rsid w:val="009A00F5"/>
    <w:rsid w:val="009A01B0"/>
    <w:rsid w:val="009A1085"/>
    <w:rsid w:val="009A11C4"/>
    <w:rsid w:val="009A33E5"/>
    <w:rsid w:val="009A6CEC"/>
    <w:rsid w:val="009B16C4"/>
    <w:rsid w:val="009B2C10"/>
    <w:rsid w:val="009B3EEE"/>
    <w:rsid w:val="009B5255"/>
    <w:rsid w:val="009B5263"/>
    <w:rsid w:val="009B7422"/>
    <w:rsid w:val="009C010E"/>
    <w:rsid w:val="009C0F71"/>
    <w:rsid w:val="009C17D8"/>
    <w:rsid w:val="009C411E"/>
    <w:rsid w:val="009C4445"/>
    <w:rsid w:val="009C46DC"/>
    <w:rsid w:val="009C4C3B"/>
    <w:rsid w:val="009C6045"/>
    <w:rsid w:val="009C60DC"/>
    <w:rsid w:val="009C68B5"/>
    <w:rsid w:val="009C6970"/>
    <w:rsid w:val="009C6C60"/>
    <w:rsid w:val="009D05A9"/>
    <w:rsid w:val="009D19E8"/>
    <w:rsid w:val="009D21AB"/>
    <w:rsid w:val="009D4702"/>
    <w:rsid w:val="009D4E8B"/>
    <w:rsid w:val="009D720B"/>
    <w:rsid w:val="009D7CCA"/>
    <w:rsid w:val="009E00D5"/>
    <w:rsid w:val="009E0193"/>
    <w:rsid w:val="009E0A58"/>
    <w:rsid w:val="009E154F"/>
    <w:rsid w:val="009E158A"/>
    <w:rsid w:val="009E1733"/>
    <w:rsid w:val="009E2951"/>
    <w:rsid w:val="009E39AC"/>
    <w:rsid w:val="009E48FF"/>
    <w:rsid w:val="009E5A83"/>
    <w:rsid w:val="009E71B3"/>
    <w:rsid w:val="009E742B"/>
    <w:rsid w:val="009F163A"/>
    <w:rsid w:val="009F4184"/>
    <w:rsid w:val="009F788B"/>
    <w:rsid w:val="009F7A82"/>
    <w:rsid w:val="00A01378"/>
    <w:rsid w:val="00A01968"/>
    <w:rsid w:val="00A040FB"/>
    <w:rsid w:val="00A0469E"/>
    <w:rsid w:val="00A0731E"/>
    <w:rsid w:val="00A12D6A"/>
    <w:rsid w:val="00A145CC"/>
    <w:rsid w:val="00A14758"/>
    <w:rsid w:val="00A14D13"/>
    <w:rsid w:val="00A205DE"/>
    <w:rsid w:val="00A20793"/>
    <w:rsid w:val="00A209CF"/>
    <w:rsid w:val="00A20D49"/>
    <w:rsid w:val="00A226AE"/>
    <w:rsid w:val="00A226FC"/>
    <w:rsid w:val="00A22DFB"/>
    <w:rsid w:val="00A22F3D"/>
    <w:rsid w:val="00A23104"/>
    <w:rsid w:val="00A246EE"/>
    <w:rsid w:val="00A2697D"/>
    <w:rsid w:val="00A27112"/>
    <w:rsid w:val="00A272DB"/>
    <w:rsid w:val="00A27505"/>
    <w:rsid w:val="00A2764D"/>
    <w:rsid w:val="00A277C7"/>
    <w:rsid w:val="00A30BE6"/>
    <w:rsid w:val="00A3498F"/>
    <w:rsid w:val="00A350D1"/>
    <w:rsid w:val="00A3596E"/>
    <w:rsid w:val="00A35F13"/>
    <w:rsid w:val="00A37D18"/>
    <w:rsid w:val="00A43C9E"/>
    <w:rsid w:val="00A478D5"/>
    <w:rsid w:val="00A51EB5"/>
    <w:rsid w:val="00A5234C"/>
    <w:rsid w:val="00A52B42"/>
    <w:rsid w:val="00A536C5"/>
    <w:rsid w:val="00A56D1C"/>
    <w:rsid w:val="00A57A34"/>
    <w:rsid w:val="00A62D9E"/>
    <w:rsid w:val="00A63D6D"/>
    <w:rsid w:val="00A64644"/>
    <w:rsid w:val="00A64C6F"/>
    <w:rsid w:val="00A64D61"/>
    <w:rsid w:val="00A6637B"/>
    <w:rsid w:val="00A70DEB"/>
    <w:rsid w:val="00A73B21"/>
    <w:rsid w:val="00A750CC"/>
    <w:rsid w:val="00A76262"/>
    <w:rsid w:val="00A77369"/>
    <w:rsid w:val="00A82A52"/>
    <w:rsid w:val="00A837C2"/>
    <w:rsid w:val="00A83BD4"/>
    <w:rsid w:val="00A857AE"/>
    <w:rsid w:val="00A87CD1"/>
    <w:rsid w:val="00A87E19"/>
    <w:rsid w:val="00A91BD2"/>
    <w:rsid w:val="00A92E5B"/>
    <w:rsid w:val="00A94CAD"/>
    <w:rsid w:val="00A9689E"/>
    <w:rsid w:val="00AA0A59"/>
    <w:rsid w:val="00AA0C72"/>
    <w:rsid w:val="00AA3602"/>
    <w:rsid w:val="00AA4F03"/>
    <w:rsid w:val="00AA531C"/>
    <w:rsid w:val="00AA62A9"/>
    <w:rsid w:val="00AA6846"/>
    <w:rsid w:val="00AA721B"/>
    <w:rsid w:val="00AB059A"/>
    <w:rsid w:val="00AB1102"/>
    <w:rsid w:val="00AB276A"/>
    <w:rsid w:val="00AB44BA"/>
    <w:rsid w:val="00AB4A13"/>
    <w:rsid w:val="00AB50CD"/>
    <w:rsid w:val="00AB5180"/>
    <w:rsid w:val="00AB5BC6"/>
    <w:rsid w:val="00AC230D"/>
    <w:rsid w:val="00AC37A8"/>
    <w:rsid w:val="00AC47D9"/>
    <w:rsid w:val="00AC4D63"/>
    <w:rsid w:val="00AC707D"/>
    <w:rsid w:val="00AC75E9"/>
    <w:rsid w:val="00AD03D2"/>
    <w:rsid w:val="00AD1FF4"/>
    <w:rsid w:val="00AD3EF5"/>
    <w:rsid w:val="00AD4C6A"/>
    <w:rsid w:val="00AE06DB"/>
    <w:rsid w:val="00AE091B"/>
    <w:rsid w:val="00AE2A89"/>
    <w:rsid w:val="00AE358D"/>
    <w:rsid w:val="00AE4307"/>
    <w:rsid w:val="00AE4AA4"/>
    <w:rsid w:val="00AE5CCE"/>
    <w:rsid w:val="00AE67EE"/>
    <w:rsid w:val="00AF17CB"/>
    <w:rsid w:val="00AF25F5"/>
    <w:rsid w:val="00AF4193"/>
    <w:rsid w:val="00AF5961"/>
    <w:rsid w:val="00AF6E43"/>
    <w:rsid w:val="00AF6F13"/>
    <w:rsid w:val="00B0015D"/>
    <w:rsid w:val="00B0108B"/>
    <w:rsid w:val="00B01411"/>
    <w:rsid w:val="00B03BBF"/>
    <w:rsid w:val="00B042EA"/>
    <w:rsid w:val="00B112E6"/>
    <w:rsid w:val="00B11DEB"/>
    <w:rsid w:val="00B12150"/>
    <w:rsid w:val="00B149CE"/>
    <w:rsid w:val="00B14AB9"/>
    <w:rsid w:val="00B16B27"/>
    <w:rsid w:val="00B207E1"/>
    <w:rsid w:val="00B2458C"/>
    <w:rsid w:val="00B307D3"/>
    <w:rsid w:val="00B3082E"/>
    <w:rsid w:val="00B30F6D"/>
    <w:rsid w:val="00B31A88"/>
    <w:rsid w:val="00B329E5"/>
    <w:rsid w:val="00B37EB1"/>
    <w:rsid w:val="00B4045D"/>
    <w:rsid w:val="00B4193B"/>
    <w:rsid w:val="00B44B08"/>
    <w:rsid w:val="00B459B8"/>
    <w:rsid w:val="00B463DF"/>
    <w:rsid w:val="00B50ECC"/>
    <w:rsid w:val="00B510A2"/>
    <w:rsid w:val="00B514EE"/>
    <w:rsid w:val="00B548BA"/>
    <w:rsid w:val="00B56ACB"/>
    <w:rsid w:val="00B62102"/>
    <w:rsid w:val="00B63A5D"/>
    <w:rsid w:val="00B654D1"/>
    <w:rsid w:val="00B65B9F"/>
    <w:rsid w:val="00B667E3"/>
    <w:rsid w:val="00B66CB8"/>
    <w:rsid w:val="00B66FB1"/>
    <w:rsid w:val="00B7034D"/>
    <w:rsid w:val="00B73C9C"/>
    <w:rsid w:val="00B74461"/>
    <w:rsid w:val="00B75C4F"/>
    <w:rsid w:val="00B76251"/>
    <w:rsid w:val="00B763D6"/>
    <w:rsid w:val="00B76C28"/>
    <w:rsid w:val="00B77A2D"/>
    <w:rsid w:val="00B81902"/>
    <w:rsid w:val="00B82CDC"/>
    <w:rsid w:val="00B832DD"/>
    <w:rsid w:val="00B83B1F"/>
    <w:rsid w:val="00B85537"/>
    <w:rsid w:val="00B86BB1"/>
    <w:rsid w:val="00B87A68"/>
    <w:rsid w:val="00B87F36"/>
    <w:rsid w:val="00B930F1"/>
    <w:rsid w:val="00B9356F"/>
    <w:rsid w:val="00B9366B"/>
    <w:rsid w:val="00B93990"/>
    <w:rsid w:val="00B95324"/>
    <w:rsid w:val="00B961C3"/>
    <w:rsid w:val="00B96AEF"/>
    <w:rsid w:val="00BA28C7"/>
    <w:rsid w:val="00BA32AA"/>
    <w:rsid w:val="00BA36DC"/>
    <w:rsid w:val="00BA7291"/>
    <w:rsid w:val="00BA773F"/>
    <w:rsid w:val="00BA7DF8"/>
    <w:rsid w:val="00BB3A3C"/>
    <w:rsid w:val="00BC48F7"/>
    <w:rsid w:val="00BC59E9"/>
    <w:rsid w:val="00BC7152"/>
    <w:rsid w:val="00BD0F16"/>
    <w:rsid w:val="00BD1AB6"/>
    <w:rsid w:val="00BD344A"/>
    <w:rsid w:val="00BD7648"/>
    <w:rsid w:val="00BD76FF"/>
    <w:rsid w:val="00BE0C86"/>
    <w:rsid w:val="00BE1668"/>
    <w:rsid w:val="00BE3D35"/>
    <w:rsid w:val="00BE49D5"/>
    <w:rsid w:val="00BE7072"/>
    <w:rsid w:val="00BF1688"/>
    <w:rsid w:val="00BF2681"/>
    <w:rsid w:val="00BF2AE9"/>
    <w:rsid w:val="00BF3E65"/>
    <w:rsid w:val="00BF496C"/>
    <w:rsid w:val="00BF5387"/>
    <w:rsid w:val="00BF551B"/>
    <w:rsid w:val="00BF5BF7"/>
    <w:rsid w:val="00BF6F2D"/>
    <w:rsid w:val="00BF70BC"/>
    <w:rsid w:val="00BF70DC"/>
    <w:rsid w:val="00C033F4"/>
    <w:rsid w:val="00C035B7"/>
    <w:rsid w:val="00C050E0"/>
    <w:rsid w:val="00C05CEE"/>
    <w:rsid w:val="00C06496"/>
    <w:rsid w:val="00C10025"/>
    <w:rsid w:val="00C100C2"/>
    <w:rsid w:val="00C10339"/>
    <w:rsid w:val="00C10D02"/>
    <w:rsid w:val="00C11678"/>
    <w:rsid w:val="00C144C1"/>
    <w:rsid w:val="00C1578F"/>
    <w:rsid w:val="00C171E5"/>
    <w:rsid w:val="00C1754B"/>
    <w:rsid w:val="00C20D3C"/>
    <w:rsid w:val="00C2154D"/>
    <w:rsid w:val="00C21B88"/>
    <w:rsid w:val="00C22376"/>
    <w:rsid w:val="00C22BA9"/>
    <w:rsid w:val="00C23D48"/>
    <w:rsid w:val="00C258E7"/>
    <w:rsid w:val="00C26B5E"/>
    <w:rsid w:val="00C26C7F"/>
    <w:rsid w:val="00C30674"/>
    <w:rsid w:val="00C31857"/>
    <w:rsid w:val="00C32CD2"/>
    <w:rsid w:val="00C33339"/>
    <w:rsid w:val="00C35C5E"/>
    <w:rsid w:val="00C368C1"/>
    <w:rsid w:val="00C40894"/>
    <w:rsid w:val="00C41463"/>
    <w:rsid w:val="00C42A74"/>
    <w:rsid w:val="00C43652"/>
    <w:rsid w:val="00C4389D"/>
    <w:rsid w:val="00C45508"/>
    <w:rsid w:val="00C457F6"/>
    <w:rsid w:val="00C46852"/>
    <w:rsid w:val="00C504DF"/>
    <w:rsid w:val="00C51476"/>
    <w:rsid w:val="00C5263B"/>
    <w:rsid w:val="00C5404E"/>
    <w:rsid w:val="00C545E1"/>
    <w:rsid w:val="00C55ED4"/>
    <w:rsid w:val="00C5615B"/>
    <w:rsid w:val="00C57F4C"/>
    <w:rsid w:val="00C57F98"/>
    <w:rsid w:val="00C601B7"/>
    <w:rsid w:val="00C60E42"/>
    <w:rsid w:val="00C61341"/>
    <w:rsid w:val="00C63F56"/>
    <w:rsid w:val="00C64850"/>
    <w:rsid w:val="00C651EB"/>
    <w:rsid w:val="00C65CDA"/>
    <w:rsid w:val="00C666A5"/>
    <w:rsid w:val="00C66A39"/>
    <w:rsid w:val="00C67F87"/>
    <w:rsid w:val="00C70E1C"/>
    <w:rsid w:val="00C7166A"/>
    <w:rsid w:val="00C73CC8"/>
    <w:rsid w:val="00C73F5C"/>
    <w:rsid w:val="00C74ED0"/>
    <w:rsid w:val="00C77846"/>
    <w:rsid w:val="00C77F62"/>
    <w:rsid w:val="00C82112"/>
    <w:rsid w:val="00C82867"/>
    <w:rsid w:val="00C82D62"/>
    <w:rsid w:val="00C86EC5"/>
    <w:rsid w:val="00C87392"/>
    <w:rsid w:val="00C87818"/>
    <w:rsid w:val="00C87A7A"/>
    <w:rsid w:val="00C90B3A"/>
    <w:rsid w:val="00C911F3"/>
    <w:rsid w:val="00C91805"/>
    <w:rsid w:val="00C937DA"/>
    <w:rsid w:val="00C94211"/>
    <w:rsid w:val="00C94C20"/>
    <w:rsid w:val="00C950B6"/>
    <w:rsid w:val="00C9552A"/>
    <w:rsid w:val="00C96E70"/>
    <w:rsid w:val="00CA12E2"/>
    <w:rsid w:val="00CA379B"/>
    <w:rsid w:val="00CA3F6C"/>
    <w:rsid w:val="00CA46D5"/>
    <w:rsid w:val="00CA47BD"/>
    <w:rsid w:val="00CA5673"/>
    <w:rsid w:val="00CA74F7"/>
    <w:rsid w:val="00CB1307"/>
    <w:rsid w:val="00CB2B5E"/>
    <w:rsid w:val="00CB55CB"/>
    <w:rsid w:val="00CB63DF"/>
    <w:rsid w:val="00CB795C"/>
    <w:rsid w:val="00CC0BD1"/>
    <w:rsid w:val="00CC1E27"/>
    <w:rsid w:val="00CC37A6"/>
    <w:rsid w:val="00CC3CB7"/>
    <w:rsid w:val="00CC6D70"/>
    <w:rsid w:val="00CD3B05"/>
    <w:rsid w:val="00CD457B"/>
    <w:rsid w:val="00CD66C2"/>
    <w:rsid w:val="00CD76DB"/>
    <w:rsid w:val="00CD786E"/>
    <w:rsid w:val="00CE1C5C"/>
    <w:rsid w:val="00CE6E2E"/>
    <w:rsid w:val="00CF35A1"/>
    <w:rsid w:val="00CF6909"/>
    <w:rsid w:val="00CF788C"/>
    <w:rsid w:val="00CF7B45"/>
    <w:rsid w:val="00D0054F"/>
    <w:rsid w:val="00D0148B"/>
    <w:rsid w:val="00D01F93"/>
    <w:rsid w:val="00D03F90"/>
    <w:rsid w:val="00D0495F"/>
    <w:rsid w:val="00D05A05"/>
    <w:rsid w:val="00D10C3B"/>
    <w:rsid w:val="00D14CE6"/>
    <w:rsid w:val="00D15312"/>
    <w:rsid w:val="00D15921"/>
    <w:rsid w:val="00D15D0F"/>
    <w:rsid w:val="00D16406"/>
    <w:rsid w:val="00D16DEC"/>
    <w:rsid w:val="00D211C5"/>
    <w:rsid w:val="00D21B4A"/>
    <w:rsid w:val="00D239A0"/>
    <w:rsid w:val="00D26688"/>
    <w:rsid w:val="00D30C81"/>
    <w:rsid w:val="00D32CDF"/>
    <w:rsid w:val="00D345DB"/>
    <w:rsid w:val="00D34BB4"/>
    <w:rsid w:val="00D35067"/>
    <w:rsid w:val="00D35195"/>
    <w:rsid w:val="00D37B05"/>
    <w:rsid w:val="00D40D70"/>
    <w:rsid w:val="00D41755"/>
    <w:rsid w:val="00D41FE2"/>
    <w:rsid w:val="00D43762"/>
    <w:rsid w:val="00D459FB"/>
    <w:rsid w:val="00D521B1"/>
    <w:rsid w:val="00D538EC"/>
    <w:rsid w:val="00D57543"/>
    <w:rsid w:val="00D57E76"/>
    <w:rsid w:val="00D61E08"/>
    <w:rsid w:val="00D62239"/>
    <w:rsid w:val="00D6244A"/>
    <w:rsid w:val="00D64021"/>
    <w:rsid w:val="00D655C0"/>
    <w:rsid w:val="00D65C39"/>
    <w:rsid w:val="00D6636C"/>
    <w:rsid w:val="00D70EE0"/>
    <w:rsid w:val="00D73196"/>
    <w:rsid w:val="00D772A3"/>
    <w:rsid w:val="00D77D84"/>
    <w:rsid w:val="00D80A34"/>
    <w:rsid w:val="00D81123"/>
    <w:rsid w:val="00D8376E"/>
    <w:rsid w:val="00D85C07"/>
    <w:rsid w:val="00D85EB7"/>
    <w:rsid w:val="00D8608D"/>
    <w:rsid w:val="00D86114"/>
    <w:rsid w:val="00D866A2"/>
    <w:rsid w:val="00D86814"/>
    <w:rsid w:val="00D86D25"/>
    <w:rsid w:val="00D87244"/>
    <w:rsid w:val="00D90C76"/>
    <w:rsid w:val="00D93E8D"/>
    <w:rsid w:val="00D9430F"/>
    <w:rsid w:val="00D95681"/>
    <w:rsid w:val="00D95FC2"/>
    <w:rsid w:val="00D9604D"/>
    <w:rsid w:val="00DA0FC3"/>
    <w:rsid w:val="00DA1C93"/>
    <w:rsid w:val="00DA2088"/>
    <w:rsid w:val="00DA689E"/>
    <w:rsid w:val="00DB0866"/>
    <w:rsid w:val="00DB0DF0"/>
    <w:rsid w:val="00DB3E5F"/>
    <w:rsid w:val="00DB4066"/>
    <w:rsid w:val="00DB4CCC"/>
    <w:rsid w:val="00DC3645"/>
    <w:rsid w:val="00DC5477"/>
    <w:rsid w:val="00DC7410"/>
    <w:rsid w:val="00DD057F"/>
    <w:rsid w:val="00DD18B3"/>
    <w:rsid w:val="00DD4132"/>
    <w:rsid w:val="00DD451A"/>
    <w:rsid w:val="00DD49A7"/>
    <w:rsid w:val="00DD5047"/>
    <w:rsid w:val="00DD69D3"/>
    <w:rsid w:val="00DD7D0D"/>
    <w:rsid w:val="00DE0F6F"/>
    <w:rsid w:val="00DE1EBF"/>
    <w:rsid w:val="00DE2054"/>
    <w:rsid w:val="00DE56C8"/>
    <w:rsid w:val="00DE5BDF"/>
    <w:rsid w:val="00DE74D7"/>
    <w:rsid w:val="00DF0164"/>
    <w:rsid w:val="00DF04BC"/>
    <w:rsid w:val="00DF167E"/>
    <w:rsid w:val="00DF2D9A"/>
    <w:rsid w:val="00DF3577"/>
    <w:rsid w:val="00DF3E78"/>
    <w:rsid w:val="00DF535A"/>
    <w:rsid w:val="00DF544A"/>
    <w:rsid w:val="00DF6C1A"/>
    <w:rsid w:val="00DF74C6"/>
    <w:rsid w:val="00E003E5"/>
    <w:rsid w:val="00E00DEF"/>
    <w:rsid w:val="00E0155A"/>
    <w:rsid w:val="00E021E3"/>
    <w:rsid w:val="00E02F6F"/>
    <w:rsid w:val="00E035F6"/>
    <w:rsid w:val="00E03B66"/>
    <w:rsid w:val="00E055A8"/>
    <w:rsid w:val="00E07128"/>
    <w:rsid w:val="00E07616"/>
    <w:rsid w:val="00E07C1D"/>
    <w:rsid w:val="00E1012E"/>
    <w:rsid w:val="00E11B55"/>
    <w:rsid w:val="00E13CE7"/>
    <w:rsid w:val="00E13D29"/>
    <w:rsid w:val="00E15592"/>
    <w:rsid w:val="00E20D2A"/>
    <w:rsid w:val="00E20DCA"/>
    <w:rsid w:val="00E218AF"/>
    <w:rsid w:val="00E23C47"/>
    <w:rsid w:val="00E2464B"/>
    <w:rsid w:val="00E30E4B"/>
    <w:rsid w:val="00E313AA"/>
    <w:rsid w:val="00E31652"/>
    <w:rsid w:val="00E336AC"/>
    <w:rsid w:val="00E33F55"/>
    <w:rsid w:val="00E356B6"/>
    <w:rsid w:val="00E36609"/>
    <w:rsid w:val="00E36855"/>
    <w:rsid w:val="00E36B89"/>
    <w:rsid w:val="00E40F19"/>
    <w:rsid w:val="00E41136"/>
    <w:rsid w:val="00E415CB"/>
    <w:rsid w:val="00E457FB"/>
    <w:rsid w:val="00E45C1F"/>
    <w:rsid w:val="00E51C93"/>
    <w:rsid w:val="00E54ECF"/>
    <w:rsid w:val="00E5683A"/>
    <w:rsid w:val="00E577F7"/>
    <w:rsid w:val="00E629AB"/>
    <w:rsid w:val="00E63E9D"/>
    <w:rsid w:val="00E6547E"/>
    <w:rsid w:val="00E667EC"/>
    <w:rsid w:val="00E677B6"/>
    <w:rsid w:val="00E67911"/>
    <w:rsid w:val="00E67B18"/>
    <w:rsid w:val="00E70D29"/>
    <w:rsid w:val="00E71DC5"/>
    <w:rsid w:val="00E72EA7"/>
    <w:rsid w:val="00E74B84"/>
    <w:rsid w:val="00E751EF"/>
    <w:rsid w:val="00E76400"/>
    <w:rsid w:val="00E7696C"/>
    <w:rsid w:val="00E774CF"/>
    <w:rsid w:val="00E80AC6"/>
    <w:rsid w:val="00E845CE"/>
    <w:rsid w:val="00E84F01"/>
    <w:rsid w:val="00E864E3"/>
    <w:rsid w:val="00E87117"/>
    <w:rsid w:val="00E872D4"/>
    <w:rsid w:val="00E9322B"/>
    <w:rsid w:val="00E94311"/>
    <w:rsid w:val="00E94AA8"/>
    <w:rsid w:val="00E9526C"/>
    <w:rsid w:val="00E95E26"/>
    <w:rsid w:val="00E9631A"/>
    <w:rsid w:val="00E9694A"/>
    <w:rsid w:val="00E97EB6"/>
    <w:rsid w:val="00EA1046"/>
    <w:rsid w:val="00EA3F1B"/>
    <w:rsid w:val="00EB0257"/>
    <w:rsid w:val="00EB1BD9"/>
    <w:rsid w:val="00EB3AE5"/>
    <w:rsid w:val="00EB504A"/>
    <w:rsid w:val="00EB59CB"/>
    <w:rsid w:val="00EC00C6"/>
    <w:rsid w:val="00EC1EAC"/>
    <w:rsid w:val="00EC29CE"/>
    <w:rsid w:val="00EC4109"/>
    <w:rsid w:val="00EC605A"/>
    <w:rsid w:val="00EC745D"/>
    <w:rsid w:val="00EC76A0"/>
    <w:rsid w:val="00EC7BE1"/>
    <w:rsid w:val="00ED06DE"/>
    <w:rsid w:val="00ED181B"/>
    <w:rsid w:val="00ED1BB6"/>
    <w:rsid w:val="00ED2146"/>
    <w:rsid w:val="00ED21BB"/>
    <w:rsid w:val="00ED255D"/>
    <w:rsid w:val="00ED257D"/>
    <w:rsid w:val="00ED2DDB"/>
    <w:rsid w:val="00ED2F47"/>
    <w:rsid w:val="00ED5A45"/>
    <w:rsid w:val="00ED63AF"/>
    <w:rsid w:val="00EE174E"/>
    <w:rsid w:val="00EE1777"/>
    <w:rsid w:val="00EE2D65"/>
    <w:rsid w:val="00EE54B5"/>
    <w:rsid w:val="00EE5924"/>
    <w:rsid w:val="00EE5ECB"/>
    <w:rsid w:val="00EE65D4"/>
    <w:rsid w:val="00EE6DEC"/>
    <w:rsid w:val="00EF0F95"/>
    <w:rsid w:val="00EF1A4A"/>
    <w:rsid w:val="00EF5820"/>
    <w:rsid w:val="00EF5F9C"/>
    <w:rsid w:val="00EF6503"/>
    <w:rsid w:val="00EF6A2A"/>
    <w:rsid w:val="00EF6ADE"/>
    <w:rsid w:val="00EF763D"/>
    <w:rsid w:val="00F00BF0"/>
    <w:rsid w:val="00F012D1"/>
    <w:rsid w:val="00F0438A"/>
    <w:rsid w:val="00F04901"/>
    <w:rsid w:val="00F0599B"/>
    <w:rsid w:val="00F05FE5"/>
    <w:rsid w:val="00F073FC"/>
    <w:rsid w:val="00F106BB"/>
    <w:rsid w:val="00F112AF"/>
    <w:rsid w:val="00F11323"/>
    <w:rsid w:val="00F15511"/>
    <w:rsid w:val="00F17234"/>
    <w:rsid w:val="00F24493"/>
    <w:rsid w:val="00F26AC4"/>
    <w:rsid w:val="00F26B5A"/>
    <w:rsid w:val="00F26D9B"/>
    <w:rsid w:val="00F27C9F"/>
    <w:rsid w:val="00F30DC6"/>
    <w:rsid w:val="00F312F2"/>
    <w:rsid w:val="00F35DC8"/>
    <w:rsid w:val="00F3649D"/>
    <w:rsid w:val="00F37168"/>
    <w:rsid w:val="00F37D59"/>
    <w:rsid w:val="00F401AE"/>
    <w:rsid w:val="00F41144"/>
    <w:rsid w:val="00F418E2"/>
    <w:rsid w:val="00F42E80"/>
    <w:rsid w:val="00F42F89"/>
    <w:rsid w:val="00F441EE"/>
    <w:rsid w:val="00F44716"/>
    <w:rsid w:val="00F448A7"/>
    <w:rsid w:val="00F46C1C"/>
    <w:rsid w:val="00F47069"/>
    <w:rsid w:val="00F47BAF"/>
    <w:rsid w:val="00F52886"/>
    <w:rsid w:val="00F53CA4"/>
    <w:rsid w:val="00F54E0E"/>
    <w:rsid w:val="00F562C8"/>
    <w:rsid w:val="00F57EBC"/>
    <w:rsid w:val="00F604B3"/>
    <w:rsid w:val="00F62B38"/>
    <w:rsid w:val="00F660E8"/>
    <w:rsid w:val="00F71008"/>
    <w:rsid w:val="00F73C56"/>
    <w:rsid w:val="00F80B3B"/>
    <w:rsid w:val="00F81C06"/>
    <w:rsid w:val="00F82616"/>
    <w:rsid w:val="00F849BC"/>
    <w:rsid w:val="00F8656A"/>
    <w:rsid w:val="00F87E2F"/>
    <w:rsid w:val="00F90DF5"/>
    <w:rsid w:val="00F90EA4"/>
    <w:rsid w:val="00F91521"/>
    <w:rsid w:val="00F91B45"/>
    <w:rsid w:val="00F92421"/>
    <w:rsid w:val="00F97FDD"/>
    <w:rsid w:val="00FA062F"/>
    <w:rsid w:val="00FA17D1"/>
    <w:rsid w:val="00FA19E0"/>
    <w:rsid w:val="00FA3649"/>
    <w:rsid w:val="00FA4800"/>
    <w:rsid w:val="00FA4F93"/>
    <w:rsid w:val="00FA6AA0"/>
    <w:rsid w:val="00FA7076"/>
    <w:rsid w:val="00FB32F5"/>
    <w:rsid w:val="00FB40E2"/>
    <w:rsid w:val="00FB6E4B"/>
    <w:rsid w:val="00FB7177"/>
    <w:rsid w:val="00FC0FB2"/>
    <w:rsid w:val="00FC4E5F"/>
    <w:rsid w:val="00FC5679"/>
    <w:rsid w:val="00FC5E91"/>
    <w:rsid w:val="00FC68C8"/>
    <w:rsid w:val="00FC7CB2"/>
    <w:rsid w:val="00FD0D04"/>
    <w:rsid w:val="00FD101E"/>
    <w:rsid w:val="00FD4C16"/>
    <w:rsid w:val="00FD6B26"/>
    <w:rsid w:val="00FD6D42"/>
    <w:rsid w:val="00FE1222"/>
    <w:rsid w:val="00FE5051"/>
    <w:rsid w:val="00FE5204"/>
    <w:rsid w:val="00FE5A35"/>
    <w:rsid w:val="00FE5CF9"/>
    <w:rsid w:val="00FE5E21"/>
    <w:rsid w:val="00FE6FBC"/>
    <w:rsid w:val="00FE7BCA"/>
    <w:rsid w:val="00FF0308"/>
    <w:rsid w:val="00FF79FE"/>
    <w:rsid w:val="00FF7BA1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5EFB8"/>
  <w15:docId w15:val="{68D15380-C446-4C48-8E95-9C30A41F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D04"/>
    <w:pPr>
      <w:spacing w:before="100" w:beforeAutospacing="1" w:after="100" w:afterAutospacing="1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8E30B2"/>
    <w:pPr>
      <w:keepNext/>
      <w:keepLines/>
      <w:spacing w:before="240" w:after="240" w:line="240" w:lineRule="auto"/>
      <w:outlineLvl w:val="0"/>
    </w:pPr>
    <w:rPr>
      <w:rFonts w:eastAsiaTheme="majorEastAsia" w:cstheme="majorBidi"/>
      <w:bCs/>
      <w:i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E30B2"/>
    <w:pPr>
      <w:keepNext/>
      <w:keepLines/>
      <w:spacing w:before="240" w:line="240" w:lineRule="auto"/>
      <w:outlineLvl w:val="1"/>
    </w:pPr>
    <w:rPr>
      <w:rFonts w:eastAsiaTheme="majorEastAsia" w:cstheme="majorBidi"/>
      <w:bCs/>
      <w:color w:val="00A3D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099A"/>
    <w:pPr>
      <w:keepNext/>
      <w:keepLines/>
      <w:spacing w:before="120" w:beforeAutospacing="0" w:after="120" w:afterAutospacing="0" w:line="240" w:lineRule="auto"/>
      <w:outlineLvl w:val="2"/>
    </w:pPr>
    <w:rPr>
      <w:rFonts w:eastAsiaTheme="majorEastAsia" w:cstheme="majorBidi"/>
      <w:b/>
      <w:bCs/>
      <w:i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035F6"/>
    <w:pPr>
      <w:keepNext/>
      <w:keepLines/>
      <w:spacing w:before="200" w:after="0" w:line="264" w:lineRule="auto"/>
      <w:outlineLvl w:val="3"/>
    </w:pPr>
    <w:rPr>
      <w:rFonts w:eastAsiaTheme="majorEastAsia" w:cstheme="majorBidi"/>
      <w:bCs/>
      <w:i/>
      <w:iCs/>
      <w:color w:val="00A3DD"/>
      <w:sz w:val="23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200" w:after="0" w:line="26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200" w:after="0" w:line="264" w:lineRule="auto"/>
      <w:outlineLvl w:val="5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 w:line="26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 w:line="26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0B2"/>
    <w:rPr>
      <w:rFonts w:ascii="Arial" w:eastAsiaTheme="majorEastAsia" w:hAnsi="Arial" w:cstheme="majorBidi"/>
      <w:bCs/>
      <w:i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E30B2"/>
    <w:rPr>
      <w:rFonts w:ascii="Arial" w:eastAsiaTheme="majorEastAsia" w:hAnsi="Arial" w:cstheme="majorBidi"/>
      <w:bCs/>
      <w:color w:val="00A3DD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099A"/>
    <w:rPr>
      <w:rFonts w:ascii="Arial" w:eastAsiaTheme="majorEastAsia" w:hAnsi="Arial" w:cstheme="majorBidi"/>
      <w:b/>
      <w:bCs/>
      <w:i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87803"/>
    <w:pPr>
      <w:spacing w:after="300" w:line="240" w:lineRule="auto"/>
      <w:contextualSpacing/>
    </w:pPr>
    <w:rPr>
      <w:rFonts w:eastAsiaTheme="majorEastAsia" w:cstheme="majorBidi"/>
      <w:spacing w:val="5"/>
      <w:kern w:val="28"/>
      <w:sz w:val="48"/>
      <w:szCs w:val="56"/>
      <w14:ligatures w14:val="standardContextual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387803"/>
    <w:rPr>
      <w:rFonts w:ascii="Arial" w:eastAsiaTheme="majorEastAsia" w:hAnsi="Arial" w:cstheme="majorBidi"/>
      <w:spacing w:val="5"/>
      <w:kern w:val="28"/>
      <w:sz w:val="48"/>
      <w:szCs w:val="56"/>
      <w14:ligatures w14:val="standardContextual"/>
      <w14:cntxtAlt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olor w:val="000000" w:themeColor="tex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olor w:val="auto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Theme="minorEastAsia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Theme="minorEastAsi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E035F6"/>
    <w:rPr>
      <w:rFonts w:ascii="Arial" w:eastAsiaTheme="majorEastAsia" w:hAnsi="Arial" w:cstheme="majorBidi"/>
      <w:bCs/>
      <w:i/>
      <w:iCs/>
      <w:color w:val="00A3DD"/>
      <w:sz w:val="23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2F5897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E035F6"/>
    <w:rPr>
      <w:rFonts w:ascii="Arial" w:hAnsi="Arial"/>
      <w:b/>
      <w:bCs/>
    </w:rPr>
  </w:style>
  <w:style w:type="character" w:styleId="Emphasis">
    <w:name w:val="Emphasis"/>
    <w:basedOn w:val="DefaultParagraphFont"/>
    <w:uiPriority w:val="20"/>
    <w:qFormat/>
    <w:rsid w:val="00E035F6"/>
    <w:rPr>
      <w:rFonts w:ascii="Arial" w:hAnsi="Arial"/>
      <w:i/>
      <w:iCs/>
      <w:color w:val="auto"/>
    </w:rPr>
  </w:style>
  <w:style w:type="paragraph" w:styleId="ListParagraph">
    <w:name w:val="List Paragraph"/>
    <w:basedOn w:val="Normal"/>
    <w:uiPriority w:val="34"/>
    <w:qFormat/>
    <w:rsid w:val="000C6882"/>
    <w:pPr>
      <w:spacing w:before="120" w:beforeAutospacing="0" w:after="240" w:afterAutospacing="0" w:line="240" w:lineRule="auto"/>
      <w:ind w:left="720"/>
      <w:contextualSpacing/>
    </w:pPr>
    <w:rPr>
      <w:rFonts w:eastAsiaTheme="minorHAnsi"/>
    </w:rPr>
  </w:style>
  <w:style w:type="paragraph" w:styleId="Quote">
    <w:name w:val="Quote"/>
    <w:basedOn w:val="Normal"/>
    <w:next w:val="Normal"/>
    <w:link w:val="QuoteChar"/>
    <w:uiPriority w:val="29"/>
    <w:qFormat/>
    <w:rsid w:val="00E035F6"/>
    <w:pPr>
      <w:spacing w:before="160" w:after="160" w:line="300" w:lineRule="auto"/>
      <w:ind w:left="144" w:right="144"/>
      <w:jc w:val="center"/>
    </w:pPr>
    <w:rPr>
      <w:i/>
      <w:iCs/>
      <w:color w:val="00A3DD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E035F6"/>
    <w:rPr>
      <w:rFonts w:ascii="Arial" w:hAnsi="Arial"/>
      <w:i/>
      <w:iCs/>
      <w:color w:val="00A3DD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35F6"/>
    <w:pPr>
      <w:pBdr>
        <w:top w:val="single" w:sz="36" w:space="8" w:color="6076B4" w:themeColor="accent1"/>
        <w:left w:val="single" w:sz="36" w:space="8" w:color="6076B4" w:themeColor="accent1"/>
        <w:bottom w:val="single" w:sz="36" w:space="8" w:color="6076B4" w:themeColor="accent1"/>
        <w:right w:val="single" w:sz="36" w:space="8" w:color="6076B4" w:themeColor="accent1"/>
      </w:pBdr>
      <w:shd w:val="clear" w:color="auto" w:fill="6076B4" w:themeFill="accent1"/>
      <w:spacing w:before="200" w:after="280" w:line="300" w:lineRule="auto"/>
      <w:ind w:left="936" w:right="936"/>
      <w:jc w:val="center"/>
    </w:pPr>
    <w:rPr>
      <w:rFonts w:eastAsiaTheme="majorEastAsia"/>
      <w:bCs/>
      <w:i/>
      <w:iCs/>
      <w:sz w:val="24"/>
      <w:lang w:bidi="hi-IN"/>
      <w14:ligatures w14:val="standardContextual"/>
      <w14:cntxtAlt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35F6"/>
    <w:rPr>
      <w:rFonts w:ascii="Arial" w:eastAsiaTheme="majorEastAsia" w:hAnsi="Arial"/>
      <w:bCs/>
      <w:i/>
      <w:iCs/>
      <w:sz w:val="24"/>
      <w:shd w:val="clear" w:color="auto" w:fill="6076B4" w:themeFill="accent1"/>
      <w:lang w:bidi="hi-IN"/>
      <w14:ligatures w14:val="standardContextual"/>
      <w14:cntxtAlts/>
    </w:rPr>
  </w:style>
  <w:style w:type="character" w:styleId="SubtleEmphasis">
    <w:name w:val="Subtle Emphasis"/>
    <w:basedOn w:val="DefaultParagraphFont"/>
    <w:uiPriority w:val="19"/>
    <w:qFormat/>
    <w:rsid w:val="00E035F6"/>
    <w:rPr>
      <w:rFonts w:ascii="Arial" w:hAnsi="Arial"/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E035F6"/>
    <w:rPr>
      <w:rFonts w:ascii="Arial" w:hAnsi="Arial"/>
      <w:b/>
      <w:bCs/>
      <w:i/>
      <w:iCs/>
      <w:caps w:val="0"/>
      <w:smallCaps w:val="0"/>
      <w:color w:val="auto"/>
    </w:rPr>
  </w:style>
  <w:style w:type="character" w:styleId="SubtleReference">
    <w:name w:val="Subtle Reference"/>
    <w:basedOn w:val="DefaultParagraphFont"/>
    <w:uiPriority w:val="31"/>
    <w:qFormat/>
    <w:rsid w:val="00E035F6"/>
    <w:rPr>
      <w:rFonts w:ascii="Arial" w:hAnsi="Arial"/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E035F6"/>
    <w:rPr>
      <w:rFonts w:ascii="Arial" w:hAnsi="Arial"/>
      <w:b/>
      <w:bCs/>
      <w:caps w:val="0"/>
      <w:smallCaps w:val="0"/>
      <w:color w:val="auto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035F6"/>
    <w:rPr>
      <w:rFonts w:ascii="Arial" w:hAnsi="Arial"/>
      <w:b/>
      <w:bCs/>
      <w:caps w:val="0"/>
      <w:smallCaps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before="480" w:line="276" w:lineRule="auto"/>
      <w:outlineLvl w:val="9"/>
    </w:pPr>
    <w:rPr>
      <w:b/>
      <w:i w:val="0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Hyperlink">
    <w:name w:val="Hyperlink"/>
    <w:basedOn w:val="DefaultParagraphFont"/>
    <w:uiPriority w:val="99"/>
    <w:unhideWhenUsed/>
    <w:rsid w:val="00E035F6"/>
    <w:rPr>
      <w:color w:val="3399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035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35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35F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3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35F6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35F6"/>
    <w:pPr>
      <w:spacing w:after="0" w:line="240" w:lineRule="auto"/>
    </w:pPr>
    <w:rPr>
      <w:rFonts w:ascii="Arial" w:hAnsi="Arial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D7D0D"/>
    <w:pPr>
      <w:tabs>
        <w:tab w:val="right" w:leader="dot" w:pos="10070"/>
      </w:tabs>
      <w:spacing w:before="120" w:beforeAutospacing="0" w:after="120" w:afterAutospacing="0"/>
      <w:ind w:left="216"/>
    </w:pPr>
    <w:rPr>
      <w:color w:val="00A3DD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7B5D"/>
    <w:pPr>
      <w:tabs>
        <w:tab w:val="right" w:leader="dot" w:pos="10070"/>
      </w:tabs>
      <w:spacing w:before="120" w:beforeAutospacing="0" w:after="120" w:afterAutospacing="0"/>
    </w:pPr>
    <w:rPr>
      <w:i/>
      <w:smallCap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63789"/>
    <w:pPr>
      <w:tabs>
        <w:tab w:val="right" w:leader="dot" w:pos="10070"/>
      </w:tabs>
      <w:spacing w:before="120" w:beforeAutospacing="0" w:after="120" w:afterAutospacing="0"/>
      <w:ind w:left="446"/>
    </w:pPr>
    <w:rPr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F54E0E"/>
    <w:rPr>
      <w:color w:val="B2B2B2" w:themeColor="followedHyperlink"/>
      <w:u w:val="single"/>
    </w:rPr>
  </w:style>
  <w:style w:type="paragraph" w:styleId="NormalWeb">
    <w:name w:val="Normal (Web)"/>
    <w:basedOn w:val="Normal"/>
    <w:link w:val="NormalWebChar"/>
    <w:rsid w:val="00C35C5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posalCover">
    <w:name w:val="Proposal Cover"/>
    <w:basedOn w:val="DefaultParagraphFont"/>
    <w:uiPriority w:val="1"/>
    <w:qFormat/>
    <w:rsid w:val="00CA47BD"/>
    <w:rPr>
      <w:rFonts w:ascii="Arial" w:hAnsi="Arial" w:cs="Arial"/>
      <w:sz w:val="36"/>
      <w:szCs w:val="36"/>
    </w:rPr>
  </w:style>
  <w:style w:type="paragraph" w:styleId="BodyText">
    <w:name w:val="Body Text"/>
    <w:basedOn w:val="Normal"/>
    <w:link w:val="BodyTextChar"/>
    <w:uiPriority w:val="1"/>
    <w:qFormat/>
    <w:rsid w:val="00177330"/>
    <w:pPr>
      <w:spacing w:before="0" w:beforeAutospacing="0" w:after="240" w:afterAutospacing="0" w:line="240" w:lineRule="auto"/>
    </w:pPr>
    <w:rPr>
      <w:rFonts w:asciiTheme="minorHAnsi" w:eastAsiaTheme="minorHAnsi" w:hAnsiTheme="minorHAnsi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77330"/>
    <w:rPr>
      <w:rFonts w:eastAsiaTheme="minorHAnsi" w:cs="Times New Roman"/>
      <w:sz w:val="24"/>
      <w:szCs w:val="24"/>
    </w:rPr>
  </w:style>
  <w:style w:type="paragraph" w:customStyle="1" w:styleId="Bodyclause">
    <w:name w:val="Body  clause"/>
    <w:basedOn w:val="Normal"/>
    <w:next w:val="Heading1"/>
    <w:link w:val="BodyclauseChar"/>
    <w:rsid w:val="00177330"/>
    <w:pPr>
      <w:spacing w:before="240" w:beforeAutospacing="0" w:after="120" w:afterAutospacing="0" w:line="300" w:lineRule="atLeast"/>
      <w:ind w:firstLine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clauseChar">
    <w:name w:val="Body  clause Char"/>
    <w:link w:val="Bodyclause"/>
    <w:rsid w:val="00177330"/>
    <w:rPr>
      <w:rFonts w:ascii="Times New Roman" w:eastAsia="Times New Roman" w:hAnsi="Times New Roman" w:cs="Times New Roman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504DF"/>
    <w:pPr>
      <w:spacing w:before="0" w:beforeAutospacing="0" w:afterAutospacing="0" w:line="259" w:lineRule="auto"/>
      <w:ind w:left="660"/>
      <w:jc w:val="left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504DF"/>
    <w:pPr>
      <w:spacing w:before="0" w:beforeAutospacing="0" w:afterAutospacing="0" w:line="259" w:lineRule="auto"/>
      <w:ind w:left="880"/>
      <w:jc w:val="left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C504DF"/>
    <w:pPr>
      <w:spacing w:before="0" w:beforeAutospacing="0" w:afterAutospacing="0" w:line="259" w:lineRule="auto"/>
      <w:ind w:left="1100"/>
      <w:jc w:val="left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C504DF"/>
    <w:pPr>
      <w:spacing w:before="0" w:beforeAutospacing="0" w:afterAutospacing="0" w:line="259" w:lineRule="auto"/>
      <w:ind w:left="1320"/>
      <w:jc w:val="left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C504DF"/>
    <w:pPr>
      <w:spacing w:before="0" w:beforeAutospacing="0" w:afterAutospacing="0" w:line="259" w:lineRule="auto"/>
      <w:ind w:left="1540"/>
      <w:jc w:val="left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C504DF"/>
    <w:pPr>
      <w:spacing w:before="0" w:beforeAutospacing="0" w:afterAutospacing="0" w:line="259" w:lineRule="auto"/>
      <w:ind w:left="1760"/>
      <w:jc w:val="left"/>
    </w:pPr>
    <w:rPr>
      <w:rFonts w:asciiTheme="minorHAnsi" w:hAnsiTheme="minorHAnsi"/>
    </w:rPr>
  </w:style>
  <w:style w:type="character" w:customStyle="1" w:styleId="NormalWebChar">
    <w:name w:val="Normal (Web) Char"/>
    <w:basedOn w:val="DefaultParagraphFont"/>
    <w:link w:val="NormalWeb"/>
    <w:locked/>
    <w:rsid w:val="0042367C"/>
    <w:rPr>
      <w:rFonts w:ascii="Times New Roman" w:eastAsia="Times New Roman" w:hAnsi="Times New Roman" w:cs="Times New Roman"/>
      <w:sz w:val="24"/>
      <w:szCs w:val="24"/>
    </w:rPr>
  </w:style>
  <w:style w:type="paragraph" w:customStyle="1" w:styleId="Bullet-DoubleSp">
    <w:name w:val="Bullet - Double Sp"/>
    <w:basedOn w:val="Normal"/>
    <w:link w:val="Bullet-DoubleSpChar"/>
    <w:rsid w:val="0042367C"/>
    <w:pPr>
      <w:numPr>
        <w:numId w:val="2"/>
      </w:numPr>
      <w:tabs>
        <w:tab w:val="num" w:pos="1152"/>
        <w:tab w:val="num" w:pos="2592"/>
      </w:tabs>
      <w:spacing w:before="0" w:beforeAutospacing="0" w:after="24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ash-SingleSp">
    <w:name w:val="Dash - Single Sp"/>
    <w:basedOn w:val="Normal"/>
    <w:rsid w:val="00BE49D5"/>
    <w:pPr>
      <w:numPr>
        <w:numId w:val="3"/>
      </w:numPr>
      <w:tabs>
        <w:tab w:val="num" w:pos="2880"/>
      </w:tabs>
      <w:spacing w:before="0" w:beforeAutospacing="0" w:after="0" w:afterAutospacing="0" w:line="240" w:lineRule="auto"/>
      <w:ind w:left="288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ListBullet">
    <w:name w:val="List Bullet"/>
    <w:basedOn w:val="Normal"/>
    <w:unhideWhenUsed/>
    <w:rsid w:val="00053B61"/>
    <w:pPr>
      <w:tabs>
        <w:tab w:val="num" w:pos="360"/>
      </w:tabs>
      <w:spacing w:before="0" w:beforeAutospacing="0" w:after="0" w:afterAutospacing="0" w:line="240" w:lineRule="auto"/>
      <w:ind w:left="360" w:hanging="36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uiPriority w:val="99"/>
    <w:unhideWhenUsed/>
    <w:rsid w:val="00AE4AA4"/>
    <w:pPr>
      <w:numPr>
        <w:numId w:val="38"/>
      </w:numPr>
      <w:spacing w:before="0" w:beforeAutospacing="0" w:after="0" w:afterAutospacing="0" w:line="240" w:lineRule="auto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NormalWeb11pt">
    <w:name w:val="Style Normal (Web) + 11 pt"/>
    <w:basedOn w:val="NormalWeb"/>
    <w:semiHidden/>
    <w:rsid w:val="00D0495F"/>
    <w:pPr>
      <w:ind w:left="720"/>
    </w:pPr>
    <w:rPr>
      <w:sz w:val="22"/>
    </w:rPr>
  </w:style>
  <w:style w:type="paragraph" w:customStyle="1" w:styleId="StyleBullet-DoubleSp11ptAfter0pt">
    <w:name w:val="Style Bullet - Double Sp + 11 pt After:  0 pt"/>
    <w:basedOn w:val="Normal"/>
    <w:rsid w:val="002913C3"/>
    <w:pPr>
      <w:numPr>
        <w:numId w:val="46"/>
      </w:num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57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57F3"/>
    <w:rPr>
      <w:rFonts w:ascii="Courier New" w:eastAsia="Times New Roman" w:hAnsi="Courier New" w:cs="Courier New"/>
      <w:sz w:val="20"/>
      <w:szCs w:val="20"/>
    </w:rPr>
  </w:style>
  <w:style w:type="paragraph" w:customStyle="1" w:styleId="Bullet-SingleSp">
    <w:name w:val="Bullet - Single Sp"/>
    <w:basedOn w:val="BodyText"/>
    <w:link w:val="Bullet-SingleSpChar"/>
    <w:rsid w:val="00D239A0"/>
    <w:pPr>
      <w:numPr>
        <w:numId w:val="89"/>
      </w:numPr>
      <w:tabs>
        <w:tab w:val="num" w:pos="360"/>
        <w:tab w:val="num" w:pos="720"/>
      </w:tabs>
      <w:spacing w:after="0"/>
      <w:ind w:left="720" w:hanging="360"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BodyTextHanging">
    <w:name w:val="Body Text Hanging"/>
    <w:basedOn w:val="BodyText"/>
    <w:uiPriority w:val="99"/>
    <w:rsid w:val="00D239A0"/>
    <w:pPr>
      <w:ind w:left="4320" w:hanging="2160"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TableText">
    <w:name w:val="Table Text"/>
    <w:basedOn w:val="Normal"/>
    <w:rsid w:val="0072099A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BodyText"/>
    <w:next w:val="BodyText"/>
    <w:rsid w:val="00D9604D"/>
    <w:pPr>
      <w:tabs>
        <w:tab w:val="num" w:pos="2880"/>
      </w:tabs>
      <w:ind w:left="2880" w:hanging="720"/>
      <w:jc w:val="left"/>
    </w:pPr>
    <w:rPr>
      <w:rFonts w:ascii="Times New Roman" w:eastAsia="Times New Roman" w:hAnsi="Times New Roman"/>
      <w:i/>
      <w:sz w:val="20"/>
      <w:szCs w:val="20"/>
    </w:rPr>
  </w:style>
  <w:style w:type="table" w:styleId="TableGrid">
    <w:name w:val="Table Grid"/>
    <w:basedOn w:val="TableNormal"/>
    <w:rsid w:val="0058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Indent">
    <w:name w:val="Normal Indent"/>
    <w:basedOn w:val="Normal"/>
    <w:semiHidden/>
    <w:unhideWhenUsed/>
    <w:rsid w:val="00BF5BF7"/>
    <w:pPr>
      <w:spacing w:before="0" w:beforeAutospacing="0" w:after="0" w:afterAutospacing="0" w:line="240" w:lineRule="auto"/>
      <w:ind w:left="432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ListBulletCondensedby005ptChar">
    <w:name w:val="Style List Bullet + Condensed by  0.05 pt Char"/>
    <w:basedOn w:val="DefaultParagraphFont"/>
    <w:link w:val="StyleListBulletCondensedby005pt"/>
    <w:semiHidden/>
    <w:locked/>
    <w:rsid w:val="00A64644"/>
    <w:rPr>
      <w:spacing w:val="-1"/>
      <w:sz w:val="24"/>
      <w:szCs w:val="24"/>
    </w:rPr>
  </w:style>
  <w:style w:type="paragraph" w:customStyle="1" w:styleId="StyleListBulletCondensedby005pt">
    <w:name w:val="Style List Bullet + Condensed by  0.05 pt"/>
    <w:basedOn w:val="ListBullet"/>
    <w:link w:val="StyleListBulletCondensedby005ptChar"/>
    <w:semiHidden/>
    <w:rsid w:val="00A64644"/>
    <w:pPr>
      <w:numPr>
        <w:ilvl w:val="1"/>
      </w:numPr>
      <w:tabs>
        <w:tab w:val="num" w:pos="360"/>
        <w:tab w:val="num" w:pos="720"/>
      </w:tabs>
      <w:spacing w:before="60" w:after="60"/>
      <w:ind w:left="720" w:hanging="360"/>
    </w:pPr>
    <w:rPr>
      <w:rFonts w:asciiTheme="minorHAnsi" w:eastAsiaTheme="minorEastAsia" w:hAnsiTheme="minorHAnsi" w:cstheme="minorBidi"/>
      <w:spacing w:val="-1"/>
    </w:rPr>
  </w:style>
  <w:style w:type="character" w:customStyle="1" w:styleId="StyleListBulletBoldChar">
    <w:name w:val="Style List Bullet + Bold Char"/>
    <w:basedOn w:val="DefaultParagraphFont"/>
    <w:link w:val="StyleListBulletBold"/>
    <w:semiHidden/>
    <w:locked/>
    <w:rsid w:val="00E84F01"/>
    <w:rPr>
      <w:b/>
      <w:bCs/>
      <w:sz w:val="24"/>
      <w:szCs w:val="24"/>
    </w:rPr>
  </w:style>
  <w:style w:type="paragraph" w:customStyle="1" w:styleId="StyleListBulletBold">
    <w:name w:val="Style List Bullet + Bold"/>
    <w:basedOn w:val="ListBullet"/>
    <w:link w:val="StyleListBulletBoldChar"/>
    <w:semiHidden/>
    <w:rsid w:val="00E84F01"/>
    <w:pPr>
      <w:tabs>
        <w:tab w:val="clear" w:pos="360"/>
      </w:tabs>
      <w:spacing w:before="60" w:after="6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StyleNormalWebBlueChar">
    <w:name w:val="Style Normal (Web) + Blue Char"/>
    <w:basedOn w:val="NormalWebChar"/>
    <w:link w:val="StyleNormalWebBlue"/>
    <w:semiHidden/>
    <w:locked/>
    <w:rsid w:val="0031053B"/>
    <w:rPr>
      <w:rFonts w:ascii="Times New Roman" w:eastAsia="Times New Roman" w:hAnsi="Times New Roman" w:cs="Times New Roman"/>
      <w:color w:val="0000FF"/>
      <w:spacing w:val="-4"/>
      <w:sz w:val="24"/>
      <w:szCs w:val="24"/>
    </w:rPr>
  </w:style>
  <w:style w:type="paragraph" w:customStyle="1" w:styleId="StyleNormalWebBlue">
    <w:name w:val="Style Normal (Web) + Blue"/>
    <w:basedOn w:val="NormalWeb"/>
    <w:link w:val="StyleNormalWebBlueChar"/>
    <w:semiHidden/>
    <w:rsid w:val="0031053B"/>
    <w:pPr>
      <w:spacing w:before="0" w:beforeAutospacing="0" w:after="120" w:afterAutospacing="0"/>
    </w:pPr>
    <w:rPr>
      <w:rFonts w:asciiTheme="minorHAnsi" w:eastAsiaTheme="minorEastAsia" w:hAnsiTheme="minorHAnsi" w:cstheme="minorBidi"/>
      <w:color w:val="0000FF"/>
      <w:spacing w:val="-4"/>
    </w:rPr>
  </w:style>
  <w:style w:type="paragraph" w:customStyle="1" w:styleId="StyleBullet-SingleSp11ptBefore6pt">
    <w:name w:val="Style Bullet - Single Sp + 11 pt Before:  6 pt"/>
    <w:basedOn w:val="Normal"/>
    <w:semiHidden/>
    <w:rsid w:val="00591718"/>
    <w:pPr>
      <w:tabs>
        <w:tab w:val="num" w:pos="720"/>
        <w:tab w:val="num" w:pos="2592"/>
      </w:tabs>
      <w:spacing w:before="120" w:beforeAutospacing="0" w:after="0" w:afterAutospacing="0" w:line="240" w:lineRule="auto"/>
      <w:ind w:left="720" w:right="432" w:hanging="720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StyleHeading3-3rdOrderHeading11114ptBoldChar">
    <w:name w:val="Style Heading 3- 3rd Order Heading. (1.1.1) + 14 pt Bold Char"/>
    <w:basedOn w:val="DefaultParagraphFont"/>
    <w:link w:val="StyleHeading3-3rdOrderHeading11114ptBold"/>
    <w:locked/>
    <w:rsid w:val="00AA62A9"/>
    <w:rPr>
      <w:rFonts w:ascii="Arial" w:hAnsi="Arial" w:cs="Arial"/>
      <w:b/>
      <w:bCs/>
      <w:sz w:val="28"/>
    </w:rPr>
  </w:style>
  <w:style w:type="paragraph" w:customStyle="1" w:styleId="StyleHeading3-3rdOrderHeading11114ptBold">
    <w:name w:val="Style Heading 3- 3rd Order Heading. (1.1.1) + 14 pt Bold"/>
    <w:basedOn w:val="Heading3"/>
    <w:link w:val="StyleHeading3-3rdOrderHeading11114ptBoldChar"/>
    <w:rsid w:val="00AA62A9"/>
    <w:pPr>
      <w:keepLines w:val="0"/>
      <w:spacing w:before="240"/>
      <w:contextualSpacing/>
    </w:pPr>
    <w:rPr>
      <w:rFonts w:eastAsiaTheme="minorEastAsia" w:cs="Arial"/>
      <w:i w:val="0"/>
      <w:sz w:val="28"/>
    </w:rPr>
  </w:style>
  <w:style w:type="character" w:customStyle="1" w:styleId="h12">
    <w:name w:val="h12"/>
    <w:basedOn w:val="DefaultParagraphFont"/>
    <w:rsid w:val="000A149E"/>
    <w:rPr>
      <w:rFonts w:ascii="Segoe UI" w:hAnsi="Segoe UI" w:cs="Segoe UI" w:hint="default"/>
      <w:b/>
      <w:bCs/>
      <w:color w:val="000000"/>
    </w:rPr>
  </w:style>
  <w:style w:type="paragraph" w:customStyle="1" w:styleId="block1">
    <w:name w:val="block1"/>
    <w:basedOn w:val="Normal"/>
    <w:rsid w:val="009145E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Bulleted">
    <w:name w:val="Style Bulleted"/>
    <w:rsid w:val="00E33F55"/>
    <w:pPr>
      <w:numPr>
        <w:numId w:val="297"/>
      </w:numPr>
    </w:pPr>
  </w:style>
  <w:style w:type="paragraph" w:customStyle="1" w:styleId="Default">
    <w:name w:val="Default"/>
    <w:semiHidden/>
    <w:rsid w:val="00BF26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semiHidden/>
    <w:rsid w:val="00BF2681"/>
    <w:pPr>
      <w:spacing w:line="211" w:lineRule="atLeast"/>
    </w:pPr>
    <w:rPr>
      <w:rFonts w:ascii="ZapfDingbats" w:eastAsia="ZapfDingbats"/>
      <w:color w:val="auto"/>
    </w:rPr>
  </w:style>
  <w:style w:type="paragraph" w:customStyle="1" w:styleId="StyleBullet-SingleSp11pt">
    <w:name w:val="Style Bullet - Single Sp + 11 pt"/>
    <w:basedOn w:val="Normal"/>
    <w:rsid w:val="00677CE3"/>
    <w:pPr>
      <w:tabs>
        <w:tab w:val="num" w:pos="720"/>
      </w:tabs>
      <w:spacing w:before="0" w:beforeAutospacing="0" w:after="0" w:afterAutospacing="0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9C0F71"/>
    <w:pPr>
      <w:spacing w:before="0" w:beforeAutospacing="0" w:after="0" w:afterAutospacing="0"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9C0F71"/>
    <w:rPr>
      <w:rFonts w:ascii="Courier New" w:eastAsia="Times New Roman" w:hAnsi="Courier New" w:cs="Courier New"/>
      <w:sz w:val="20"/>
      <w:szCs w:val="20"/>
    </w:rPr>
  </w:style>
  <w:style w:type="numbering" w:customStyle="1" w:styleId="CurrentList1">
    <w:name w:val="Current List1"/>
    <w:rsid w:val="00EC00C6"/>
    <w:pPr>
      <w:numPr>
        <w:numId w:val="341"/>
      </w:numPr>
    </w:pPr>
  </w:style>
  <w:style w:type="paragraph" w:customStyle="1" w:styleId="Heading1NuNumber">
    <w:name w:val="Heading1NuNumber"/>
    <w:basedOn w:val="Heading1"/>
    <w:semiHidden/>
    <w:rsid w:val="00EC1EAC"/>
    <w:pPr>
      <w:keepLines w:val="0"/>
      <w:spacing w:before="120" w:beforeAutospacing="0" w:afterAutospacing="0"/>
      <w:jc w:val="left"/>
    </w:pPr>
    <w:rPr>
      <w:rFonts w:ascii="Times New Roman Bold" w:eastAsia="Times New Roman" w:hAnsi="Times New Roman Bold" w:cs="Times New Roman"/>
      <w:b/>
      <w:bCs w:val="0"/>
      <w:i w:val="0"/>
      <w:kern w:val="28"/>
      <w:sz w:val="20"/>
      <w:szCs w:val="20"/>
    </w:rPr>
  </w:style>
  <w:style w:type="paragraph" w:customStyle="1" w:styleId="StyleHeading312ptJustifiedLeft05">
    <w:name w:val="Style Heading 3 + 12 pt Justified Left:  0.5&quot;"/>
    <w:basedOn w:val="Heading3"/>
    <w:rsid w:val="00A226AE"/>
    <w:pPr>
      <w:keepNext w:val="0"/>
      <w:keepLines w:val="0"/>
      <w:spacing w:before="100" w:beforeAutospacing="1"/>
      <w:ind w:left="720"/>
    </w:pPr>
    <w:rPr>
      <w:rFonts w:ascii="Times New Roman" w:eastAsia="Times New Roman" w:hAnsi="Times New Roman" w:cs="Times New Roman"/>
      <w:i w:val="0"/>
      <w:szCs w:val="20"/>
    </w:rPr>
  </w:style>
  <w:style w:type="paragraph" w:customStyle="1" w:styleId="StyleBullet-SingleSpBold">
    <w:name w:val="Style Bullet - Single Sp + Bold"/>
    <w:basedOn w:val="Normal"/>
    <w:rsid w:val="00F91B45"/>
    <w:pPr>
      <w:numPr>
        <w:numId w:val="408"/>
      </w:num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NormalWebFirstline05">
    <w:name w:val="Style Normal (Web) + First line:  0.5&quot;"/>
    <w:basedOn w:val="NormalWeb"/>
    <w:rsid w:val="00CA46D5"/>
    <w:pPr>
      <w:ind w:left="720" w:right="720"/>
    </w:pPr>
    <w:rPr>
      <w:szCs w:val="20"/>
    </w:rPr>
  </w:style>
  <w:style w:type="paragraph" w:customStyle="1" w:styleId="StyleHeading1NoNumber11pt">
    <w:name w:val="Style Heading1NoNumber + 11 pt"/>
    <w:basedOn w:val="Normal"/>
    <w:rsid w:val="001903B2"/>
    <w:pPr>
      <w:spacing w:before="0" w:beforeAutospacing="0" w:after="240" w:afterAutospacing="0" w:line="240" w:lineRule="auto"/>
      <w:jc w:val="left"/>
    </w:pPr>
    <w:rPr>
      <w:rFonts w:ascii="Times New Roman Bold" w:eastAsia="Times New Roman" w:hAnsi="Times New Roman Bold" w:cs="Times New Roman"/>
      <w:b/>
      <w:bCs/>
      <w:noProof/>
      <w:sz w:val="36"/>
      <w:szCs w:val="20"/>
    </w:rPr>
  </w:style>
  <w:style w:type="paragraph" w:customStyle="1" w:styleId="Heading1NoNumber">
    <w:name w:val="Heading1NoNumber"/>
    <w:rsid w:val="001903B2"/>
    <w:pPr>
      <w:spacing w:after="240" w:line="240" w:lineRule="auto"/>
    </w:pPr>
    <w:rPr>
      <w:rFonts w:ascii="Times New Roman Bold" w:eastAsia="Times New Roman" w:hAnsi="Times New Roman Bold" w:cs="Times New Roman"/>
      <w:b/>
      <w:caps/>
      <w:noProof/>
      <w:sz w:val="20"/>
      <w:szCs w:val="20"/>
    </w:rPr>
  </w:style>
  <w:style w:type="paragraph" w:customStyle="1" w:styleId="blackten1">
    <w:name w:val="blackten1"/>
    <w:basedOn w:val="Normal"/>
    <w:rsid w:val="0058090D"/>
    <w:pPr>
      <w:spacing w:line="240" w:lineRule="auto"/>
      <w:jc w:val="left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paragraph" w:styleId="ListBullet4">
    <w:name w:val="List Bullet 4"/>
    <w:basedOn w:val="Normal"/>
    <w:autoRedefine/>
    <w:semiHidden/>
    <w:unhideWhenUsed/>
    <w:rsid w:val="00CD66C2"/>
    <w:pPr>
      <w:numPr>
        <w:numId w:val="490"/>
      </w:numPr>
      <w:tabs>
        <w:tab w:val="num" w:pos="1209"/>
      </w:tabs>
      <w:spacing w:before="0" w:beforeAutospacing="0" w:after="0" w:afterAutospacing="0" w:line="240" w:lineRule="auto"/>
      <w:ind w:left="1209" w:hanging="360"/>
      <w:jc w:val="left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character" w:customStyle="1" w:styleId="StyleBodyText11ptChar">
    <w:name w:val="Style Body Text + 11 pt Char"/>
    <w:basedOn w:val="BodyTextChar"/>
    <w:link w:val="StyleBodyText11pt"/>
    <w:locked/>
    <w:rsid w:val="00AA0C72"/>
    <w:rPr>
      <w:rFonts w:eastAsiaTheme="minorHAnsi" w:cs="Times New Roman"/>
      <w:sz w:val="24"/>
      <w:szCs w:val="24"/>
    </w:rPr>
  </w:style>
  <w:style w:type="paragraph" w:customStyle="1" w:styleId="StyleBodyText11pt">
    <w:name w:val="Style Body Text + 11 pt"/>
    <w:basedOn w:val="BodyText"/>
    <w:link w:val="StyleBodyText11ptChar"/>
    <w:rsid w:val="00AA0C72"/>
    <w:pPr>
      <w:jc w:val="left"/>
    </w:pPr>
    <w:rPr>
      <w:rFonts w:eastAsiaTheme="minorEastAsia" w:cstheme="minorBidi"/>
      <w:sz w:val="22"/>
    </w:rPr>
  </w:style>
  <w:style w:type="paragraph" w:customStyle="1" w:styleId="StyleBodyText11ptBold">
    <w:name w:val="Style Body Text + 11 pt Bold"/>
    <w:basedOn w:val="BodyText"/>
    <w:rsid w:val="00AA0C72"/>
    <w:pPr>
      <w:ind w:left="720"/>
      <w:jc w:val="left"/>
    </w:pPr>
    <w:rPr>
      <w:rFonts w:ascii="Times New Roman" w:eastAsia="Times New Roman" w:hAnsi="Times New Roman"/>
      <w:b/>
      <w:bCs/>
      <w:sz w:val="22"/>
      <w:szCs w:val="20"/>
    </w:rPr>
  </w:style>
  <w:style w:type="paragraph" w:customStyle="1" w:styleId="BulletList">
    <w:name w:val="Bullet List"/>
    <w:basedOn w:val="ListBullet3"/>
    <w:next w:val="Normal"/>
    <w:autoRedefine/>
    <w:rsid w:val="00340B1B"/>
    <w:pPr>
      <w:numPr>
        <w:numId w:val="0"/>
      </w:numPr>
      <w:spacing w:before="60" w:beforeAutospacing="0" w:after="60" w:afterAutospacing="0" w:line="240" w:lineRule="auto"/>
      <w:contextualSpacing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Bullet3">
    <w:name w:val="List Bullet 3"/>
    <w:basedOn w:val="Normal"/>
    <w:uiPriority w:val="99"/>
    <w:semiHidden/>
    <w:unhideWhenUsed/>
    <w:rsid w:val="00340B1B"/>
    <w:pPr>
      <w:numPr>
        <w:numId w:val="553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7A7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6C28"/>
    <w:rPr>
      <w:color w:val="808080"/>
      <w:shd w:val="clear" w:color="auto" w:fill="E6E6E6"/>
    </w:rPr>
  </w:style>
  <w:style w:type="character" w:customStyle="1" w:styleId="Bullet-SingleSpChar">
    <w:name w:val="Bullet - Single Sp Char"/>
    <w:link w:val="Bullet-SingleSp"/>
    <w:rsid w:val="00E9526C"/>
    <w:rPr>
      <w:rFonts w:ascii="Times New Roman" w:eastAsia="Times New Roman" w:hAnsi="Times New Roman" w:cs="Times New Roman"/>
      <w:sz w:val="20"/>
      <w:szCs w:val="20"/>
    </w:rPr>
  </w:style>
  <w:style w:type="character" w:customStyle="1" w:styleId="Bullet-DoubleSpChar">
    <w:name w:val="Bullet - Double Sp Char"/>
    <w:basedOn w:val="Bullet-SingleSpChar"/>
    <w:link w:val="Bullet-DoubleSp"/>
    <w:rsid w:val="00E9526C"/>
    <w:rPr>
      <w:rFonts w:ascii="Times New Roman" w:eastAsia="Times New Roman" w:hAnsi="Times New Roman" w:cs="Times New Roman"/>
      <w:sz w:val="20"/>
      <w:szCs w:val="20"/>
    </w:rPr>
  </w:style>
  <w:style w:type="paragraph" w:customStyle="1" w:styleId="Dash-DoubleSp">
    <w:name w:val="Dash - Double Sp"/>
    <w:basedOn w:val="Dash-SingleSp"/>
    <w:link w:val="Dash-DoubleSpChar"/>
    <w:rsid w:val="00FB32F5"/>
    <w:pPr>
      <w:numPr>
        <w:numId w:val="0"/>
      </w:numPr>
      <w:tabs>
        <w:tab w:val="num" w:pos="0"/>
      </w:tabs>
      <w:spacing w:after="240"/>
      <w:ind w:left="2880" w:hanging="367"/>
      <w:jc w:val="both"/>
    </w:pPr>
    <w:rPr>
      <w:lang w:eastAsia="zh-CN"/>
    </w:rPr>
  </w:style>
  <w:style w:type="character" w:customStyle="1" w:styleId="Dash-DoubleSpChar">
    <w:name w:val="Dash - Double Sp Char"/>
    <w:link w:val="Dash-DoubleSp"/>
    <w:rsid w:val="00FB32F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Heading2Char1">
    <w:name w:val="Heading 2 Char1"/>
    <w:aliases w:val="- 2nd Order Heading Char,Heading 2 (uni) Char,. (1.1) Char"/>
    <w:rsid w:val="00ED2DDB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Form--NotesStyle">
    <w:name w:val="Form -- Notes Style"/>
    <w:rsid w:val="00ED2DDB"/>
    <w:pPr>
      <w:spacing w:before="240" w:after="0" w:line="240" w:lineRule="auto"/>
    </w:pPr>
    <w:rPr>
      <w:rFonts w:ascii="Arial" w:eastAsia="Times New Roman" w:hAnsi="Arial" w:cs="Times New Roman"/>
      <w:i/>
      <w:sz w:val="16"/>
      <w:szCs w:val="16"/>
    </w:rPr>
  </w:style>
  <w:style w:type="paragraph" w:customStyle="1" w:styleId="BodySingle">
    <w:name w:val="Body Single"/>
    <w:rsid w:val="0057711A"/>
    <w:pPr>
      <w:spacing w:after="0" w:line="240" w:lineRule="auto"/>
      <w:ind w:left="720" w:hanging="720"/>
    </w:pPr>
    <w:rPr>
      <w:rFonts w:ascii="Arial" w:eastAsia="Times New Roman" w:hAnsi="Arial" w:cs="Times New Roman"/>
      <w:snapToGrid w:val="0"/>
      <w:color w:val="000000"/>
      <w:szCs w:val="20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122B0"/>
    <w:rPr>
      <w:color w:val="808080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780A54"/>
    <w:pPr>
      <w:widowControl w:val="0"/>
      <w:spacing w:before="0" w:beforeAutospacing="0" w:after="0" w:afterAutospacing="0" w:line="240" w:lineRule="auto"/>
      <w:jc w:val="left"/>
    </w:pPr>
    <w:rPr>
      <w:rFonts w:asciiTheme="minorHAnsi" w:eastAsiaTheme="minorHAnsi" w:hAnsiTheme="minorHAnsi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9B5263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F3D3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5540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  <w:divsChild>
            <w:div w:id="7782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8204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1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6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5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3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ugustin\AppData\Roaming\Microsoft\Templates\Report%20(Executive%20design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Rev</Abstract>
  <CompanyAddress/>
  <CompanyPhone/>
  <CompanyFax/>
  <CompanyEmail/>
</CoverPageProperti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2E207E9B2A24F84405367C38A18B7" ma:contentTypeVersion="7" ma:contentTypeDescription="Create a new document." ma:contentTypeScope="" ma:versionID="35e2e44ef15ab2ff1f786466d4381d64">
  <xsd:schema xmlns:xsd="http://www.w3.org/2001/XMLSchema" xmlns:xs="http://www.w3.org/2001/XMLSchema" xmlns:p="http://schemas.microsoft.com/office/2006/metadata/properties" xmlns:ns2="f92f1c3d-8049-42c5-9cda-2ff2ac7a3838" targetNamespace="http://schemas.microsoft.com/office/2006/metadata/properties" ma:root="true" ma:fieldsID="8fd1b80a0b94ff0109c632e6418bd83f" ns2:_="">
    <xsd:import namespace="f92f1c3d-8049-42c5-9cda-2ff2ac7a38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f1c3d-8049-42c5-9cda-2ff2ac7a38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A9BBAF-2A1F-4D95-901E-4FFB9D2C6CBC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F62269C5-E1DC-4BBC-8616-0F0491545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929B77-255E-4CA1-AD03-8851D9BB5D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90FAEA-7234-41B1-93F8-31BD39AAE1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2f1c3d-8049-42c5-9cda-2ff2ac7a3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4CDF366-FC88-4714-9FD6-DB09DE9D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(Executive design).dotx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Handbook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Handbook</dc:title>
  <dc:subject>Date</dc:subject>
  <dc:creator>Audra Augustin</dc:creator>
  <cp:keywords/>
  <dc:description/>
  <cp:lastModifiedBy>Shay Hill</cp:lastModifiedBy>
  <cp:revision>3</cp:revision>
  <cp:lastPrinted>2018-01-31T16:46:00Z</cp:lastPrinted>
  <dcterms:created xsi:type="dcterms:W3CDTF">2021-04-01T12:36:00Z</dcterms:created>
  <dcterms:modified xsi:type="dcterms:W3CDTF">2021-04-01T12:37:00Z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TC017730589991</vt:lpwstr>
  </property>
  <property fmtid="{D5CDD505-2E9C-101B-9397-08002B2CF9AE}" pid="3" name="Categories">
    <vt:lpwstr/>
  </property>
  <property fmtid="{D5CDD505-2E9C-101B-9397-08002B2CF9AE}" pid="4" name="Approval Level">
    <vt:lpwstr/>
  </property>
  <property fmtid="{D5CDD505-2E9C-101B-9397-08002B2CF9AE}" pid="5" name="OldName">
    <vt:lpwstr>Handbook.doc</vt:lpwstr>
  </property>
  <property fmtid="{D5CDD505-2E9C-101B-9397-08002B2CF9AE}" pid="6" name="_dlc_DocIdItemGuid">
    <vt:lpwstr>256891e1-fe9f-4513-a3bd-96c6ab82a88a</vt:lpwstr>
  </property>
  <property fmtid="{D5CDD505-2E9C-101B-9397-08002B2CF9AE}" pid="7" name="_dlc_DocId">
    <vt:lpwstr>W2Z3ZDVXW4JR-622-7</vt:lpwstr>
  </property>
  <property fmtid="{D5CDD505-2E9C-101B-9397-08002B2CF9AE}" pid="8" name="ContentTypeId">
    <vt:lpwstr>0x0101002912E207E9B2A24F84405367C38A18B7</vt:lpwstr>
  </property>
  <property fmtid="{D5CDD505-2E9C-101B-9397-08002B2CF9AE}" pid="9" name="Assigned To">
    <vt:lpwstr/>
  </property>
  <property fmtid="{D5CDD505-2E9C-101B-9397-08002B2CF9AE}" pid="10" name="_dlc_DocIdUrl">
    <vt:lpwstr>http://crbweb3/Handbook/_layouts/DocIdRedir.aspx?ID=W2Z3ZDVXW4JR-622-7, W2Z3ZDVXW4JR-622-7</vt:lpwstr>
  </property>
</Properties>
</file>